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7518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1972"/>
        <w:gridCol w:w="102"/>
        <w:gridCol w:w="2179"/>
        <w:gridCol w:w="411"/>
        <w:gridCol w:w="156"/>
        <w:gridCol w:w="2162"/>
        <w:gridCol w:w="3512"/>
        <w:gridCol w:w="3512"/>
        <w:gridCol w:w="3512"/>
      </w:tblGrid>
      <w:tr w:rsidR="000E13CC" w:rsidRPr="00603E4E" w14:paraId="7C611F48" w14:textId="77777777" w:rsidTr="00527134">
        <w:trPr>
          <w:gridAfter w:val="2"/>
          <w:wAfter w:w="7024" w:type="dxa"/>
          <w:trHeight w:val="283"/>
        </w:trPr>
        <w:tc>
          <w:tcPr>
            <w:tcW w:w="1972" w:type="dxa"/>
          </w:tcPr>
          <w:p w14:paraId="029481A7" w14:textId="77777777" w:rsidR="000E13CC" w:rsidRPr="00603E4E" w:rsidRDefault="000E13CC" w:rsidP="0022621E">
            <w:pPr>
              <w:pStyle w:val="Randtitel"/>
            </w:pPr>
          </w:p>
        </w:tc>
        <w:tc>
          <w:tcPr>
            <w:tcW w:w="8522" w:type="dxa"/>
            <w:gridSpan w:val="6"/>
          </w:tcPr>
          <w:p w14:paraId="163EA588" w14:textId="77777777" w:rsidR="000E13CC" w:rsidRPr="00603E4E" w:rsidRDefault="000E13CC" w:rsidP="00026180">
            <w:pPr>
              <w:pStyle w:val="Grundtext"/>
              <w:spacing w:after="0"/>
              <w:rPr>
                <w:rFonts w:ascii="Arial Black" w:hAnsi="Arial Black"/>
                <w:color w:val="00B0F0"/>
              </w:rPr>
            </w:pPr>
          </w:p>
        </w:tc>
      </w:tr>
      <w:tr w:rsidR="000E13CC" w:rsidRPr="00603E4E" w14:paraId="7827BFBB" w14:textId="77777777" w:rsidTr="00527134">
        <w:trPr>
          <w:gridAfter w:val="2"/>
          <w:wAfter w:w="7024" w:type="dxa"/>
          <w:trHeight w:val="713"/>
        </w:trPr>
        <w:tc>
          <w:tcPr>
            <w:tcW w:w="1972" w:type="dxa"/>
          </w:tcPr>
          <w:p w14:paraId="34FA0BF0" w14:textId="77777777" w:rsidR="000E13CC" w:rsidRPr="00603E4E" w:rsidRDefault="000E13CC" w:rsidP="0022621E">
            <w:pPr>
              <w:pStyle w:val="Randtitel"/>
            </w:pPr>
            <w:r w:rsidRPr="00603E4E">
              <w:t>Bauvorhaben</w:t>
            </w:r>
          </w:p>
        </w:tc>
        <w:tc>
          <w:tcPr>
            <w:tcW w:w="8522" w:type="dxa"/>
            <w:gridSpan w:val="6"/>
          </w:tcPr>
          <w:p w14:paraId="17A89C8B" w14:textId="77777777" w:rsidR="003C38D1" w:rsidRDefault="003C38D1" w:rsidP="003C38D1">
            <w:pPr>
              <w:pStyle w:val="berschrift4"/>
              <w:rPr>
                <w:rStyle w:val="Grundtextfett"/>
                <w:color w:val="000000" w:themeColor="text1"/>
              </w:rPr>
            </w:pPr>
            <w:r w:rsidRPr="003C38D1">
              <w:rPr>
                <w:rStyle w:val="Grundtextfett"/>
                <w:color w:val="000000" w:themeColor="text1"/>
              </w:rPr>
              <w:t>Berufsfachschule Mühletal, Winterthur</w:t>
            </w:r>
          </w:p>
          <w:p w14:paraId="46AE1E80" w14:textId="54369200" w:rsidR="003C38D1" w:rsidRDefault="003C38D1" w:rsidP="00BE2C7E">
            <w:pPr>
              <w:pStyle w:val="berschrift4"/>
              <w:rPr>
                <w:rStyle w:val="Grundtextfett"/>
                <w:color w:val="000000" w:themeColor="text1"/>
              </w:rPr>
            </w:pPr>
            <w:r>
              <w:rPr>
                <w:rStyle w:val="Grundtextfett"/>
                <w:color w:val="000000" w:themeColor="text1"/>
              </w:rPr>
              <w:t>Leistungsofferte</w:t>
            </w:r>
          </w:p>
          <w:p w14:paraId="4DA96AB2" w14:textId="79108FF9" w:rsidR="00BE2C7E" w:rsidRPr="00BE2C7E" w:rsidRDefault="003C38D1" w:rsidP="00BE2C7E">
            <w:pPr>
              <w:pStyle w:val="berschrift4"/>
              <w:rPr>
                <w:rStyle w:val="Grundtextfett"/>
                <w:color w:val="000000" w:themeColor="text1"/>
              </w:rPr>
            </w:pPr>
            <w:r>
              <w:rPr>
                <w:rStyle w:val="Grundtextfett"/>
                <w:color w:val="000000" w:themeColor="text1"/>
              </w:rPr>
              <w:t>Tösstalstrasse 26</w:t>
            </w:r>
            <w:r w:rsidR="00527134">
              <w:rPr>
                <w:rStyle w:val="Grundtextfett"/>
                <w:color w:val="000000" w:themeColor="text1"/>
              </w:rPr>
              <w:t>, 8400 Winterthur</w:t>
            </w:r>
          </w:p>
          <w:p w14:paraId="776EFE89" w14:textId="25F1D90D" w:rsidR="000E13CC" w:rsidRPr="00603E4E" w:rsidRDefault="003C38D1" w:rsidP="00BE2C7E">
            <w:pPr>
              <w:pStyle w:val="berschrift4"/>
              <w:rPr>
                <w:rStyle w:val="Grundtextfett"/>
                <w:rFonts w:ascii="Arial" w:hAnsi="Arial"/>
              </w:rPr>
            </w:pPr>
            <w:r>
              <w:rPr>
                <w:rStyle w:val="Grundtextfett"/>
                <w:color w:val="000000" w:themeColor="text1"/>
              </w:rPr>
              <w:t>Sofortmassnahmen</w:t>
            </w:r>
          </w:p>
        </w:tc>
      </w:tr>
      <w:tr w:rsidR="00D022C7" w:rsidRPr="00603E4E" w14:paraId="33BF8CB3" w14:textId="77777777" w:rsidTr="00527134">
        <w:trPr>
          <w:gridAfter w:val="2"/>
          <w:wAfter w:w="7024" w:type="dxa"/>
          <w:trHeight w:val="702"/>
        </w:trPr>
        <w:tc>
          <w:tcPr>
            <w:tcW w:w="1972" w:type="dxa"/>
          </w:tcPr>
          <w:p w14:paraId="27F373C7" w14:textId="77777777" w:rsidR="00D022C7" w:rsidRPr="00603E4E" w:rsidRDefault="00D022C7" w:rsidP="001C7564">
            <w:pPr>
              <w:pStyle w:val="Randtitel"/>
            </w:pPr>
            <w:r w:rsidRPr="00603E4E">
              <w:t>Submission</w:t>
            </w:r>
          </w:p>
        </w:tc>
        <w:tc>
          <w:tcPr>
            <w:tcW w:w="8522" w:type="dxa"/>
            <w:gridSpan w:val="6"/>
          </w:tcPr>
          <w:p w14:paraId="41AD6319" w14:textId="2BE88259" w:rsidR="00D022C7" w:rsidRPr="00603E4E" w:rsidRDefault="00AF3FD5" w:rsidP="00F903E5">
            <w:pPr>
              <w:pStyle w:val="Grundtext"/>
              <w:spacing w:after="0"/>
              <w:rPr>
                <w:rFonts w:ascii="Arial Black" w:hAnsi="Arial Black"/>
                <w:color w:val="00B0F0"/>
              </w:rPr>
            </w:pPr>
            <w:r w:rsidRPr="00603E4E">
              <w:rPr>
                <w:rStyle w:val="Grundtextfett"/>
                <w:color w:val="00B0F0"/>
              </w:rPr>
              <w:t>Leistungsofferte</w:t>
            </w:r>
            <w:r w:rsidR="00F73A01">
              <w:rPr>
                <w:rStyle w:val="Grundtextfett"/>
                <w:color w:val="00B0F0"/>
              </w:rPr>
              <w:t xml:space="preserve"> </w:t>
            </w:r>
            <w:r w:rsidR="00E712EB" w:rsidRPr="007472F1">
              <w:rPr>
                <w:rStyle w:val="Grundtextfett"/>
                <w:color w:val="00B0F0"/>
              </w:rPr>
              <w:t>«</w:t>
            </w:r>
            <w:r w:rsidR="0024598F" w:rsidRPr="0024598F">
              <w:rPr>
                <w:rFonts w:ascii="Arial Black" w:hAnsi="Arial Black"/>
                <w:color w:val="00B0F0"/>
              </w:rPr>
              <w:t>öffentlichen Verfahren</w:t>
            </w:r>
            <w:r w:rsidR="00E712EB" w:rsidRPr="007472F1">
              <w:rPr>
                <w:rStyle w:val="Grundtextfett"/>
                <w:color w:val="00B0F0"/>
              </w:rPr>
              <w:t>»</w:t>
            </w:r>
          </w:p>
        </w:tc>
      </w:tr>
      <w:tr w:rsidR="00D022C7" w:rsidRPr="00603E4E" w14:paraId="230DF27E" w14:textId="77777777" w:rsidTr="00527134">
        <w:trPr>
          <w:gridAfter w:val="2"/>
          <w:wAfter w:w="7024" w:type="dxa"/>
          <w:trHeight w:hRule="exact" w:val="703"/>
        </w:trPr>
        <w:tc>
          <w:tcPr>
            <w:tcW w:w="1972" w:type="dxa"/>
          </w:tcPr>
          <w:p w14:paraId="568587F7" w14:textId="77777777" w:rsidR="00D022C7" w:rsidRPr="00603E4E" w:rsidRDefault="00D022C7" w:rsidP="0022621E">
            <w:pPr>
              <w:pStyle w:val="Randtitel"/>
            </w:pPr>
          </w:p>
        </w:tc>
        <w:tc>
          <w:tcPr>
            <w:tcW w:w="8522" w:type="dxa"/>
            <w:gridSpan w:val="6"/>
            <w:vAlign w:val="bottom"/>
          </w:tcPr>
          <w:p w14:paraId="5BBDFFDF" w14:textId="77777777" w:rsidR="00D022C7" w:rsidRPr="00603E4E" w:rsidRDefault="00D022C7" w:rsidP="001C7564">
            <w:pPr>
              <w:pStyle w:val="berschrift4"/>
              <w:rPr>
                <w:rStyle w:val="Grundtextfett"/>
              </w:rPr>
            </w:pPr>
          </w:p>
        </w:tc>
      </w:tr>
      <w:tr w:rsidR="00BD0AC0" w:rsidRPr="00603E4E" w14:paraId="07978FA8" w14:textId="77777777" w:rsidTr="00527134">
        <w:trPr>
          <w:gridAfter w:val="2"/>
          <w:wAfter w:w="7024" w:type="dxa"/>
          <w:trHeight w:hRule="exact" w:val="703"/>
        </w:trPr>
        <w:tc>
          <w:tcPr>
            <w:tcW w:w="1972" w:type="dxa"/>
          </w:tcPr>
          <w:p w14:paraId="691C9580" w14:textId="77777777" w:rsidR="00BD0AC0" w:rsidRPr="00603E4E" w:rsidRDefault="00BD0AC0" w:rsidP="0022621E">
            <w:pPr>
              <w:pStyle w:val="Randtitel"/>
            </w:pPr>
          </w:p>
        </w:tc>
        <w:tc>
          <w:tcPr>
            <w:tcW w:w="8522" w:type="dxa"/>
            <w:gridSpan w:val="6"/>
          </w:tcPr>
          <w:p w14:paraId="08A04584" w14:textId="77777777" w:rsidR="00BD0AC0" w:rsidRPr="00603E4E" w:rsidRDefault="00BD0AC0" w:rsidP="00BD0AC0">
            <w:pPr>
              <w:rPr>
                <w:sz w:val="16"/>
                <w:szCs w:val="16"/>
              </w:rPr>
            </w:pPr>
          </w:p>
        </w:tc>
      </w:tr>
      <w:tr w:rsidR="001C7564" w:rsidRPr="00603E4E" w14:paraId="56546277" w14:textId="77777777" w:rsidTr="00527134">
        <w:trPr>
          <w:gridAfter w:val="2"/>
          <w:wAfter w:w="7024" w:type="dxa"/>
          <w:trHeight w:val="340"/>
        </w:trPr>
        <w:tc>
          <w:tcPr>
            <w:tcW w:w="1972" w:type="dxa"/>
            <w:vAlign w:val="center"/>
          </w:tcPr>
          <w:p w14:paraId="5C6EC412" w14:textId="77777777" w:rsidR="001C7564" w:rsidRPr="00603E4E" w:rsidRDefault="001C7564" w:rsidP="001C7564">
            <w:pPr>
              <w:pStyle w:val="Randtitel"/>
              <w:rPr>
                <w:rFonts w:ascii="Arial Black" w:hAnsi="Arial Black"/>
                <w:color w:val="00B0F0"/>
                <w:sz w:val="21"/>
                <w:szCs w:val="21"/>
              </w:rPr>
            </w:pPr>
          </w:p>
        </w:tc>
        <w:tc>
          <w:tcPr>
            <w:tcW w:w="8522" w:type="dxa"/>
            <w:gridSpan w:val="6"/>
            <w:shd w:val="clear" w:color="auto" w:fill="F2F2F2" w:themeFill="background1" w:themeFillShade="F2"/>
            <w:vAlign w:val="center"/>
          </w:tcPr>
          <w:p w14:paraId="2064CE8B" w14:textId="77777777" w:rsidR="001C7564" w:rsidRPr="00603E4E" w:rsidRDefault="001C7564" w:rsidP="009B6F2F">
            <w:pPr>
              <w:pStyle w:val="Randtitel"/>
              <w:jc w:val="left"/>
              <w:rPr>
                <w:rStyle w:val="Grundtextfett"/>
                <w:sz w:val="21"/>
                <w:szCs w:val="21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1"/>
                <w:lang w:eastAsia="en-US"/>
              </w:rPr>
              <w:t>Angebot:</w:t>
            </w:r>
            <w:r w:rsidRPr="00603E4E">
              <w:rPr>
                <w:rStyle w:val="Grundtextfett"/>
                <w:sz w:val="21"/>
                <w:szCs w:val="21"/>
              </w:rPr>
              <w:t xml:space="preserve">  </w:t>
            </w:r>
            <w:r w:rsidR="007472F1">
              <w:rPr>
                <w:rStyle w:val="Grundtextfett"/>
                <w:color w:val="00B0F0"/>
                <w:sz w:val="21"/>
                <w:szCs w:val="21"/>
              </w:rPr>
              <w:t xml:space="preserve">BKP </w:t>
            </w:r>
            <w:r w:rsidR="006B04C8">
              <w:rPr>
                <w:rStyle w:val="Grundtextfett"/>
                <w:color w:val="00B0F0"/>
                <w:sz w:val="21"/>
                <w:szCs w:val="21"/>
              </w:rPr>
              <w:t>591 Architekt / Bauleitung</w:t>
            </w:r>
          </w:p>
        </w:tc>
      </w:tr>
      <w:tr w:rsidR="00726D46" w:rsidRPr="00603E4E" w14:paraId="555B65B4" w14:textId="77777777" w:rsidTr="00527134">
        <w:trPr>
          <w:gridAfter w:val="2"/>
          <w:wAfter w:w="7024" w:type="dxa"/>
          <w:trHeight w:hRule="exact" w:val="703"/>
        </w:trPr>
        <w:tc>
          <w:tcPr>
            <w:tcW w:w="1972" w:type="dxa"/>
            <w:vAlign w:val="bottom"/>
          </w:tcPr>
          <w:p w14:paraId="7E52635E" w14:textId="77777777" w:rsidR="00726D46" w:rsidRPr="00603E4E" w:rsidRDefault="00726D46" w:rsidP="00A16E3E">
            <w:pPr>
              <w:pStyle w:val="Randtitel"/>
              <w:spacing w:line="180" w:lineRule="exact"/>
              <w:rPr>
                <w:szCs w:val="16"/>
              </w:rPr>
            </w:pPr>
            <w:r w:rsidRPr="00603E4E">
              <w:rPr>
                <w:szCs w:val="16"/>
              </w:rPr>
              <w:t>Name / Firma</w:t>
            </w:r>
          </w:p>
        </w:tc>
        <w:tc>
          <w:tcPr>
            <w:tcW w:w="8522" w:type="dxa"/>
            <w:gridSpan w:val="6"/>
            <w:tcBorders>
              <w:bottom w:val="single" w:sz="2" w:space="0" w:color="auto"/>
            </w:tcBorders>
            <w:vAlign w:val="bottom"/>
          </w:tcPr>
          <w:p w14:paraId="39BAFBD1" w14:textId="77777777" w:rsidR="00726D46" w:rsidRPr="00603E4E" w:rsidRDefault="000F36FF" w:rsidP="009135F1">
            <w:pPr>
              <w:pStyle w:val="Grundtext"/>
              <w:spacing w:after="0" w:line="240" w:lineRule="auto"/>
              <w:rPr>
                <w:rFonts w:eastAsiaTheme="minorHAnsi" w:cstheme="minorBidi"/>
                <w:color w:val="auto"/>
                <w:sz w:val="16"/>
                <w:szCs w:val="16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F54710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9135F1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9135F1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9135F1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9135F1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9135F1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726D46" w:rsidRPr="00603E4E" w14:paraId="40F0DF08" w14:textId="77777777" w:rsidTr="00527134">
        <w:trPr>
          <w:gridAfter w:val="2"/>
          <w:wAfter w:w="7024" w:type="dxa"/>
          <w:trHeight w:hRule="exact" w:val="703"/>
        </w:trPr>
        <w:tc>
          <w:tcPr>
            <w:tcW w:w="1972" w:type="dxa"/>
            <w:vAlign w:val="bottom"/>
          </w:tcPr>
          <w:p w14:paraId="2E598FFF" w14:textId="77777777" w:rsidR="00726D46" w:rsidRPr="00603E4E" w:rsidRDefault="00726D46" w:rsidP="004F4990">
            <w:pPr>
              <w:pStyle w:val="Randtitel"/>
              <w:spacing w:line="240" w:lineRule="auto"/>
              <w:rPr>
                <w:szCs w:val="16"/>
              </w:rPr>
            </w:pPr>
            <w:r w:rsidRPr="00603E4E">
              <w:rPr>
                <w:szCs w:val="16"/>
              </w:rPr>
              <w:t>Adresse</w:t>
            </w:r>
          </w:p>
        </w:tc>
        <w:tc>
          <w:tcPr>
            <w:tcW w:w="8522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CF5E8CD" w14:textId="77777777" w:rsidR="00726D46" w:rsidRPr="00603E4E" w:rsidRDefault="000F36FF" w:rsidP="005C2AF2">
            <w:pPr>
              <w:pStyle w:val="Grundtext"/>
              <w:spacing w:after="0" w:line="240" w:lineRule="auto"/>
              <w:rPr>
                <w:rFonts w:eastAsiaTheme="minorHAnsi" w:cstheme="minorBidi"/>
                <w:color w:val="auto"/>
                <w:sz w:val="16"/>
                <w:szCs w:val="16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54710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5C2AF2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5C2AF2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5C2AF2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5C2AF2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5C2AF2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726D46" w:rsidRPr="00603E4E" w14:paraId="4527BBF0" w14:textId="77777777" w:rsidTr="00527134">
        <w:trPr>
          <w:gridAfter w:val="2"/>
          <w:wAfter w:w="7024" w:type="dxa"/>
          <w:trHeight w:hRule="exact" w:val="703"/>
        </w:trPr>
        <w:tc>
          <w:tcPr>
            <w:tcW w:w="1972" w:type="dxa"/>
            <w:vAlign w:val="bottom"/>
          </w:tcPr>
          <w:p w14:paraId="73A91895" w14:textId="77777777" w:rsidR="00726D46" w:rsidRPr="00603E4E" w:rsidRDefault="00726D46" w:rsidP="0064276D">
            <w:pPr>
              <w:pStyle w:val="Randtitel"/>
              <w:spacing w:line="180" w:lineRule="exact"/>
            </w:pPr>
          </w:p>
        </w:tc>
        <w:tc>
          <w:tcPr>
            <w:tcW w:w="8522" w:type="dxa"/>
            <w:gridSpan w:val="6"/>
            <w:tcBorders>
              <w:top w:val="single" w:sz="2" w:space="0" w:color="auto"/>
            </w:tcBorders>
            <w:vAlign w:val="center"/>
          </w:tcPr>
          <w:p w14:paraId="392114CD" w14:textId="77777777" w:rsidR="00726D46" w:rsidRPr="00603E4E" w:rsidRDefault="00726D46" w:rsidP="00026180">
            <w:pPr>
              <w:pStyle w:val="Grundtext"/>
              <w:spacing w:after="0" w:line="180" w:lineRule="exact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FA410D" w:rsidRPr="00603E4E" w14:paraId="495CE8FC" w14:textId="77777777" w:rsidTr="00527134">
        <w:trPr>
          <w:gridAfter w:val="2"/>
          <w:wAfter w:w="7024" w:type="dxa"/>
          <w:trHeight w:hRule="exact" w:val="6973"/>
        </w:trPr>
        <w:tc>
          <w:tcPr>
            <w:tcW w:w="1972" w:type="dxa"/>
            <w:vAlign w:val="bottom"/>
          </w:tcPr>
          <w:p w14:paraId="2061BA42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6033482C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2A64A3CA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71EC541F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12641E01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25DFBFD7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13CF6CC8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178CE7AF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13A0F2CD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208F6E3A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3984730C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293E743E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</w:tc>
        <w:tc>
          <w:tcPr>
            <w:tcW w:w="8522" w:type="dxa"/>
            <w:gridSpan w:val="6"/>
            <w:vAlign w:val="bottom"/>
          </w:tcPr>
          <w:p w14:paraId="5BFE430B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445ED2A4" w14:textId="77777777" w:rsidR="00FA410D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04C3A8A9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612A0F05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258F126D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7CC2B0BE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54035E5C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2047DAA6" w14:textId="77777777" w:rsidR="00AF3FD5" w:rsidRPr="00603E4E" w:rsidRDefault="00AF3FD5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7F9BC301" w14:textId="77777777" w:rsidR="00AF3FD5" w:rsidRPr="00603E4E" w:rsidRDefault="00AF3FD5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1595001E" w14:textId="77777777" w:rsidR="00AF3FD5" w:rsidRPr="00603E4E" w:rsidRDefault="00AF3FD5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10323107" w14:textId="77777777" w:rsidR="00AF3FD5" w:rsidRPr="00603E4E" w:rsidRDefault="00AF3FD5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708FA0DF" w14:textId="77777777" w:rsidR="00AF3FD5" w:rsidRPr="00603E4E" w:rsidRDefault="00AF3FD5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511B8837" w14:textId="77777777" w:rsidR="00AF3FD5" w:rsidRPr="00603E4E" w:rsidRDefault="00AF3FD5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284593E7" w14:textId="77777777" w:rsidR="00AF3FD5" w:rsidRPr="00603E4E" w:rsidRDefault="00AF3FD5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1047CA4E" w14:textId="77777777" w:rsidR="00AF3FD5" w:rsidRPr="00603E4E" w:rsidRDefault="00AF3FD5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2D28CD75" w14:textId="77777777" w:rsidR="00AF3FD5" w:rsidRPr="00603E4E" w:rsidRDefault="00AF3FD5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115EC10C" w14:textId="77777777" w:rsidR="00AF3FD5" w:rsidRPr="00603E4E" w:rsidRDefault="00AF3FD5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7B209E08" w14:textId="77777777" w:rsidR="00AF3FD5" w:rsidRPr="00603E4E" w:rsidRDefault="00AF3FD5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2D5B8D59" w14:textId="77777777" w:rsidR="00AF3FD5" w:rsidRPr="00603E4E" w:rsidRDefault="00AF3FD5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2C4A4D4D" w14:textId="77777777" w:rsidR="00AF3FD5" w:rsidRPr="00603E4E" w:rsidRDefault="00AF3FD5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39843EC4" w14:textId="77777777" w:rsidR="00AF3FD5" w:rsidRPr="00603E4E" w:rsidRDefault="00AF3FD5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2168BD19" w14:textId="77777777" w:rsidR="00AF3FD5" w:rsidRPr="00603E4E" w:rsidRDefault="00AF3FD5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4A2B1E08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732BEA5A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76CA698A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4E3FD43C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01BDDA71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6B71CFF4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0843B89C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290DF18B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16F8362B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4B42CCD6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5CB916F1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43B1F64A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1D424D73" w14:textId="77777777" w:rsidR="00FA410D" w:rsidRPr="00603E4E" w:rsidRDefault="00FA410D" w:rsidP="00A16E3E">
            <w:pPr>
              <w:pStyle w:val="Grundtext"/>
              <w:spacing w:after="0" w:line="180" w:lineRule="exact"/>
              <w:rPr>
                <w:rStyle w:val="Grundtextfett"/>
              </w:rPr>
            </w:pPr>
          </w:p>
          <w:p w14:paraId="13A20315" w14:textId="77777777" w:rsidR="00FA410D" w:rsidRPr="00603E4E" w:rsidRDefault="00FA410D" w:rsidP="00EA7314">
            <w:pPr>
              <w:pStyle w:val="Grundtext"/>
              <w:spacing w:after="0" w:line="180" w:lineRule="exact"/>
              <w:rPr>
                <w:rStyle w:val="Grundtextfett"/>
              </w:rPr>
            </w:pPr>
            <w:r w:rsidRPr="00603E4E">
              <w:rPr>
                <w:rFonts w:ascii="Arial Black" w:eastAsiaTheme="minorHAnsi" w:hAnsi="Arial Black" w:cstheme="minorBidi"/>
                <w:color w:val="auto"/>
                <w:sz w:val="16"/>
                <w:szCs w:val="22"/>
                <w:lang w:eastAsia="en-GB"/>
              </w:rPr>
              <w:t>Die Angaben werden vertraulich behandelt und dienen ausschliesslich der Beurteilung dieses Angebots.</w:t>
            </w:r>
          </w:p>
        </w:tc>
      </w:tr>
      <w:tr w:rsidR="00726D46" w:rsidRPr="00603E4E" w14:paraId="2FFE46B0" w14:textId="77777777" w:rsidTr="00527134">
        <w:trPr>
          <w:gridAfter w:val="2"/>
          <w:wAfter w:w="7024" w:type="dxa"/>
          <w:trHeight w:val="397"/>
        </w:trPr>
        <w:tc>
          <w:tcPr>
            <w:tcW w:w="2074" w:type="dxa"/>
            <w:gridSpan w:val="2"/>
          </w:tcPr>
          <w:p w14:paraId="0C62F9C5" w14:textId="77777777" w:rsidR="00726D46" w:rsidRDefault="00726D46" w:rsidP="00FA1913">
            <w:pPr>
              <w:pStyle w:val="Randtitel"/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</w:pPr>
          </w:p>
          <w:p w14:paraId="4C14B576" w14:textId="77777777" w:rsidR="00EF1EA3" w:rsidRDefault="00EF1EA3" w:rsidP="00FA1913">
            <w:pPr>
              <w:pStyle w:val="Randtitel"/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</w:pPr>
          </w:p>
          <w:p w14:paraId="518240DD" w14:textId="77777777" w:rsidR="00EF1EA3" w:rsidRDefault="00EF1EA3" w:rsidP="00FA1913">
            <w:pPr>
              <w:pStyle w:val="Randtitel"/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</w:pPr>
          </w:p>
          <w:p w14:paraId="0CFF45B1" w14:textId="77777777" w:rsidR="00EF1EA3" w:rsidRPr="00603E4E" w:rsidRDefault="00EF1EA3" w:rsidP="006B04C8">
            <w:pPr>
              <w:pStyle w:val="Randtitel"/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</w:pPr>
            <w:r w:rsidRPr="00EF1EA3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1"/>
                <w:lang w:eastAsia="en-US"/>
              </w:rPr>
              <w:t>BKP 59</w:t>
            </w:r>
            <w:r w:rsidR="006B04C8">
              <w:rPr>
                <w:rStyle w:val="Grundtextfett"/>
                <w:rFonts w:eastAsiaTheme="majorEastAsia" w:cstheme="majorBidi"/>
                <w:bCs/>
                <w:iCs/>
                <w:color w:val="00B0F0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8420" w:type="dxa"/>
            <w:gridSpan w:val="5"/>
          </w:tcPr>
          <w:p w14:paraId="38213DE4" w14:textId="77777777" w:rsidR="00EF1EA3" w:rsidRDefault="00527134" w:rsidP="00EF1EA3">
            <w:pPr>
              <w:pStyle w:val="berschrift4"/>
              <w:tabs>
                <w:tab w:val="left" w:pos="1413"/>
              </w:tabs>
              <w:rPr>
                <w:rStyle w:val="Grundtextfett"/>
              </w:rPr>
            </w:pPr>
            <w:r>
              <w:rPr>
                <w:rStyle w:val="Grundtextfett"/>
              </w:rPr>
              <w:t>A</w:t>
            </w:r>
            <w:r w:rsidR="00726D46" w:rsidRPr="00603E4E">
              <w:rPr>
                <w:rStyle w:val="Grundtextfett"/>
              </w:rPr>
              <w:t xml:space="preserve">ngaben zum </w:t>
            </w:r>
            <w:r w:rsidR="009356EB" w:rsidRPr="00603E4E">
              <w:rPr>
                <w:rStyle w:val="Grundtextfett"/>
              </w:rPr>
              <w:t>Angebot</w:t>
            </w:r>
            <w:r w:rsidR="00726D46" w:rsidRPr="00603E4E">
              <w:rPr>
                <w:rStyle w:val="Grundtextfett"/>
              </w:rPr>
              <w:t xml:space="preserve"> im Submissionsverfahren</w:t>
            </w:r>
            <w:r w:rsidR="00726D46" w:rsidRPr="00603E4E">
              <w:rPr>
                <w:rStyle w:val="Grundtextfett"/>
              </w:rPr>
              <w:tab/>
            </w:r>
            <w:r w:rsidR="00726D46" w:rsidRPr="00603E4E">
              <w:rPr>
                <w:rStyle w:val="Grundtextfett"/>
              </w:rPr>
              <w:tab/>
            </w:r>
          </w:p>
          <w:p w14:paraId="6E501C35" w14:textId="77777777" w:rsidR="00EF1EA3" w:rsidRDefault="00EF1EA3" w:rsidP="00E712EB">
            <w:pPr>
              <w:pStyle w:val="berschrift4"/>
              <w:tabs>
                <w:tab w:val="left" w:pos="1413"/>
              </w:tabs>
              <w:spacing w:after="240"/>
              <w:rPr>
                <w:rStyle w:val="Grundtextfett"/>
                <w:color w:val="00B0F0"/>
                <w:szCs w:val="21"/>
              </w:rPr>
            </w:pPr>
          </w:p>
          <w:p w14:paraId="125708EE" w14:textId="77777777" w:rsidR="00726D46" w:rsidRPr="00EF1EA3" w:rsidRDefault="006B04C8" w:rsidP="00E712EB">
            <w:pPr>
              <w:pStyle w:val="berschrift4"/>
              <w:tabs>
                <w:tab w:val="left" w:pos="1413"/>
              </w:tabs>
              <w:spacing w:after="240"/>
              <w:rPr>
                <w:color w:val="000000" w:themeColor="text1"/>
              </w:rPr>
            </w:pPr>
            <w:r>
              <w:rPr>
                <w:rStyle w:val="Grundtextfett"/>
                <w:color w:val="000000" w:themeColor="text1"/>
                <w:szCs w:val="21"/>
              </w:rPr>
              <w:t>Architekt / Bauleitung</w:t>
            </w:r>
          </w:p>
        </w:tc>
      </w:tr>
      <w:tr w:rsidR="00726D46" w:rsidRPr="00603E4E" w14:paraId="72933B50" w14:textId="77777777" w:rsidTr="00527134">
        <w:trPr>
          <w:gridAfter w:val="2"/>
          <w:wAfter w:w="7024" w:type="dxa"/>
          <w:trHeight w:val="340"/>
        </w:trPr>
        <w:tc>
          <w:tcPr>
            <w:tcW w:w="2074" w:type="dxa"/>
            <w:gridSpan w:val="2"/>
          </w:tcPr>
          <w:p w14:paraId="48EA9891" w14:textId="77777777" w:rsidR="00726D46" w:rsidRPr="00603E4E" w:rsidRDefault="00726D46" w:rsidP="0022621E">
            <w:pPr>
              <w:pStyle w:val="Randtitel"/>
            </w:pPr>
          </w:p>
        </w:tc>
        <w:tc>
          <w:tcPr>
            <w:tcW w:w="8420" w:type="dxa"/>
            <w:gridSpan w:val="5"/>
            <w:shd w:val="clear" w:color="auto" w:fill="F2F2F2" w:themeFill="background1" w:themeFillShade="F2"/>
            <w:vAlign w:val="center"/>
          </w:tcPr>
          <w:p w14:paraId="6AEBC937" w14:textId="77777777" w:rsidR="00726D46" w:rsidRPr="00603E4E" w:rsidRDefault="00726D46" w:rsidP="00474690">
            <w:pPr>
              <w:pStyle w:val="Randtitel"/>
              <w:jc w:val="left"/>
              <w:rPr>
                <w:rStyle w:val="Grundtextfett"/>
                <w:sz w:val="18"/>
                <w:szCs w:val="18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Angaben zum Unternehmen</w:t>
            </w:r>
          </w:p>
        </w:tc>
      </w:tr>
      <w:tr w:rsidR="00726D46" w:rsidRPr="00603E4E" w14:paraId="358A11E1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1557617A" w14:textId="77777777" w:rsidR="00726D46" w:rsidRPr="00603E4E" w:rsidRDefault="00726D46" w:rsidP="0022621E">
            <w:pPr>
              <w:pStyle w:val="Randtitel"/>
              <w:spacing w:line="180" w:lineRule="exact"/>
            </w:pPr>
            <w:r w:rsidRPr="00603E4E">
              <w:t>Genaue Firmenbezeichnung</w:t>
            </w:r>
          </w:p>
        </w:tc>
        <w:tc>
          <w:tcPr>
            <w:tcW w:w="8420" w:type="dxa"/>
            <w:gridSpan w:val="5"/>
            <w:tcBorders>
              <w:bottom w:val="single" w:sz="2" w:space="0" w:color="auto"/>
            </w:tcBorders>
            <w:vAlign w:val="center"/>
          </w:tcPr>
          <w:p w14:paraId="54435112" w14:textId="77777777" w:rsidR="00726D46" w:rsidRPr="00603E4E" w:rsidRDefault="000F36FF" w:rsidP="00136CC3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726D46" w:rsidRPr="00603E4E" w14:paraId="7A2054CC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0CDCC5A0" w14:textId="77777777" w:rsidR="00726D46" w:rsidRPr="00603E4E" w:rsidRDefault="00726D46" w:rsidP="0022621E">
            <w:pPr>
              <w:pStyle w:val="Randtitel"/>
            </w:pPr>
            <w:r w:rsidRPr="00603E4E">
              <w:t>Adresse, Geschäftsdomizil</w:t>
            </w:r>
          </w:p>
        </w:tc>
        <w:tc>
          <w:tcPr>
            <w:tcW w:w="8420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963949" w14:textId="77777777" w:rsidR="00726D46" w:rsidRPr="00603E4E" w:rsidRDefault="000F36FF" w:rsidP="00AA562B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F0715B" w:rsidRPr="00603E4E" w14:paraId="1B359ABA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4562078D" w14:textId="77777777" w:rsidR="00F0715B" w:rsidRPr="00603E4E" w:rsidRDefault="00F0715B" w:rsidP="0022621E">
            <w:pPr>
              <w:pStyle w:val="Randtitel"/>
            </w:pPr>
            <w:r w:rsidRPr="00603E4E">
              <w:t>Telefon</w:t>
            </w:r>
          </w:p>
        </w:tc>
        <w:tc>
          <w:tcPr>
            <w:tcW w:w="21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CC8865C" w14:textId="77777777" w:rsidR="00F0715B" w:rsidRPr="00603E4E" w:rsidRDefault="000F36FF" w:rsidP="002768A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F0715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2768A7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2768A7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2768A7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2768A7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2768A7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D764F8" w14:textId="77777777" w:rsidR="00F0715B" w:rsidRPr="00603E4E" w:rsidRDefault="00F0715B" w:rsidP="00136CC3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>Email</w:t>
            </w:r>
          </w:p>
        </w:tc>
        <w:tc>
          <w:tcPr>
            <w:tcW w:w="5674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9494700" w14:textId="77777777" w:rsidR="00F0715B" w:rsidRPr="00603E4E" w:rsidRDefault="000F36FF" w:rsidP="00F0715B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F0715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F0715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F0715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F0715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F0715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F0715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726D46" w:rsidRPr="00603E4E" w14:paraId="7AF82093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727D8F3C" w14:textId="77777777" w:rsidR="00726D46" w:rsidRPr="00603E4E" w:rsidRDefault="00726D46" w:rsidP="0022621E">
            <w:pPr>
              <w:pStyle w:val="Randtitel"/>
            </w:pPr>
            <w:r w:rsidRPr="00603E4E">
              <w:t>MWST-Nr.</w:t>
            </w:r>
          </w:p>
        </w:tc>
        <w:tc>
          <w:tcPr>
            <w:tcW w:w="8420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ECDD71" w14:textId="77777777" w:rsidR="00726D46" w:rsidRPr="00603E4E" w:rsidRDefault="000F36FF" w:rsidP="002768A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2768A7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2768A7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2768A7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2768A7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="002768A7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726D46" w:rsidRPr="00603E4E" w14:paraId="005EDC8B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1C069028" w14:textId="77777777" w:rsidR="00726D46" w:rsidRPr="00603E4E" w:rsidRDefault="00726D46" w:rsidP="003F59A5">
            <w:pPr>
              <w:pStyle w:val="Randtitel"/>
              <w:spacing w:line="180" w:lineRule="exact"/>
            </w:pPr>
            <w:r w:rsidRPr="00603E4E">
              <w:t>Rechtsform, Firma besteht in dieser Rechtsform seit</w:t>
            </w:r>
          </w:p>
        </w:tc>
        <w:tc>
          <w:tcPr>
            <w:tcW w:w="8420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2D4FF9C" w14:textId="77777777" w:rsidR="00726D46" w:rsidRPr="00603E4E" w:rsidRDefault="000F36FF" w:rsidP="00E765F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726D46" w:rsidRPr="00603E4E" w14:paraId="012EE2EA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523F5DF1" w14:textId="77777777" w:rsidR="00726D46" w:rsidRPr="00603E4E" w:rsidRDefault="00726D46" w:rsidP="0022621E">
            <w:pPr>
              <w:pStyle w:val="Randtitel"/>
            </w:pPr>
            <w:r w:rsidRPr="00603E4E">
              <w:t>Sitz</w:t>
            </w:r>
          </w:p>
        </w:tc>
        <w:tc>
          <w:tcPr>
            <w:tcW w:w="8420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403CF26" w14:textId="77777777" w:rsidR="00726D46" w:rsidRPr="00603E4E" w:rsidRDefault="000F36FF" w:rsidP="00E765F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726D46" w:rsidRPr="00603E4E" w14:paraId="7B4E8A93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7EC3D304" w14:textId="77777777" w:rsidR="00726D46" w:rsidRPr="00603E4E" w:rsidRDefault="00726D46" w:rsidP="006B0060">
            <w:pPr>
              <w:pStyle w:val="Randtitel"/>
              <w:spacing w:line="180" w:lineRule="exact"/>
            </w:pPr>
            <w:r w:rsidRPr="00603E4E">
              <w:t>Beteiligungsverhältnisse (inkl. eigene Beteiligungen)</w:t>
            </w:r>
          </w:p>
        </w:tc>
        <w:tc>
          <w:tcPr>
            <w:tcW w:w="8420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834082" w14:textId="77777777" w:rsidR="00726D46" w:rsidRPr="00603E4E" w:rsidRDefault="000F36FF" w:rsidP="00E765F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726D46" w:rsidRPr="00603E4E" w14:paraId="7E785048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0F2710F5" w14:textId="77777777" w:rsidR="00726D46" w:rsidRPr="00603E4E" w:rsidRDefault="00726D46" w:rsidP="006B0060">
            <w:pPr>
              <w:pStyle w:val="Randtitel"/>
              <w:spacing w:line="180" w:lineRule="exact"/>
            </w:pPr>
            <w:r w:rsidRPr="00603E4E">
              <w:t>Gesellschaftskapital</w:t>
            </w:r>
          </w:p>
        </w:tc>
        <w:tc>
          <w:tcPr>
            <w:tcW w:w="8420" w:type="dxa"/>
            <w:gridSpan w:val="5"/>
            <w:tcBorders>
              <w:top w:val="single" w:sz="2" w:space="0" w:color="auto"/>
              <w:bottom w:val="dotted" w:sz="2" w:space="0" w:color="auto"/>
            </w:tcBorders>
            <w:vAlign w:val="center"/>
          </w:tcPr>
          <w:p w14:paraId="68C23BAD" w14:textId="77777777" w:rsidR="00726D46" w:rsidRPr="00603E4E" w:rsidRDefault="000F36FF" w:rsidP="00E765F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F0715B" w:rsidRPr="00603E4E" w14:paraId="4B5DDFE4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68ACE4B2" w14:textId="77777777" w:rsidR="00F0715B" w:rsidRPr="00603E4E" w:rsidRDefault="00F0715B" w:rsidP="00CE33D2">
            <w:pPr>
              <w:pStyle w:val="Randtitel"/>
            </w:pPr>
            <w:r w:rsidRPr="00603E4E">
              <w:t>Kernkompetenzen</w:t>
            </w:r>
          </w:p>
        </w:tc>
        <w:tc>
          <w:tcPr>
            <w:tcW w:w="8420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CE7B52" w14:textId="77777777" w:rsidR="00F0715B" w:rsidRPr="00603E4E" w:rsidRDefault="000F36FF" w:rsidP="00136CC3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F0715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F0715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F0715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F0715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F0715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F0715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385D1C" w:rsidRPr="00603E4E" w14:paraId="0A0694CA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6B630544" w14:textId="77777777" w:rsidR="00385D1C" w:rsidRPr="00603E4E" w:rsidRDefault="00385D1C" w:rsidP="00385D1C">
            <w:pPr>
              <w:pStyle w:val="Randtitel"/>
            </w:pPr>
            <w:r>
              <w:t>Angaben Versicherung</w:t>
            </w:r>
          </w:p>
        </w:tc>
        <w:tc>
          <w:tcPr>
            <w:tcW w:w="8420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CE00EE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385D1C" w:rsidRPr="00603E4E" w14:paraId="1CB5E5B7" w14:textId="77777777" w:rsidTr="00527134">
        <w:trPr>
          <w:gridAfter w:val="2"/>
          <w:wAfter w:w="7024" w:type="dxa"/>
          <w:trHeight w:hRule="exact" w:val="170"/>
        </w:trPr>
        <w:tc>
          <w:tcPr>
            <w:tcW w:w="2074" w:type="dxa"/>
            <w:gridSpan w:val="2"/>
            <w:vAlign w:val="center"/>
          </w:tcPr>
          <w:p w14:paraId="3986B332" w14:textId="77777777" w:rsidR="00385D1C" w:rsidRPr="00603E4E" w:rsidRDefault="00385D1C" w:rsidP="00385D1C">
            <w:pPr>
              <w:pStyle w:val="Randtitel"/>
            </w:pPr>
          </w:p>
        </w:tc>
        <w:tc>
          <w:tcPr>
            <w:tcW w:w="8420" w:type="dxa"/>
            <w:gridSpan w:val="5"/>
            <w:tcBorders>
              <w:top w:val="single" w:sz="2" w:space="0" w:color="auto"/>
            </w:tcBorders>
            <w:vAlign w:val="center"/>
          </w:tcPr>
          <w:p w14:paraId="7F954646" w14:textId="77777777" w:rsidR="00385D1C" w:rsidRPr="00603E4E" w:rsidRDefault="00385D1C" w:rsidP="00385D1C">
            <w:pPr>
              <w:pStyle w:val="Randtitel"/>
              <w:jc w:val="left"/>
              <w:rPr>
                <w:rStyle w:val="Grundtextfett"/>
                <w:rFonts w:ascii="Arial" w:hAnsi="Arial" w:cs="Arial"/>
                <w:sz w:val="20"/>
                <w:szCs w:val="20"/>
              </w:rPr>
            </w:pPr>
          </w:p>
        </w:tc>
      </w:tr>
      <w:tr w:rsidR="00385D1C" w:rsidRPr="00603E4E" w14:paraId="4FCAA5BF" w14:textId="77777777" w:rsidTr="00527134">
        <w:trPr>
          <w:gridAfter w:val="2"/>
          <w:wAfter w:w="7024" w:type="dxa"/>
          <w:trHeight w:val="340"/>
        </w:trPr>
        <w:tc>
          <w:tcPr>
            <w:tcW w:w="2074" w:type="dxa"/>
            <w:gridSpan w:val="2"/>
            <w:vAlign w:val="center"/>
          </w:tcPr>
          <w:p w14:paraId="093A61BE" w14:textId="77777777" w:rsidR="00385D1C" w:rsidRPr="00603E4E" w:rsidRDefault="00385D1C" w:rsidP="00385D1C">
            <w:pPr>
              <w:pStyle w:val="Randtitel"/>
            </w:pPr>
          </w:p>
        </w:tc>
        <w:tc>
          <w:tcPr>
            <w:tcW w:w="8420" w:type="dxa"/>
            <w:gridSpan w:val="5"/>
            <w:shd w:val="clear" w:color="auto" w:fill="F2F2F2" w:themeFill="background1" w:themeFillShade="F2"/>
            <w:vAlign w:val="center"/>
          </w:tcPr>
          <w:p w14:paraId="1FC47BB6" w14:textId="77777777" w:rsidR="00385D1C" w:rsidRPr="00603E4E" w:rsidRDefault="00385D1C" w:rsidP="00385D1C">
            <w:pPr>
              <w:pStyle w:val="Randtitel"/>
              <w:jc w:val="left"/>
              <w:rPr>
                <w:rStyle w:val="Grundtextfett"/>
                <w:sz w:val="21"/>
                <w:szCs w:val="21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 w:val="21"/>
                <w:szCs w:val="20"/>
                <w:lang w:eastAsia="en-US"/>
              </w:rPr>
              <w:t>Angaben zur Geschäftsleitung</w:t>
            </w:r>
          </w:p>
        </w:tc>
      </w:tr>
      <w:tr w:rsidR="00385D1C" w:rsidRPr="00603E4E" w14:paraId="7FF17B04" w14:textId="77777777" w:rsidTr="00527134">
        <w:trPr>
          <w:trHeight w:hRule="exact" w:val="369"/>
        </w:trPr>
        <w:tc>
          <w:tcPr>
            <w:tcW w:w="2074" w:type="dxa"/>
            <w:gridSpan w:val="2"/>
            <w:vAlign w:val="center"/>
          </w:tcPr>
          <w:p w14:paraId="2C4565CE" w14:textId="77777777" w:rsidR="00385D1C" w:rsidRPr="00603E4E" w:rsidRDefault="00385D1C" w:rsidP="00385D1C">
            <w:pPr>
              <w:pStyle w:val="Randtitel"/>
            </w:pPr>
            <w:r w:rsidRPr="00603E4E">
              <w:t>Name, Vorname</w:t>
            </w:r>
          </w:p>
        </w:tc>
        <w:tc>
          <w:tcPr>
            <w:tcW w:w="8420" w:type="dxa"/>
            <w:gridSpan w:val="5"/>
            <w:tcBorders>
              <w:bottom w:val="single" w:sz="2" w:space="0" w:color="auto"/>
            </w:tcBorders>
            <w:vAlign w:val="center"/>
          </w:tcPr>
          <w:p w14:paraId="7D5F6C5E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  <w:tc>
          <w:tcPr>
            <w:tcW w:w="3512" w:type="dxa"/>
            <w:vAlign w:val="center"/>
          </w:tcPr>
          <w:p w14:paraId="50CD5EDD" w14:textId="77777777" w:rsidR="00385D1C" w:rsidRPr="00603E4E" w:rsidRDefault="00385D1C" w:rsidP="00385D1C">
            <w:pPr>
              <w:pStyle w:val="Randtitel"/>
            </w:pPr>
            <w:r w:rsidRPr="00603E4E">
              <w:t>Bauleitung</w:t>
            </w:r>
          </w:p>
        </w:tc>
        <w:tc>
          <w:tcPr>
            <w:tcW w:w="3512" w:type="dxa"/>
            <w:vAlign w:val="center"/>
          </w:tcPr>
          <w:p w14:paraId="71BD22EB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385D1C" w:rsidRPr="00603E4E" w14:paraId="5A6C4C08" w14:textId="77777777" w:rsidTr="00527134">
        <w:trPr>
          <w:trHeight w:hRule="exact" w:val="369"/>
        </w:trPr>
        <w:tc>
          <w:tcPr>
            <w:tcW w:w="2074" w:type="dxa"/>
            <w:gridSpan w:val="2"/>
            <w:vAlign w:val="center"/>
          </w:tcPr>
          <w:p w14:paraId="6E094D26" w14:textId="77777777" w:rsidR="00385D1C" w:rsidRPr="00603E4E" w:rsidRDefault="00385D1C" w:rsidP="00385D1C">
            <w:pPr>
              <w:pStyle w:val="Randtitel"/>
            </w:pPr>
            <w:r w:rsidRPr="00603E4E">
              <w:t>Funktion</w:t>
            </w:r>
          </w:p>
        </w:tc>
        <w:tc>
          <w:tcPr>
            <w:tcW w:w="8420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5E19F04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  <w:tc>
          <w:tcPr>
            <w:tcW w:w="3512" w:type="dxa"/>
            <w:vAlign w:val="center"/>
          </w:tcPr>
          <w:p w14:paraId="6B9E522A" w14:textId="77777777" w:rsidR="00385D1C" w:rsidRPr="00603E4E" w:rsidRDefault="00385D1C" w:rsidP="00385D1C">
            <w:pPr>
              <w:pStyle w:val="Randtitel"/>
            </w:pPr>
            <w:r w:rsidRPr="00603E4E">
              <w:t>Bauleitung</w:t>
            </w:r>
          </w:p>
        </w:tc>
        <w:tc>
          <w:tcPr>
            <w:tcW w:w="3512" w:type="dxa"/>
            <w:vAlign w:val="center"/>
          </w:tcPr>
          <w:p w14:paraId="33C2FCE2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385D1C" w:rsidRPr="00603E4E" w14:paraId="7F6E1103" w14:textId="77777777" w:rsidTr="00527134">
        <w:trPr>
          <w:trHeight w:hRule="exact" w:val="369"/>
        </w:trPr>
        <w:tc>
          <w:tcPr>
            <w:tcW w:w="2074" w:type="dxa"/>
            <w:gridSpan w:val="2"/>
            <w:vAlign w:val="center"/>
          </w:tcPr>
          <w:p w14:paraId="07ADB842" w14:textId="77777777" w:rsidR="00385D1C" w:rsidRPr="00603E4E" w:rsidRDefault="00385D1C" w:rsidP="00385D1C">
            <w:pPr>
              <w:pStyle w:val="Randtitel"/>
              <w:spacing w:line="180" w:lineRule="exact"/>
            </w:pPr>
            <w:r w:rsidRPr="00603E4E">
              <w:t>Beruf und Titel, Jahr Ausbildungsabschluss</w:t>
            </w:r>
          </w:p>
        </w:tc>
        <w:tc>
          <w:tcPr>
            <w:tcW w:w="8420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E827E4A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  <w:tc>
          <w:tcPr>
            <w:tcW w:w="3512" w:type="dxa"/>
            <w:vAlign w:val="center"/>
          </w:tcPr>
          <w:p w14:paraId="5F33AD34" w14:textId="77777777" w:rsidR="00385D1C" w:rsidRPr="00603E4E" w:rsidRDefault="00385D1C" w:rsidP="00385D1C">
            <w:pPr>
              <w:pStyle w:val="Randtitel"/>
            </w:pPr>
            <w:r w:rsidRPr="00603E4E">
              <w:t>ZeichnerInnen/TechnikerInnen</w:t>
            </w:r>
          </w:p>
        </w:tc>
        <w:tc>
          <w:tcPr>
            <w:tcW w:w="3512" w:type="dxa"/>
            <w:vAlign w:val="center"/>
          </w:tcPr>
          <w:p w14:paraId="5C88994D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385D1C" w:rsidRPr="00603E4E" w14:paraId="6296C88C" w14:textId="77777777" w:rsidTr="00527134">
        <w:trPr>
          <w:trHeight w:hRule="exact" w:val="170"/>
        </w:trPr>
        <w:tc>
          <w:tcPr>
            <w:tcW w:w="2074" w:type="dxa"/>
            <w:gridSpan w:val="2"/>
            <w:vAlign w:val="center"/>
          </w:tcPr>
          <w:p w14:paraId="3C8F8B76" w14:textId="77777777" w:rsidR="00385D1C" w:rsidRPr="00603E4E" w:rsidRDefault="00385D1C" w:rsidP="00385D1C">
            <w:pPr>
              <w:pStyle w:val="Randtitel"/>
              <w:spacing w:line="180" w:lineRule="exact"/>
            </w:pPr>
          </w:p>
        </w:tc>
        <w:tc>
          <w:tcPr>
            <w:tcW w:w="8420" w:type="dxa"/>
            <w:gridSpan w:val="5"/>
            <w:tcBorders>
              <w:top w:val="single" w:sz="2" w:space="0" w:color="auto"/>
            </w:tcBorders>
            <w:vAlign w:val="center"/>
          </w:tcPr>
          <w:p w14:paraId="69E612F1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  <w:tc>
          <w:tcPr>
            <w:tcW w:w="3512" w:type="dxa"/>
            <w:vAlign w:val="center"/>
          </w:tcPr>
          <w:p w14:paraId="3A71A907" w14:textId="77777777" w:rsidR="00385D1C" w:rsidRPr="00603E4E" w:rsidRDefault="00385D1C" w:rsidP="00385D1C">
            <w:pPr>
              <w:pStyle w:val="Randtitel"/>
            </w:pPr>
            <w:r w:rsidRPr="00603E4E">
              <w:t>Administration</w:t>
            </w:r>
          </w:p>
        </w:tc>
        <w:tc>
          <w:tcPr>
            <w:tcW w:w="3512" w:type="dxa"/>
            <w:vAlign w:val="center"/>
          </w:tcPr>
          <w:p w14:paraId="356E4696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385D1C" w:rsidRPr="00603E4E" w14:paraId="44BE7017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4D989DD1" w14:textId="77777777" w:rsidR="00385D1C" w:rsidRPr="00603E4E" w:rsidRDefault="00385D1C" w:rsidP="00385D1C">
            <w:pPr>
              <w:pStyle w:val="Randtitel"/>
            </w:pPr>
            <w:r w:rsidRPr="00603E4E">
              <w:t>Name, Vorname</w:t>
            </w:r>
          </w:p>
        </w:tc>
        <w:tc>
          <w:tcPr>
            <w:tcW w:w="8420" w:type="dxa"/>
            <w:gridSpan w:val="5"/>
            <w:tcBorders>
              <w:bottom w:val="single" w:sz="2" w:space="0" w:color="auto"/>
            </w:tcBorders>
            <w:vAlign w:val="center"/>
          </w:tcPr>
          <w:p w14:paraId="72EB3789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385D1C" w:rsidRPr="00603E4E" w14:paraId="529AC942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58DEFCCB" w14:textId="77777777" w:rsidR="00385D1C" w:rsidRPr="00603E4E" w:rsidRDefault="00385D1C" w:rsidP="00385D1C">
            <w:pPr>
              <w:pStyle w:val="Randtitel"/>
            </w:pPr>
            <w:r w:rsidRPr="00603E4E">
              <w:t>Funktion</w:t>
            </w:r>
          </w:p>
        </w:tc>
        <w:tc>
          <w:tcPr>
            <w:tcW w:w="8420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D94DACC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385D1C" w:rsidRPr="00603E4E" w14:paraId="3274A870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1727BA47" w14:textId="77777777" w:rsidR="00385D1C" w:rsidRPr="00603E4E" w:rsidRDefault="00385D1C" w:rsidP="00385D1C">
            <w:pPr>
              <w:pStyle w:val="Randtitel"/>
              <w:spacing w:line="180" w:lineRule="exact"/>
            </w:pPr>
            <w:r w:rsidRPr="00603E4E">
              <w:t>Beruf und Titel, Jahr Ausbildungsabschluss</w:t>
            </w:r>
          </w:p>
        </w:tc>
        <w:tc>
          <w:tcPr>
            <w:tcW w:w="8420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21EC57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385D1C" w:rsidRPr="00603E4E" w14:paraId="3DC10129" w14:textId="77777777" w:rsidTr="00527134">
        <w:trPr>
          <w:gridAfter w:val="2"/>
          <w:wAfter w:w="7024" w:type="dxa"/>
          <w:trHeight w:hRule="exact" w:val="170"/>
        </w:trPr>
        <w:tc>
          <w:tcPr>
            <w:tcW w:w="2074" w:type="dxa"/>
            <w:gridSpan w:val="2"/>
            <w:vAlign w:val="center"/>
          </w:tcPr>
          <w:p w14:paraId="406E9A91" w14:textId="77777777" w:rsidR="00385D1C" w:rsidRPr="00603E4E" w:rsidRDefault="00385D1C" w:rsidP="00385D1C">
            <w:pPr>
              <w:pStyle w:val="Randtitel"/>
            </w:pPr>
          </w:p>
        </w:tc>
        <w:tc>
          <w:tcPr>
            <w:tcW w:w="8420" w:type="dxa"/>
            <w:gridSpan w:val="5"/>
            <w:tcBorders>
              <w:top w:val="single" w:sz="2" w:space="0" w:color="auto"/>
            </w:tcBorders>
            <w:vAlign w:val="center"/>
          </w:tcPr>
          <w:p w14:paraId="6E2C8A42" w14:textId="77777777" w:rsidR="00385D1C" w:rsidRPr="00603E4E" w:rsidRDefault="00385D1C" w:rsidP="00385D1C">
            <w:pPr>
              <w:pStyle w:val="Randtitel"/>
              <w:jc w:val="left"/>
            </w:pPr>
          </w:p>
        </w:tc>
      </w:tr>
      <w:tr w:rsidR="00385D1C" w:rsidRPr="00603E4E" w14:paraId="3AB74CEA" w14:textId="77777777" w:rsidTr="00527134">
        <w:trPr>
          <w:gridAfter w:val="2"/>
          <w:wAfter w:w="7024" w:type="dxa"/>
          <w:trHeight w:val="340"/>
        </w:trPr>
        <w:tc>
          <w:tcPr>
            <w:tcW w:w="2074" w:type="dxa"/>
            <w:gridSpan w:val="2"/>
            <w:vAlign w:val="center"/>
          </w:tcPr>
          <w:p w14:paraId="30564D0D" w14:textId="77777777" w:rsidR="00385D1C" w:rsidRPr="00603E4E" w:rsidRDefault="00385D1C" w:rsidP="00385D1C">
            <w:pPr>
              <w:pStyle w:val="Randtitel"/>
            </w:pPr>
          </w:p>
        </w:tc>
        <w:tc>
          <w:tcPr>
            <w:tcW w:w="8420" w:type="dxa"/>
            <w:gridSpan w:val="5"/>
            <w:shd w:val="clear" w:color="auto" w:fill="F2F2F2" w:themeFill="background1" w:themeFillShade="F2"/>
            <w:vAlign w:val="center"/>
          </w:tcPr>
          <w:p w14:paraId="79D6A650" w14:textId="77777777" w:rsidR="00385D1C" w:rsidRPr="00603E4E" w:rsidRDefault="00385D1C" w:rsidP="00385D1C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rPr>
                <w:rStyle w:val="Grundtextfett"/>
                <w:rFonts w:ascii="Arial" w:hAnsi="Arial" w:cs="Arial"/>
                <w:sz w:val="18"/>
                <w:szCs w:val="18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Angaben zu der verantwortlichen Person für das anstehende Bauvorhaben (Projektleiter)</w:t>
            </w:r>
          </w:p>
        </w:tc>
      </w:tr>
      <w:tr w:rsidR="00385D1C" w:rsidRPr="00603E4E" w14:paraId="1E702248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250E7E9B" w14:textId="77777777" w:rsidR="00385D1C" w:rsidRPr="00603E4E" w:rsidRDefault="00385D1C" w:rsidP="00385D1C">
            <w:pPr>
              <w:pStyle w:val="Randtitel"/>
            </w:pPr>
            <w:r w:rsidRPr="00603E4E">
              <w:t>Name, Vorname</w:t>
            </w:r>
          </w:p>
        </w:tc>
        <w:tc>
          <w:tcPr>
            <w:tcW w:w="8420" w:type="dxa"/>
            <w:gridSpan w:val="5"/>
            <w:tcBorders>
              <w:bottom w:val="single" w:sz="2" w:space="0" w:color="auto"/>
            </w:tcBorders>
            <w:vAlign w:val="center"/>
          </w:tcPr>
          <w:p w14:paraId="381BD2BB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385D1C" w:rsidRPr="00603E4E" w14:paraId="7B636830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4EDFEF89" w14:textId="77777777" w:rsidR="00385D1C" w:rsidRPr="00603E4E" w:rsidRDefault="00385D1C" w:rsidP="00385D1C">
            <w:pPr>
              <w:pStyle w:val="Randtitel"/>
            </w:pPr>
            <w:r w:rsidRPr="00603E4E">
              <w:t>Funktion</w:t>
            </w:r>
          </w:p>
        </w:tc>
        <w:tc>
          <w:tcPr>
            <w:tcW w:w="8420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FF52A44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385D1C" w:rsidRPr="00603E4E" w14:paraId="2E7DCD02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2FA0F273" w14:textId="77777777" w:rsidR="00385D1C" w:rsidRPr="00603E4E" w:rsidRDefault="00385D1C" w:rsidP="00385D1C">
            <w:pPr>
              <w:pStyle w:val="Randtitel"/>
              <w:spacing w:line="180" w:lineRule="exact"/>
            </w:pPr>
            <w:r w:rsidRPr="00603E4E">
              <w:t>Beruf und Titel, Jahr Ausbildungsabschluss</w:t>
            </w:r>
          </w:p>
        </w:tc>
        <w:tc>
          <w:tcPr>
            <w:tcW w:w="8420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C81E6BD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385D1C" w:rsidRPr="00603E4E" w14:paraId="5E77422F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2B2E923B" w14:textId="3B898C13" w:rsidR="00385D1C" w:rsidRPr="00603E4E" w:rsidRDefault="00385D1C" w:rsidP="00385D1C">
            <w:pPr>
              <w:pStyle w:val="Randtitel"/>
              <w:spacing w:line="180" w:lineRule="exact"/>
            </w:pPr>
            <w:r w:rsidRPr="00603E4E">
              <w:t xml:space="preserve">Referenzprojekt gemäss </w:t>
            </w:r>
            <w:r w:rsidR="00886717">
              <w:t>Zuschlags</w:t>
            </w:r>
            <w:r w:rsidRPr="00603E4E">
              <w:t xml:space="preserve">kriterium </w:t>
            </w:r>
            <w:r w:rsidR="00886717">
              <w:t>1</w:t>
            </w:r>
          </w:p>
        </w:tc>
        <w:tc>
          <w:tcPr>
            <w:tcW w:w="8420" w:type="dxa"/>
            <w:gridSpan w:val="5"/>
            <w:tcBorders>
              <w:bottom w:val="single" w:sz="2" w:space="0" w:color="auto"/>
            </w:tcBorders>
            <w:vAlign w:val="center"/>
          </w:tcPr>
          <w:p w14:paraId="34ACA65E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385D1C" w:rsidRPr="00603E4E" w14:paraId="0327A4E7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2032DD58" w14:textId="77777777" w:rsidR="00385D1C" w:rsidRPr="00603E4E" w:rsidRDefault="00385D1C" w:rsidP="00385D1C">
            <w:pPr>
              <w:pStyle w:val="Randtitel"/>
            </w:pPr>
            <w:r w:rsidRPr="00603E4E">
              <w:t>Referenzperson</w:t>
            </w:r>
          </w:p>
        </w:tc>
        <w:tc>
          <w:tcPr>
            <w:tcW w:w="8420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A622B65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385D1C" w:rsidRPr="00603E4E" w14:paraId="04D0C59C" w14:textId="77777777" w:rsidTr="00527134">
        <w:trPr>
          <w:gridAfter w:val="2"/>
          <w:wAfter w:w="7024" w:type="dxa"/>
          <w:trHeight w:hRule="exact" w:val="170"/>
        </w:trPr>
        <w:tc>
          <w:tcPr>
            <w:tcW w:w="2074" w:type="dxa"/>
            <w:gridSpan w:val="2"/>
            <w:vAlign w:val="center"/>
          </w:tcPr>
          <w:p w14:paraId="22EDD1EA" w14:textId="77777777" w:rsidR="00385D1C" w:rsidRPr="00603E4E" w:rsidRDefault="00385D1C" w:rsidP="00385D1C">
            <w:pPr>
              <w:pStyle w:val="Randtitel"/>
              <w:spacing w:line="180" w:lineRule="exact"/>
            </w:pPr>
          </w:p>
        </w:tc>
        <w:tc>
          <w:tcPr>
            <w:tcW w:w="8420" w:type="dxa"/>
            <w:gridSpan w:val="5"/>
            <w:tcBorders>
              <w:top w:val="single" w:sz="2" w:space="0" w:color="auto"/>
            </w:tcBorders>
            <w:vAlign w:val="center"/>
          </w:tcPr>
          <w:p w14:paraId="189AC6FE" w14:textId="77777777" w:rsidR="00385D1C" w:rsidRPr="00603E4E" w:rsidRDefault="00385D1C" w:rsidP="00385D1C">
            <w:pPr>
              <w:pStyle w:val="Randtitel"/>
              <w:jc w:val="left"/>
            </w:pPr>
          </w:p>
        </w:tc>
      </w:tr>
      <w:tr w:rsidR="00385D1C" w:rsidRPr="00603E4E" w14:paraId="645DBA15" w14:textId="77777777" w:rsidTr="00527134">
        <w:trPr>
          <w:gridAfter w:val="2"/>
          <w:wAfter w:w="7024" w:type="dxa"/>
          <w:trHeight w:val="340"/>
        </w:trPr>
        <w:tc>
          <w:tcPr>
            <w:tcW w:w="2074" w:type="dxa"/>
            <w:gridSpan w:val="2"/>
            <w:vAlign w:val="center"/>
          </w:tcPr>
          <w:p w14:paraId="5839A226" w14:textId="77777777" w:rsidR="00385D1C" w:rsidRPr="00603E4E" w:rsidRDefault="00385D1C" w:rsidP="00385D1C">
            <w:pPr>
              <w:pStyle w:val="Randtitel"/>
            </w:pPr>
          </w:p>
        </w:tc>
        <w:tc>
          <w:tcPr>
            <w:tcW w:w="8420" w:type="dxa"/>
            <w:gridSpan w:val="5"/>
            <w:shd w:val="clear" w:color="auto" w:fill="F2F2F2" w:themeFill="background1" w:themeFillShade="F2"/>
            <w:vAlign w:val="center"/>
          </w:tcPr>
          <w:p w14:paraId="360E79A7" w14:textId="77777777" w:rsidR="00385D1C" w:rsidRPr="00603E4E" w:rsidRDefault="00385D1C" w:rsidP="00385D1C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sz w:val="18"/>
                <w:szCs w:val="18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Personalbestand der Firma</w:t>
            </w:r>
          </w:p>
        </w:tc>
      </w:tr>
      <w:tr w:rsidR="00385D1C" w:rsidRPr="00603E4E" w14:paraId="75DB4D00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7AB89D3A" w14:textId="77777777" w:rsidR="00385D1C" w:rsidRPr="00603E4E" w:rsidRDefault="00385D1C" w:rsidP="00385D1C">
            <w:pPr>
              <w:pStyle w:val="Randtitel"/>
            </w:pPr>
            <w:r w:rsidRPr="00603E4E">
              <w:t>Firma gesamt</w:t>
            </w:r>
          </w:p>
        </w:tc>
        <w:tc>
          <w:tcPr>
            <w:tcW w:w="8420" w:type="dxa"/>
            <w:gridSpan w:val="5"/>
            <w:tcBorders>
              <w:bottom w:val="single" w:sz="2" w:space="0" w:color="auto"/>
            </w:tcBorders>
            <w:vAlign w:val="center"/>
          </w:tcPr>
          <w:p w14:paraId="1774C5F7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385D1C" w:rsidRPr="00603E4E" w14:paraId="19DA7E62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7925E2A5" w14:textId="77777777" w:rsidR="00385D1C" w:rsidRPr="00603E4E" w:rsidRDefault="00385D1C" w:rsidP="00385D1C">
            <w:pPr>
              <w:pStyle w:val="Randtitel"/>
            </w:pPr>
            <w:r w:rsidRPr="00603E4E">
              <w:t>Geschäftsleitung</w:t>
            </w:r>
          </w:p>
        </w:tc>
        <w:tc>
          <w:tcPr>
            <w:tcW w:w="259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74D8A4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  <w:tc>
          <w:tcPr>
            <w:tcW w:w="23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A7D96E" w14:textId="77777777" w:rsidR="00385D1C" w:rsidRPr="00603E4E" w:rsidRDefault="00385D1C" w:rsidP="00385D1C">
            <w:pPr>
              <w:pStyle w:val="Randtitel"/>
            </w:pPr>
            <w:r w:rsidRPr="00603E4E">
              <w:t>Bauleitung</w:t>
            </w:r>
          </w:p>
        </w:tc>
        <w:tc>
          <w:tcPr>
            <w:tcW w:w="35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4D203D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385D1C" w:rsidRPr="00603E4E" w14:paraId="527C5A87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6E2F2E3F" w14:textId="77777777" w:rsidR="00385D1C" w:rsidRPr="00603E4E" w:rsidRDefault="00385D1C" w:rsidP="00385D1C">
            <w:pPr>
              <w:pStyle w:val="Randtitel"/>
            </w:pPr>
            <w:r w:rsidRPr="00603E4E">
              <w:t>PlanerInnen</w:t>
            </w:r>
          </w:p>
        </w:tc>
        <w:tc>
          <w:tcPr>
            <w:tcW w:w="259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0E0D04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  <w:tc>
          <w:tcPr>
            <w:tcW w:w="23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D161C1B" w14:textId="77777777" w:rsidR="00385D1C" w:rsidRPr="00603E4E" w:rsidRDefault="00385D1C" w:rsidP="00385D1C">
            <w:pPr>
              <w:pStyle w:val="Randtitel"/>
            </w:pPr>
            <w:r w:rsidRPr="00603E4E">
              <w:t>ZeichnerInnen/TechnikerInnen</w:t>
            </w:r>
          </w:p>
        </w:tc>
        <w:tc>
          <w:tcPr>
            <w:tcW w:w="35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4126DB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385D1C" w:rsidRPr="00603E4E" w14:paraId="087F92FC" w14:textId="77777777" w:rsidTr="00527134">
        <w:trPr>
          <w:gridAfter w:val="2"/>
          <w:wAfter w:w="7024" w:type="dxa"/>
          <w:trHeight w:hRule="exact" w:val="369"/>
        </w:trPr>
        <w:tc>
          <w:tcPr>
            <w:tcW w:w="2074" w:type="dxa"/>
            <w:gridSpan w:val="2"/>
            <w:vAlign w:val="center"/>
          </w:tcPr>
          <w:p w14:paraId="07A9C503" w14:textId="77777777" w:rsidR="00385D1C" w:rsidRPr="00603E4E" w:rsidRDefault="00385D1C" w:rsidP="00385D1C">
            <w:pPr>
              <w:pStyle w:val="Randtitel"/>
            </w:pPr>
            <w:r w:rsidRPr="00603E4E">
              <w:t>Auszubildende</w:t>
            </w:r>
          </w:p>
        </w:tc>
        <w:tc>
          <w:tcPr>
            <w:tcW w:w="259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F7C102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  <w:tc>
          <w:tcPr>
            <w:tcW w:w="2318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B4370E" w14:textId="77777777" w:rsidR="00385D1C" w:rsidRPr="00603E4E" w:rsidRDefault="00385D1C" w:rsidP="00385D1C">
            <w:pPr>
              <w:pStyle w:val="Randtitel"/>
            </w:pPr>
            <w:r w:rsidRPr="00603E4E">
              <w:t>Administration</w:t>
            </w:r>
          </w:p>
        </w:tc>
        <w:tc>
          <w:tcPr>
            <w:tcW w:w="35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1B0D8F2" w14:textId="77777777" w:rsidR="00385D1C" w:rsidRPr="00603E4E" w:rsidRDefault="00385D1C" w:rsidP="00385D1C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</w:tbl>
    <w:p w14:paraId="21368393" w14:textId="3289A0AF" w:rsidR="00A0767E" w:rsidRDefault="00A0767E"/>
    <w:p w14:paraId="64E63522" w14:textId="1AF68DF9" w:rsidR="00A0767E" w:rsidRDefault="00A0767E">
      <w:pPr>
        <w:spacing w:after="200" w:line="276" w:lineRule="auto"/>
      </w:pPr>
      <w:r w:rsidRPr="00A0767E">
        <w:rPr>
          <w:noProof/>
        </w:rPr>
        <w:lastRenderedPageBreak/>
        <w:drawing>
          <wp:inline distT="0" distB="0" distL="0" distR="0" wp14:anchorId="317768FD" wp14:editId="62233F85">
            <wp:extent cx="5341716" cy="8252947"/>
            <wp:effectExtent l="0" t="0" r="0" b="0"/>
            <wp:docPr id="69232500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193" cy="8264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1F8AFFF2" w14:textId="77777777" w:rsidR="00994C75" w:rsidRDefault="00994C75"/>
    <w:tbl>
      <w:tblPr>
        <w:tblW w:w="10494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2074"/>
        <w:gridCol w:w="6420"/>
        <w:gridCol w:w="979"/>
        <w:gridCol w:w="1021"/>
      </w:tblGrid>
      <w:tr w:rsidR="00726D46" w:rsidRPr="00603E4E" w14:paraId="40D9A924" w14:textId="77777777" w:rsidTr="00074E75">
        <w:trPr>
          <w:trHeight w:val="340"/>
        </w:trPr>
        <w:tc>
          <w:tcPr>
            <w:tcW w:w="2074" w:type="dxa"/>
            <w:vAlign w:val="center"/>
          </w:tcPr>
          <w:p w14:paraId="43625074" w14:textId="77777777" w:rsidR="00726D46" w:rsidRPr="00603E4E" w:rsidRDefault="005C5929" w:rsidP="009B6F2F">
            <w:pPr>
              <w:pStyle w:val="Randtitel"/>
              <w:rPr>
                <w:sz w:val="21"/>
                <w:szCs w:val="21"/>
              </w:rPr>
            </w:pPr>
            <w:r w:rsidRPr="00603E4E">
              <w:rPr>
                <w:rStyle w:val="Grundtextfett"/>
                <w:color w:val="00B0F0"/>
                <w:sz w:val="21"/>
                <w:szCs w:val="21"/>
              </w:rPr>
              <w:t>BKP 59</w:t>
            </w:r>
            <w:r w:rsidR="006B04C8">
              <w:rPr>
                <w:rStyle w:val="Grundtextfett"/>
                <w:color w:val="00B0F0"/>
                <w:sz w:val="21"/>
                <w:szCs w:val="21"/>
              </w:rPr>
              <w:t>1</w:t>
            </w:r>
          </w:p>
        </w:tc>
        <w:tc>
          <w:tcPr>
            <w:tcW w:w="7399" w:type="dxa"/>
            <w:gridSpan w:val="2"/>
            <w:shd w:val="clear" w:color="auto" w:fill="F2F2F2" w:themeFill="background1" w:themeFillShade="F2"/>
            <w:vAlign w:val="center"/>
          </w:tcPr>
          <w:p w14:paraId="2DB558DE" w14:textId="77777777" w:rsidR="00726D46" w:rsidRPr="00603E4E" w:rsidRDefault="00726D46" w:rsidP="00615EE5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rFonts w:ascii="Arial" w:hAnsi="Arial" w:cs="Arial"/>
                <w:szCs w:val="16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Selbstdeklaration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211F179D" w14:textId="77777777" w:rsidR="00726D46" w:rsidRPr="00603E4E" w:rsidRDefault="00726D46" w:rsidP="00F81FC6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Ja/Nein</w:t>
            </w:r>
          </w:p>
        </w:tc>
      </w:tr>
      <w:tr w:rsidR="00726D46" w:rsidRPr="00603E4E" w14:paraId="1F9E5E32" w14:textId="77777777" w:rsidTr="00074E75">
        <w:trPr>
          <w:trHeight w:hRule="exact" w:val="675"/>
        </w:trPr>
        <w:tc>
          <w:tcPr>
            <w:tcW w:w="2074" w:type="dxa"/>
            <w:vAlign w:val="center"/>
          </w:tcPr>
          <w:p w14:paraId="793AB260" w14:textId="77777777" w:rsidR="00726D46" w:rsidRPr="00603E4E" w:rsidRDefault="00726D46" w:rsidP="00615EE5">
            <w:pPr>
              <w:pStyle w:val="Randtitel"/>
              <w:spacing w:line="200" w:lineRule="exact"/>
            </w:pPr>
          </w:p>
        </w:tc>
        <w:tc>
          <w:tcPr>
            <w:tcW w:w="7399" w:type="dxa"/>
            <w:gridSpan w:val="2"/>
            <w:tcBorders>
              <w:bottom w:val="single" w:sz="2" w:space="0" w:color="auto"/>
            </w:tcBorders>
            <w:vAlign w:val="center"/>
          </w:tcPr>
          <w:p w14:paraId="5BDA0715" w14:textId="77777777" w:rsidR="00726D46" w:rsidRPr="00603E4E" w:rsidRDefault="00726D46" w:rsidP="00615EE5">
            <w:pPr>
              <w:pStyle w:val="Randtitel"/>
              <w:jc w:val="left"/>
            </w:pPr>
            <w:r w:rsidRPr="00603E4E">
              <w:t>Haben Sie die fälligen Staats-, Gemeinde- und direkten Bundessteuern (inkl. Nach</w:t>
            </w:r>
            <w:r w:rsidRPr="00603E4E">
              <w:softHyphen/>
              <w:t>steuern etc.) vollumfänglich bezahlt?</w:t>
            </w:r>
          </w:p>
        </w:tc>
        <w:tc>
          <w:tcPr>
            <w:tcW w:w="1021" w:type="dxa"/>
            <w:tcBorders>
              <w:bottom w:val="single" w:sz="2" w:space="0" w:color="auto"/>
            </w:tcBorders>
            <w:vAlign w:val="center"/>
          </w:tcPr>
          <w:p w14:paraId="564E945C" w14:textId="77777777" w:rsidR="00726D46" w:rsidRPr="00603E4E" w:rsidRDefault="000F36FF" w:rsidP="00615EE5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726D46" w:rsidRPr="00603E4E" w14:paraId="5C0CC5BF" w14:textId="77777777" w:rsidTr="00074E75">
        <w:trPr>
          <w:trHeight w:hRule="exact" w:val="397"/>
        </w:trPr>
        <w:tc>
          <w:tcPr>
            <w:tcW w:w="2074" w:type="dxa"/>
            <w:vAlign w:val="center"/>
          </w:tcPr>
          <w:p w14:paraId="199076AA" w14:textId="77777777" w:rsidR="00726D46" w:rsidRPr="00603E4E" w:rsidRDefault="00726D46" w:rsidP="00615EE5">
            <w:pPr>
              <w:pStyle w:val="Randtitel"/>
              <w:spacing w:line="200" w:lineRule="exact"/>
            </w:pPr>
          </w:p>
        </w:tc>
        <w:tc>
          <w:tcPr>
            <w:tcW w:w="739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250AB5" w14:textId="77777777" w:rsidR="00726D46" w:rsidRPr="00603E4E" w:rsidRDefault="00726D46" w:rsidP="00615EE5">
            <w:pPr>
              <w:pStyle w:val="Randtitel"/>
              <w:jc w:val="left"/>
            </w:pPr>
            <w:r w:rsidRPr="00603E4E">
              <w:t>Haben Sie die fällige Mehrwertsteuer vollumfänglich bezahlt?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618AF5F" w14:textId="77777777" w:rsidR="00726D46" w:rsidRPr="00603E4E" w:rsidRDefault="000F36FF" w:rsidP="00615EE5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726D46" w:rsidRPr="00603E4E" w14:paraId="772CA005" w14:textId="77777777" w:rsidTr="00074E75">
        <w:trPr>
          <w:trHeight w:hRule="exact" w:val="680"/>
        </w:trPr>
        <w:tc>
          <w:tcPr>
            <w:tcW w:w="2074" w:type="dxa"/>
            <w:vAlign w:val="center"/>
          </w:tcPr>
          <w:p w14:paraId="710B225A" w14:textId="77777777" w:rsidR="00726D46" w:rsidRPr="00603E4E" w:rsidRDefault="00726D46" w:rsidP="00615EE5">
            <w:pPr>
              <w:pStyle w:val="Randtitel"/>
              <w:spacing w:line="200" w:lineRule="exact"/>
            </w:pPr>
          </w:p>
        </w:tc>
        <w:tc>
          <w:tcPr>
            <w:tcW w:w="739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331BB19" w14:textId="77777777" w:rsidR="00726D46" w:rsidRPr="00603E4E" w:rsidRDefault="00726D46" w:rsidP="00615EE5">
            <w:pPr>
              <w:pStyle w:val="Randtitel"/>
              <w:jc w:val="left"/>
            </w:pPr>
            <w:r w:rsidRPr="00603E4E">
              <w:t>Haben Sie die fälligen Sozialversicherungsbeiträge (AHV, IV, EO, FAK, ALV, BVG und UVG) einschliesslich der vom Lohn abgezogenen Arbeitnehmeranteile vollumfänglich bezahlt?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E39735" w14:textId="77777777" w:rsidR="00726D46" w:rsidRPr="00603E4E" w:rsidRDefault="000F36FF" w:rsidP="00615EE5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16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726D46" w:rsidRPr="00603E4E" w14:paraId="46FDD54B" w14:textId="77777777" w:rsidTr="00074E75">
        <w:trPr>
          <w:trHeight w:hRule="exact" w:val="680"/>
        </w:trPr>
        <w:tc>
          <w:tcPr>
            <w:tcW w:w="2074" w:type="dxa"/>
            <w:vAlign w:val="center"/>
          </w:tcPr>
          <w:p w14:paraId="0603E2DF" w14:textId="77777777" w:rsidR="00726D46" w:rsidRPr="00603E4E" w:rsidRDefault="00726D46" w:rsidP="00615EE5">
            <w:pPr>
              <w:pStyle w:val="Randtitel"/>
              <w:spacing w:line="200" w:lineRule="exact"/>
            </w:pPr>
          </w:p>
        </w:tc>
        <w:tc>
          <w:tcPr>
            <w:tcW w:w="739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E232CA6" w14:textId="77777777" w:rsidR="00726D46" w:rsidRPr="00603E4E" w:rsidRDefault="00726D46" w:rsidP="00615EE5">
            <w:pPr>
              <w:pStyle w:val="Randtitel"/>
              <w:jc w:val="left"/>
            </w:pPr>
            <w:r w:rsidRPr="00603E4E">
              <w:t>Haben Sie die fälligen Beiträge, die sich aus allgemeinverbindlich erklärten Gesamtarbeitsverträgen ergeben, einschliesslich der vom Lohn abgezogenen Arbeitnehmeranteile, vollumfänglich bezahlt?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674B985" w14:textId="77777777" w:rsidR="00726D46" w:rsidRPr="00603E4E" w:rsidRDefault="000F36FF" w:rsidP="00615EE5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726D46" w:rsidRPr="00603E4E" w14:paraId="794B840C" w14:textId="77777777" w:rsidTr="00074E75">
        <w:trPr>
          <w:trHeight w:hRule="exact" w:val="397"/>
        </w:trPr>
        <w:tc>
          <w:tcPr>
            <w:tcW w:w="2074" w:type="dxa"/>
            <w:vAlign w:val="center"/>
          </w:tcPr>
          <w:p w14:paraId="12EC7E02" w14:textId="77777777" w:rsidR="00726D46" w:rsidRPr="00603E4E" w:rsidRDefault="00726D46" w:rsidP="00615EE5">
            <w:pPr>
              <w:pStyle w:val="Randtitel"/>
              <w:spacing w:line="200" w:lineRule="exact"/>
            </w:pPr>
          </w:p>
        </w:tc>
        <w:tc>
          <w:tcPr>
            <w:tcW w:w="739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5AACB73" w14:textId="77777777" w:rsidR="00726D46" w:rsidRPr="00603E4E" w:rsidRDefault="00726D46" w:rsidP="00615EE5">
            <w:pPr>
              <w:pStyle w:val="Randtitel"/>
              <w:jc w:val="left"/>
            </w:pPr>
            <w:r w:rsidRPr="00603E4E">
              <w:t>Befinden Sie sich in einem Schuldbetreibungs- oder Konkursverfahren?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4BC182" w14:textId="77777777" w:rsidR="00726D46" w:rsidRPr="00603E4E" w:rsidRDefault="000F36FF" w:rsidP="00615EE5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726D46" w:rsidRPr="00603E4E" w14:paraId="77C801EA" w14:textId="77777777" w:rsidTr="00074E75">
        <w:trPr>
          <w:trHeight w:hRule="exact" w:val="397"/>
        </w:trPr>
        <w:tc>
          <w:tcPr>
            <w:tcW w:w="2074" w:type="dxa"/>
            <w:vAlign w:val="center"/>
          </w:tcPr>
          <w:p w14:paraId="6115A8CF" w14:textId="77777777" w:rsidR="00726D46" w:rsidRPr="00603E4E" w:rsidRDefault="00726D46" w:rsidP="00615EE5">
            <w:pPr>
              <w:pStyle w:val="Randtitel"/>
              <w:spacing w:line="200" w:lineRule="exact"/>
            </w:pPr>
          </w:p>
        </w:tc>
        <w:tc>
          <w:tcPr>
            <w:tcW w:w="739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F9EF22" w14:textId="77777777" w:rsidR="00726D46" w:rsidRPr="00603E4E" w:rsidRDefault="00726D46" w:rsidP="00615EE5">
            <w:pPr>
              <w:pStyle w:val="Randtitel"/>
              <w:jc w:val="left"/>
            </w:pPr>
            <w:r w:rsidRPr="00603E4E">
              <w:t>Wurden bei Ihnen in den vergangenen zwölf Monaten Pfändungen vollzogen?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D57AE57" w14:textId="77777777" w:rsidR="00726D46" w:rsidRPr="00603E4E" w:rsidRDefault="000F36FF" w:rsidP="00615EE5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726D46" w:rsidRPr="00603E4E" w14:paraId="24592AEC" w14:textId="77777777" w:rsidTr="00074E75">
        <w:trPr>
          <w:trHeight w:hRule="exact" w:val="397"/>
        </w:trPr>
        <w:tc>
          <w:tcPr>
            <w:tcW w:w="2074" w:type="dxa"/>
            <w:vAlign w:val="center"/>
          </w:tcPr>
          <w:p w14:paraId="4EFE64B2" w14:textId="77777777" w:rsidR="00726D46" w:rsidRPr="00603E4E" w:rsidRDefault="00726D46" w:rsidP="00615EE5">
            <w:pPr>
              <w:pStyle w:val="Randtitel"/>
              <w:spacing w:line="200" w:lineRule="exact"/>
            </w:pPr>
          </w:p>
        </w:tc>
        <w:tc>
          <w:tcPr>
            <w:tcW w:w="642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069CFB7" w14:textId="77777777" w:rsidR="00726D46" w:rsidRPr="00603E4E" w:rsidRDefault="00726D46" w:rsidP="00D8741F">
            <w:pPr>
              <w:pStyle w:val="Randtitel"/>
              <w:tabs>
                <w:tab w:val="right" w:pos="6148"/>
              </w:tabs>
              <w:jc w:val="left"/>
            </w:pPr>
            <w:r w:rsidRPr="00603E4E">
              <w:t>Wenn Ja: Auf welchen Betrag beliefen sich die entsprechenden Forderungen?</w:t>
            </w:r>
            <w:r w:rsidRPr="00603E4E">
              <w:tab/>
            </w:r>
          </w:p>
        </w:tc>
        <w:tc>
          <w:tcPr>
            <w:tcW w:w="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526B28" w14:textId="77777777" w:rsidR="00726D46" w:rsidRPr="00603E4E" w:rsidRDefault="00726D46" w:rsidP="00D8741F">
            <w:pPr>
              <w:pStyle w:val="Randtitel"/>
              <w:tabs>
                <w:tab w:val="right" w:pos="6148"/>
              </w:tabs>
            </w:pPr>
            <w:r w:rsidRPr="00603E4E">
              <w:t>Fr.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E5C8E7" w14:textId="77777777" w:rsidR="00726D46" w:rsidRPr="00603E4E" w:rsidRDefault="000F36FF" w:rsidP="003A69CD">
            <w:pPr>
              <w:pStyle w:val="Randtitel"/>
              <w:jc w:val="left"/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A0B0B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="00AA0B0B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</w:tr>
      <w:tr w:rsidR="00726D46" w:rsidRPr="00603E4E" w14:paraId="0DBBA410" w14:textId="77777777" w:rsidTr="00074E75">
        <w:trPr>
          <w:trHeight w:hRule="exact" w:val="397"/>
        </w:trPr>
        <w:tc>
          <w:tcPr>
            <w:tcW w:w="2074" w:type="dxa"/>
            <w:vAlign w:val="center"/>
          </w:tcPr>
          <w:p w14:paraId="0BD073E2" w14:textId="77777777" w:rsidR="00726D46" w:rsidRPr="00603E4E" w:rsidRDefault="00726D46" w:rsidP="00615EE5">
            <w:pPr>
              <w:pStyle w:val="Randtitel"/>
              <w:spacing w:line="200" w:lineRule="exact"/>
            </w:pPr>
          </w:p>
        </w:tc>
        <w:tc>
          <w:tcPr>
            <w:tcW w:w="739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FA57E7" w14:textId="77777777" w:rsidR="00726D46" w:rsidRPr="00603E4E" w:rsidRDefault="00726D46" w:rsidP="00615EE5">
            <w:pPr>
              <w:pStyle w:val="Randtitel"/>
              <w:jc w:val="left"/>
            </w:pPr>
            <w:r w:rsidRPr="00603E4E">
              <w:t>Haben Sie Absprachen oder andere wettbewerbsbeeinträchtigende Massnahmen getroffen?</w:t>
            </w:r>
          </w:p>
        </w:tc>
        <w:tc>
          <w:tcPr>
            <w:tcW w:w="102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D0B189A" w14:textId="77777777" w:rsidR="00726D46" w:rsidRPr="00603E4E" w:rsidRDefault="000F36FF" w:rsidP="00615EE5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FD320D" w:rsidRPr="00603E4E" w14:paraId="792C4C02" w14:textId="77777777" w:rsidTr="00074E75">
        <w:trPr>
          <w:trHeight w:hRule="exact" w:val="397"/>
        </w:trPr>
        <w:tc>
          <w:tcPr>
            <w:tcW w:w="2074" w:type="dxa"/>
            <w:vAlign w:val="center"/>
          </w:tcPr>
          <w:p w14:paraId="7291C4AA" w14:textId="77777777" w:rsidR="00FD320D" w:rsidRPr="00603E4E" w:rsidRDefault="00FD320D" w:rsidP="00615EE5">
            <w:pPr>
              <w:pStyle w:val="Randtitel"/>
              <w:spacing w:line="200" w:lineRule="exact"/>
            </w:pPr>
            <w:r w:rsidRPr="00603E4E">
              <w:t>Bemerkungen</w:t>
            </w:r>
          </w:p>
        </w:tc>
        <w:tc>
          <w:tcPr>
            <w:tcW w:w="8420" w:type="dxa"/>
            <w:gridSpan w:val="3"/>
            <w:vMerge w:val="restart"/>
            <w:tcBorders>
              <w:top w:val="single" w:sz="2" w:space="0" w:color="auto"/>
            </w:tcBorders>
          </w:tcPr>
          <w:p w14:paraId="5D329934" w14:textId="77777777" w:rsidR="00FD320D" w:rsidRPr="00603E4E" w:rsidRDefault="000F36FF" w:rsidP="00FD320D">
            <w:pPr>
              <w:pStyle w:val="Grundtext"/>
              <w:spacing w:before="120" w:after="0" w:line="240" w:lineRule="auto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FD320D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FD320D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FD320D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FD320D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FD320D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FD320D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FD320D" w:rsidRPr="00603E4E" w14:paraId="3F07A578" w14:textId="77777777" w:rsidTr="00074E75">
        <w:trPr>
          <w:trHeight w:val="397"/>
        </w:trPr>
        <w:tc>
          <w:tcPr>
            <w:tcW w:w="2074" w:type="dxa"/>
            <w:vAlign w:val="center"/>
          </w:tcPr>
          <w:p w14:paraId="336CED0D" w14:textId="77777777" w:rsidR="00FD320D" w:rsidRPr="00603E4E" w:rsidRDefault="00FD320D" w:rsidP="00615EE5">
            <w:pPr>
              <w:pStyle w:val="Randtitel"/>
              <w:spacing w:line="200" w:lineRule="exact"/>
            </w:pPr>
          </w:p>
        </w:tc>
        <w:tc>
          <w:tcPr>
            <w:tcW w:w="8420" w:type="dxa"/>
            <w:gridSpan w:val="3"/>
            <w:vMerge/>
            <w:vAlign w:val="center"/>
          </w:tcPr>
          <w:p w14:paraId="74CEDD2B" w14:textId="77777777" w:rsidR="00FD320D" w:rsidRPr="00603E4E" w:rsidRDefault="00FD320D" w:rsidP="00615EE5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FD320D" w:rsidRPr="00603E4E" w14:paraId="2BC943B7" w14:textId="77777777" w:rsidTr="00074E75">
        <w:trPr>
          <w:trHeight w:val="397"/>
        </w:trPr>
        <w:tc>
          <w:tcPr>
            <w:tcW w:w="2074" w:type="dxa"/>
            <w:vAlign w:val="center"/>
          </w:tcPr>
          <w:p w14:paraId="2363C755" w14:textId="77777777" w:rsidR="00FD320D" w:rsidRPr="00603E4E" w:rsidRDefault="00FD320D" w:rsidP="00615EE5">
            <w:pPr>
              <w:pStyle w:val="Randtitel"/>
              <w:spacing w:line="200" w:lineRule="exact"/>
            </w:pPr>
          </w:p>
        </w:tc>
        <w:tc>
          <w:tcPr>
            <w:tcW w:w="8420" w:type="dxa"/>
            <w:gridSpan w:val="3"/>
            <w:vMerge/>
            <w:vAlign w:val="center"/>
          </w:tcPr>
          <w:p w14:paraId="45E2E072" w14:textId="77777777" w:rsidR="00FD320D" w:rsidRPr="00603E4E" w:rsidRDefault="00FD320D" w:rsidP="00615EE5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FD320D" w:rsidRPr="00603E4E" w14:paraId="59B150A4" w14:textId="77777777" w:rsidTr="00074E75">
        <w:trPr>
          <w:trHeight w:val="397"/>
        </w:trPr>
        <w:tc>
          <w:tcPr>
            <w:tcW w:w="2074" w:type="dxa"/>
            <w:vAlign w:val="center"/>
          </w:tcPr>
          <w:p w14:paraId="63379633" w14:textId="77777777" w:rsidR="00FD320D" w:rsidRPr="00603E4E" w:rsidRDefault="00FD320D" w:rsidP="00615EE5">
            <w:pPr>
              <w:pStyle w:val="Randtitel"/>
              <w:spacing w:line="200" w:lineRule="exact"/>
            </w:pPr>
          </w:p>
        </w:tc>
        <w:tc>
          <w:tcPr>
            <w:tcW w:w="8420" w:type="dxa"/>
            <w:gridSpan w:val="3"/>
            <w:vMerge/>
            <w:vAlign w:val="center"/>
          </w:tcPr>
          <w:p w14:paraId="668A10BF" w14:textId="77777777" w:rsidR="00FD320D" w:rsidRPr="00603E4E" w:rsidRDefault="00FD320D" w:rsidP="00615EE5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FD320D" w:rsidRPr="00603E4E" w14:paraId="7129FDCE" w14:textId="77777777" w:rsidTr="00074E75">
        <w:trPr>
          <w:trHeight w:val="397"/>
        </w:trPr>
        <w:tc>
          <w:tcPr>
            <w:tcW w:w="2074" w:type="dxa"/>
            <w:vAlign w:val="center"/>
          </w:tcPr>
          <w:p w14:paraId="026F9AF1" w14:textId="77777777" w:rsidR="00FD320D" w:rsidRPr="00603E4E" w:rsidRDefault="00FD320D" w:rsidP="00F20E8B">
            <w:pPr>
              <w:pStyle w:val="Randtitel"/>
            </w:pPr>
          </w:p>
        </w:tc>
        <w:tc>
          <w:tcPr>
            <w:tcW w:w="8420" w:type="dxa"/>
            <w:gridSpan w:val="3"/>
            <w:vMerge/>
            <w:vAlign w:val="center"/>
          </w:tcPr>
          <w:p w14:paraId="0E97D098" w14:textId="77777777" w:rsidR="00FD320D" w:rsidRPr="00603E4E" w:rsidRDefault="00FD320D" w:rsidP="00615EE5">
            <w:pPr>
              <w:pStyle w:val="Randtitel"/>
              <w:jc w:val="left"/>
            </w:pPr>
          </w:p>
        </w:tc>
      </w:tr>
      <w:tr w:rsidR="00FD320D" w:rsidRPr="00603E4E" w14:paraId="143E7A95" w14:textId="77777777" w:rsidTr="00074E75">
        <w:trPr>
          <w:trHeight w:val="397"/>
        </w:trPr>
        <w:tc>
          <w:tcPr>
            <w:tcW w:w="2074" w:type="dxa"/>
            <w:vAlign w:val="center"/>
          </w:tcPr>
          <w:p w14:paraId="72FACD95" w14:textId="77777777" w:rsidR="00FD320D" w:rsidRPr="00603E4E" w:rsidRDefault="00FD320D" w:rsidP="00F20E8B">
            <w:pPr>
              <w:pStyle w:val="Randtitel"/>
            </w:pPr>
          </w:p>
        </w:tc>
        <w:tc>
          <w:tcPr>
            <w:tcW w:w="8420" w:type="dxa"/>
            <w:gridSpan w:val="3"/>
            <w:vMerge/>
            <w:vAlign w:val="center"/>
          </w:tcPr>
          <w:p w14:paraId="1AADAFD0" w14:textId="77777777" w:rsidR="00FD320D" w:rsidRPr="00603E4E" w:rsidRDefault="00FD320D" w:rsidP="00615EE5">
            <w:pPr>
              <w:pStyle w:val="Randtitel"/>
              <w:jc w:val="left"/>
            </w:pPr>
          </w:p>
        </w:tc>
      </w:tr>
      <w:tr w:rsidR="00726D46" w:rsidRPr="00603E4E" w14:paraId="711156ED" w14:textId="77777777" w:rsidTr="00074E75">
        <w:trPr>
          <w:trHeight w:val="1628"/>
        </w:trPr>
        <w:tc>
          <w:tcPr>
            <w:tcW w:w="2074" w:type="dxa"/>
            <w:vAlign w:val="center"/>
          </w:tcPr>
          <w:p w14:paraId="3BF16C90" w14:textId="77777777" w:rsidR="00726D46" w:rsidRPr="00603E4E" w:rsidRDefault="00726D46" w:rsidP="00615EE5">
            <w:pPr>
              <w:pStyle w:val="Randtitel"/>
              <w:tabs>
                <w:tab w:val="right" w:pos="6148"/>
              </w:tabs>
              <w:jc w:val="left"/>
              <w:rPr>
                <w:rFonts w:ascii="Arial Black" w:hAnsi="Arial Black"/>
              </w:rPr>
            </w:pPr>
          </w:p>
        </w:tc>
        <w:tc>
          <w:tcPr>
            <w:tcW w:w="8420" w:type="dxa"/>
            <w:gridSpan w:val="3"/>
            <w:vAlign w:val="center"/>
          </w:tcPr>
          <w:p w14:paraId="0A0B0D49" w14:textId="25C9DF18" w:rsidR="00B70DA2" w:rsidRPr="00B70DA2" w:rsidRDefault="00B70DA2" w:rsidP="00B70DA2">
            <w:pPr>
              <w:tabs>
                <w:tab w:val="right" w:pos="6148"/>
              </w:tabs>
              <w:spacing w:after="0"/>
              <w:rPr>
                <w:rFonts w:ascii="Arial Black" w:hAnsi="Arial Black"/>
                <w:sz w:val="16"/>
                <w:lang w:eastAsia="en-GB"/>
              </w:rPr>
            </w:pPr>
            <w:r w:rsidRPr="00B70DA2">
              <w:rPr>
                <w:rFonts w:ascii="Arial Black" w:hAnsi="Arial Black"/>
                <w:sz w:val="16"/>
                <w:lang w:eastAsia="en-GB"/>
              </w:rPr>
              <w:t>Bei Nichteinreichen der Nachweise oder bei Fehlen der oben verlangten</w:t>
            </w:r>
            <w:r>
              <w:rPr>
                <w:rFonts w:ascii="Arial Black" w:hAnsi="Arial Black"/>
                <w:sz w:val="16"/>
                <w:lang w:eastAsia="en-GB"/>
              </w:rPr>
              <w:t xml:space="preserve"> </w:t>
            </w:r>
            <w:r w:rsidRPr="00B70DA2">
              <w:rPr>
                <w:rFonts w:ascii="Arial Black" w:hAnsi="Arial Black"/>
                <w:sz w:val="16"/>
                <w:lang w:eastAsia="en-GB"/>
              </w:rPr>
              <w:t>Angaben werden Anbietende ausgeschlossen (vgl. Art. 44 IVöB).</w:t>
            </w:r>
          </w:p>
          <w:p w14:paraId="72B6FCE8" w14:textId="72C3F350" w:rsidR="00726D46" w:rsidRPr="00603E4E" w:rsidRDefault="00B70DA2" w:rsidP="00B70DA2">
            <w:pPr>
              <w:tabs>
                <w:tab w:val="right" w:pos="6148"/>
              </w:tabs>
              <w:spacing w:after="0"/>
              <w:rPr>
                <w:rFonts w:ascii="Arial Black" w:hAnsi="Arial Black"/>
                <w:sz w:val="16"/>
                <w:lang w:eastAsia="en-GB"/>
              </w:rPr>
            </w:pPr>
            <w:r w:rsidRPr="00B70DA2">
              <w:rPr>
                <w:rFonts w:ascii="Arial Black" w:hAnsi="Arial Black"/>
                <w:sz w:val="16"/>
                <w:lang w:eastAsia="en-GB"/>
              </w:rPr>
              <w:t>Gemäss Art. 45 IVöB werden Widerhandlungen gegen die Vergabebestimmungen</w:t>
            </w:r>
            <w:r>
              <w:rPr>
                <w:rFonts w:ascii="Arial Black" w:hAnsi="Arial Black"/>
                <w:sz w:val="16"/>
                <w:lang w:eastAsia="en-GB"/>
              </w:rPr>
              <w:t xml:space="preserve"> </w:t>
            </w:r>
            <w:r w:rsidRPr="00B70DA2">
              <w:rPr>
                <w:rFonts w:ascii="Arial Black" w:hAnsi="Arial Black"/>
                <w:sz w:val="16"/>
                <w:lang w:eastAsia="en-GB"/>
              </w:rPr>
              <w:t>durch Verwarnung, Busse von bis zu zehn Prozent der bereinigten</w:t>
            </w:r>
            <w:r>
              <w:rPr>
                <w:rFonts w:ascii="Arial Black" w:hAnsi="Arial Black"/>
                <w:sz w:val="16"/>
                <w:lang w:eastAsia="en-GB"/>
              </w:rPr>
              <w:t xml:space="preserve"> </w:t>
            </w:r>
            <w:r w:rsidRPr="00B70DA2">
              <w:rPr>
                <w:rFonts w:ascii="Arial Black" w:hAnsi="Arial Black"/>
                <w:sz w:val="16"/>
                <w:lang w:eastAsia="en-GB"/>
              </w:rPr>
              <w:t>Angebotssumme oder Ausschluss von künftigen Vergaben für die Dauer bis</w:t>
            </w:r>
            <w:r>
              <w:rPr>
                <w:rFonts w:ascii="Arial Black" w:hAnsi="Arial Black"/>
                <w:sz w:val="16"/>
                <w:lang w:eastAsia="en-GB"/>
              </w:rPr>
              <w:t xml:space="preserve"> </w:t>
            </w:r>
            <w:r w:rsidRPr="00B70DA2">
              <w:rPr>
                <w:rFonts w:ascii="Arial Black" w:hAnsi="Arial Black"/>
                <w:sz w:val="16"/>
                <w:lang w:eastAsia="en-GB"/>
              </w:rPr>
              <w:t>zu fünf Jahren geahndet. Weitere rechtliche Schritte gegen fehlbare Anbietende</w:t>
            </w:r>
            <w:r>
              <w:rPr>
                <w:rFonts w:ascii="Arial Black" w:hAnsi="Arial Black"/>
                <w:sz w:val="16"/>
                <w:lang w:eastAsia="en-GB"/>
              </w:rPr>
              <w:t xml:space="preserve"> </w:t>
            </w:r>
            <w:r w:rsidRPr="00B70DA2">
              <w:rPr>
                <w:rFonts w:ascii="Arial Black" w:hAnsi="Arial Black"/>
                <w:sz w:val="16"/>
                <w:lang w:eastAsia="en-GB"/>
              </w:rPr>
              <w:t>bleiben vorbehalten.</w:t>
            </w:r>
          </w:p>
        </w:tc>
      </w:tr>
      <w:tr w:rsidR="00726D46" w:rsidRPr="00603E4E" w14:paraId="4284E939" w14:textId="77777777" w:rsidTr="00074E75">
        <w:trPr>
          <w:trHeight w:val="397"/>
        </w:trPr>
        <w:tc>
          <w:tcPr>
            <w:tcW w:w="2074" w:type="dxa"/>
            <w:vAlign w:val="center"/>
          </w:tcPr>
          <w:p w14:paraId="4140ABAC" w14:textId="77777777" w:rsidR="00726D46" w:rsidRPr="00603E4E" w:rsidRDefault="00726D46" w:rsidP="00615EE5">
            <w:pPr>
              <w:pStyle w:val="Randtitel"/>
              <w:tabs>
                <w:tab w:val="right" w:pos="6148"/>
              </w:tabs>
              <w:jc w:val="left"/>
              <w:rPr>
                <w:rFonts w:ascii="Arial Black" w:hAnsi="Arial Black"/>
              </w:rPr>
            </w:pPr>
          </w:p>
        </w:tc>
        <w:tc>
          <w:tcPr>
            <w:tcW w:w="8420" w:type="dxa"/>
            <w:gridSpan w:val="3"/>
            <w:vAlign w:val="center"/>
          </w:tcPr>
          <w:p w14:paraId="6906BCC6" w14:textId="77777777" w:rsidR="00726D46" w:rsidRPr="00603E4E" w:rsidRDefault="00726D46" w:rsidP="00615EE5">
            <w:pPr>
              <w:tabs>
                <w:tab w:val="right" w:pos="6148"/>
              </w:tabs>
              <w:spacing w:after="0"/>
              <w:rPr>
                <w:rFonts w:ascii="Arial Black" w:hAnsi="Arial Black"/>
                <w:sz w:val="16"/>
                <w:lang w:eastAsia="en-GB"/>
              </w:rPr>
            </w:pPr>
          </w:p>
        </w:tc>
      </w:tr>
      <w:tr w:rsidR="00726D46" w:rsidRPr="00603E4E" w14:paraId="10544C11" w14:textId="77777777" w:rsidTr="00074E75">
        <w:trPr>
          <w:trHeight w:val="1127"/>
        </w:trPr>
        <w:tc>
          <w:tcPr>
            <w:tcW w:w="2074" w:type="dxa"/>
            <w:vAlign w:val="center"/>
          </w:tcPr>
          <w:p w14:paraId="7FF3FBC1" w14:textId="77777777" w:rsidR="00726D46" w:rsidRPr="00603E4E" w:rsidRDefault="00726D46" w:rsidP="00615EE5">
            <w:pPr>
              <w:tabs>
                <w:tab w:val="left" w:pos="2268"/>
                <w:tab w:val="left" w:pos="2835"/>
                <w:tab w:val="left" w:pos="3402"/>
                <w:tab w:val="right" w:pos="5954"/>
                <w:tab w:val="right" w:pos="6148"/>
              </w:tabs>
              <w:spacing w:after="0" w:line="200" w:lineRule="exact"/>
              <w:rPr>
                <w:rFonts w:ascii="Arial Black" w:hAnsi="Arial Black"/>
                <w:sz w:val="16"/>
                <w:lang w:eastAsia="en-GB"/>
              </w:rPr>
            </w:pPr>
          </w:p>
        </w:tc>
        <w:tc>
          <w:tcPr>
            <w:tcW w:w="8420" w:type="dxa"/>
            <w:gridSpan w:val="3"/>
            <w:vAlign w:val="center"/>
          </w:tcPr>
          <w:p w14:paraId="4E0E2954" w14:textId="77777777" w:rsidR="00726D46" w:rsidRPr="00603E4E" w:rsidRDefault="00726D46" w:rsidP="00615EE5">
            <w:pPr>
              <w:tabs>
                <w:tab w:val="left" w:pos="2268"/>
                <w:tab w:val="left" w:pos="2835"/>
                <w:tab w:val="left" w:pos="3402"/>
                <w:tab w:val="right" w:pos="5954"/>
                <w:tab w:val="right" w:pos="6148"/>
              </w:tabs>
              <w:spacing w:after="0"/>
              <w:rPr>
                <w:rFonts w:ascii="Arial Black" w:hAnsi="Arial Black"/>
                <w:sz w:val="16"/>
                <w:lang w:eastAsia="en-GB"/>
              </w:rPr>
            </w:pPr>
            <w:r w:rsidRPr="00603E4E">
              <w:rPr>
                <w:rFonts w:ascii="Arial Black" w:hAnsi="Arial Black"/>
                <w:sz w:val="16"/>
                <w:lang w:eastAsia="en-GB"/>
              </w:rPr>
              <w:t>Mit der nachfolgenden Unterschrift bestätigt die Firma die Richtigkeit aller Angaben und ermächtigt die jeweils zuständigen Behörden und Einrichtungen, der Vergabestelle Auskünfte über allfä</w:t>
            </w:r>
            <w:r w:rsidR="00CF6598" w:rsidRPr="00603E4E">
              <w:rPr>
                <w:rFonts w:ascii="Arial Black" w:hAnsi="Arial Black"/>
                <w:sz w:val="16"/>
                <w:lang w:eastAsia="en-GB"/>
              </w:rPr>
              <w:t>llige Steuer- und Sozialabgaben</w:t>
            </w:r>
            <w:r w:rsidRPr="00603E4E">
              <w:rPr>
                <w:rFonts w:ascii="Arial Black" w:hAnsi="Arial Black"/>
                <w:sz w:val="16"/>
                <w:lang w:eastAsia="en-GB"/>
              </w:rPr>
              <w:t>ausstände, betreibungsrechtliche Vorgänge und weitere Angaben im Rahmen der Selbstdeklaration zu erteilen.</w:t>
            </w:r>
          </w:p>
        </w:tc>
      </w:tr>
      <w:tr w:rsidR="00726D46" w:rsidRPr="00603E4E" w14:paraId="0F8C253D" w14:textId="77777777" w:rsidTr="00074E75">
        <w:trPr>
          <w:trHeight w:val="397"/>
        </w:trPr>
        <w:tc>
          <w:tcPr>
            <w:tcW w:w="2074" w:type="dxa"/>
            <w:vAlign w:val="center"/>
          </w:tcPr>
          <w:p w14:paraId="0CF6E5C5" w14:textId="77777777" w:rsidR="00726D46" w:rsidRPr="00603E4E" w:rsidRDefault="00726D46" w:rsidP="00D14C7A">
            <w:pPr>
              <w:pStyle w:val="Randtitel"/>
              <w:rPr>
                <w:szCs w:val="16"/>
              </w:rPr>
            </w:pPr>
          </w:p>
        </w:tc>
        <w:tc>
          <w:tcPr>
            <w:tcW w:w="8420" w:type="dxa"/>
            <w:gridSpan w:val="3"/>
            <w:vAlign w:val="center"/>
          </w:tcPr>
          <w:p w14:paraId="76D975E1" w14:textId="77777777" w:rsidR="00726D46" w:rsidRPr="00603E4E" w:rsidRDefault="00726D46" w:rsidP="00D14C7A">
            <w:pPr>
              <w:pStyle w:val="Randtitel"/>
              <w:spacing w:line="180" w:lineRule="exact"/>
              <w:jc w:val="left"/>
              <w:rPr>
                <w:rStyle w:val="Grundtextfett"/>
                <w:rFonts w:ascii="Arial" w:hAnsi="Arial" w:cs="Arial"/>
                <w:szCs w:val="16"/>
              </w:rPr>
            </w:pPr>
          </w:p>
        </w:tc>
      </w:tr>
      <w:tr w:rsidR="00726D46" w:rsidRPr="00603E4E" w14:paraId="07A33AFC" w14:textId="77777777" w:rsidTr="00074E75">
        <w:trPr>
          <w:trHeight w:val="397"/>
        </w:trPr>
        <w:tc>
          <w:tcPr>
            <w:tcW w:w="2074" w:type="dxa"/>
            <w:vAlign w:val="bottom"/>
          </w:tcPr>
          <w:p w14:paraId="0E7D493D" w14:textId="77777777" w:rsidR="00726D46" w:rsidRPr="00603E4E" w:rsidRDefault="00726D46" w:rsidP="00043DD4">
            <w:pPr>
              <w:pStyle w:val="Randtitel"/>
              <w:spacing w:line="200" w:lineRule="exact"/>
            </w:pPr>
            <w:r w:rsidRPr="00603E4E">
              <w:t>Ort und Datum</w:t>
            </w:r>
          </w:p>
        </w:tc>
        <w:tc>
          <w:tcPr>
            <w:tcW w:w="8420" w:type="dxa"/>
            <w:gridSpan w:val="3"/>
            <w:tcBorders>
              <w:bottom w:val="single" w:sz="2" w:space="0" w:color="auto"/>
            </w:tcBorders>
            <w:vAlign w:val="bottom"/>
          </w:tcPr>
          <w:p w14:paraId="776F65D9" w14:textId="77777777" w:rsidR="00726D46" w:rsidRPr="00603E4E" w:rsidRDefault="000F36FF" w:rsidP="00864900">
            <w:pPr>
              <w:pStyle w:val="Grundtext"/>
              <w:spacing w:after="0" w:line="200" w:lineRule="exact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AA0B0B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726D46" w:rsidRPr="00603E4E" w14:paraId="3BF2690D" w14:textId="77777777" w:rsidTr="00074E75">
        <w:trPr>
          <w:trHeight w:val="1191"/>
        </w:trPr>
        <w:tc>
          <w:tcPr>
            <w:tcW w:w="2074" w:type="dxa"/>
            <w:vAlign w:val="bottom"/>
          </w:tcPr>
          <w:p w14:paraId="1C1A807C" w14:textId="77777777" w:rsidR="00726D46" w:rsidRPr="00603E4E" w:rsidRDefault="00726D46" w:rsidP="00043DD4">
            <w:pPr>
              <w:pStyle w:val="Randtitel"/>
              <w:spacing w:line="200" w:lineRule="exact"/>
            </w:pPr>
            <w:r w:rsidRPr="00603E4E">
              <w:t xml:space="preserve">Firmenstempel </w:t>
            </w:r>
            <w:r w:rsidRPr="00603E4E">
              <w:br/>
              <w:t>und rechtsgültige Unterschrift(en)</w:t>
            </w:r>
          </w:p>
        </w:tc>
        <w:tc>
          <w:tcPr>
            <w:tcW w:w="8420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FBFCB98" w14:textId="77777777" w:rsidR="00726D46" w:rsidRPr="00603E4E" w:rsidRDefault="00726D46" w:rsidP="00864900">
            <w:pPr>
              <w:pStyle w:val="Grundtext"/>
              <w:spacing w:after="0" w:line="200" w:lineRule="exact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</w:tbl>
    <w:p w14:paraId="5DB4E19A" w14:textId="77777777" w:rsidR="000E13CC" w:rsidRDefault="000E13CC"/>
    <w:p w14:paraId="7F3FAE87" w14:textId="77777777" w:rsidR="00CB42CA" w:rsidRDefault="00CB42CA"/>
    <w:tbl>
      <w:tblPr>
        <w:tblW w:w="10497" w:type="dxa"/>
        <w:tblInd w:w="-1985" w:type="dxa"/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1985"/>
        <w:gridCol w:w="1141"/>
        <w:gridCol w:w="560"/>
        <w:gridCol w:w="493"/>
        <w:gridCol w:w="544"/>
        <w:gridCol w:w="99"/>
        <w:gridCol w:w="409"/>
        <w:gridCol w:w="1053"/>
        <w:gridCol w:w="1052"/>
        <w:gridCol w:w="36"/>
        <w:gridCol w:w="287"/>
        <w:gridCol w:w="563"/>
        <w:gridCol w:w="167"/>
        <w:gridCol w:w="1052"/>
        <w:gridCol w:w="1056"/>
      </w:tblGrid>
      <w:tr w:rsidR="000E13CC" w:rsidRPr="00603E4E" w14:paraId="646B43AA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49176C3A" w14:textId="77777777" w:rsidR="000E13CC" w:rsidRPr="00603E4E" w:rsidRDefault="005C5929" w:rsidP="009B6F2F">
            <w:pPr>
              <w:pStyle w:val="Randtitel"/>
              <w:rPr>
                <w:sz w:val="20"/>
                <w:szCs w:val="20"/>
              </w:rPr>
            </w:pPr>
            <w:r w:rsidRPr="007472F1">
              <w:rPr>
                <w:rStyle w:val="Grundtextfett"/>
                <w:color w:val="00B0F0"/>
                <w:sz w:val="21"/>
                <w:szCs w:val="21"/>
              </w:rPr>
              <w:t xml:space="preserve">BKP </w:t>
            </w:r>
            <w:r w:rsidR="00F15D7F" w:rsidRPr="007472F1">
              <w:rPr>
                <w:rStyle w:val="Grundtextfett"/>
                <w:color w:val="00B0F0"/>
                <w:sz w:val="21"/>
                <w:szCs w:val="21"/>
              </w:rPr>
              <w:t>5</w:t>
            </w:r>
            <w:r w:rsidR="006B04C8">
              <w:rPr>
                <w:rStyle w:val="Grundtextfett"/>
                <w:color w:val="00B0F0"/>
                <w:sz w:val="21"/>
                <w:szCs w:val="21"/>
              </w:rPr>
              <w:t>91</w:t>
            </w:r>
          </w:p>
        </w:tc>
        <w:tc>
          <w:tcPr>
            <w:tcW w:w="8512" w:type="dxa"/>
            <w:gridSpan w:val="14"/>
            <w:shd w:val="clear" w:color="auto" w:fill="F2F2F2" w:themeFill="background1" w:themeFillShade="F2"/>
            <w:vAlign w:val="center"/>
          </w:tcPr>
          <w:p w14:paraId="229FB83A" w14:textId="77777777" w:rsidR="000E13CC" w:rsidRPr="00603E4E" w:rsidRDefault="000E13CC" w:rsidP="00385D1C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rFonts w:ascii="Arial" w:hAnsi="Arial" w:cs="Arial"/>
                <w:szCs w:val="16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 xml:space="preserve">Offerte Honorarparameter </w:t>
            </w:r>
          </w:p>
        </w:tc>
      </w:tr>
      <w:tr w:rsidR="000E13CC" w:rsidRPr="00603E4E" w14:paraId="04287B44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020FAC40" w14:textId="77777777" w:rsidR="000E13CC" w:rsidRPr="00603E4E" w:rsidRDefault="000E13CC" w:rsidP="00F20E8B">
            <w:pPr>
              <w:pStyle w:val="Randtitel"/>
            </w:pPr>
          </w:p>
        </w:tc>
        <w:tc>
          <w:tcPr>
            <w:tcW w:w="2738" w:type="dxa"/>
            <w:gridSpan w:val="4"/>
            <w:vAlign w:val="center"/>
          </w:tcPr>
          <w:p w14:paraId="2E4FBE69" w14:textId="77777777" w:rsidR="00BE2C7E" w:rsidRDefault="00BE2C7E" w:rsidP="005C5929">
            <w:pPr>
              <w:pStyle w:val="Randtitel"/>
              <w:jc w:val="left"/>
            </w:pPr>
          </w:p>
          <w:p w14:paraId="44488D9A" w14:textId="77777777" w:rsidR="000E13CC" w:rsidRPr="00603E4E" w:rsidRDefault="000E13CC" w:rsidP="005C5929">
            <w:pPr>
              <w:pStyle w:val="Randtitel"/>
              <w:jc w:val="left"/>
            </w:pPr>
            <w:r w:rsidRPr="00603E4E">
              <w:t>Grundfaktor (p) SIA 10</w:t>
            </w:r>
            <w:r w:rsidR="00BE2C7E">
              <w:t>2 - 108</w:t>
            </w:r>
            <w:r w:rsidRPr="00603E4E">
              <w:t xml:space="preserve"> </w:t>
            </w:r>
          </w:p>
        </w:tc>
        <w:tc>
          <w:tcPr>
            <w:tcW w:w="2649" w:type="dxa"/>
            <w:gridSpan w:val="5"/>
            <w:vAlign w:val="center"/>
          </w:tcPr>
          <w:p w14:paraId="2E6D140E" w14:textId="77777777" w:rsidR="00BE2C7E" w:rsidRDefault="00BE2C7E" w:rsidP="00E42430">
            <w:pPr>
              <w:pStyle w:val="Randtitel"/>
            </w:pPr>
          </w:p>
          <w:p w14:paraId="29A71F06" w14:textId="77777777" w:rsidR="000E13CC" w:rsidRPr="00603E4E" w:rsidRDefault="000E13CC" w:rsidP="00BE2C7E">
            <w:pPr>
              <w:pStyle w:val="Randtitel"/>
            </w:pPr>
            <w:r w:rsidRPr="00603E4E">
              <w:t>Jahr 201</w:t>
            </w:r>
            <w:r w:rsidR="00BE2C7E">
              <w:t>8</w:t>
            </w:r>
          </w:p>
        </w:tc>
        <w:tc>
          <w:tcPr>
            <w:tcW w:w="850" w:type="dxa"/>
            <w:gridSpan w:val="2"/>
            <w:vAlign w:val="center"/>
          </w:tcPr>
          <w:p w14:paraId="0B5DFD07" w14:textId="77777777" w:rsidR="00BE2C7E" w:rsidRDefault="00BE2C7E" w:rsidP="003F05D1">
            <w:pPr>
              <w:pStyle w:val="Randtitel"/>
            </w:pPr>
          </w:p>
          <w:p w14:paraId="2FC0B2D6" w14:textId="77777777" w:rsidR="000E13CC" w:rsidRPr="00603E4E" w:rsidRDefault="000E13CC" w:rsidP="003F05D1">
            <w:pPr>
              <w:pStyle w:val="Randtitel"/>
            </w:pPr>
            <w:r w:rsidRPr="00603E4E">
              <w:t>Z1</w:t>
            </w:r>
          </w:p>
        </w:tc>
        <w:tc>
          <w:tcPr>
            <w:tcW w:w="2275" w:type="dxa"/>
            <w:gridSpan w:val="3"/>
            <w:vAlign w:val="center"/>
          </w:tcPr>
          <w:p w14:paraId="0E99858D" w14:textId="77777777" w:rsidR="00BE2C7E" w:rsidRDefault="00BE2C7E" w:rsidP="003F05D1">
            <w:pPr>
              <w:pStyle w:val="Randtitel"/>
            </w:pPr>
          </w:p>
          <w:p w14:paraId="32A5227A" w14:textId="77777777" w:rsidR="000E13CC" w:rsidRPr="00603E4E" w:rsidRDefault="00E679AE" w:rsidP="003F05D1">
            <w:pPr>
              <w:pStyle w:val="Randtitel"/>
            </w:pPr>
            <w:r>
              <w:t>0.062</w:t>
            </w:r>
          </w:p>
        </w:tc>
      </w:tr>
      <w:tr w:rsidR="000E13CC" w:rsidRPr="00603E4E" w14:paraId="5A17E015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200D841F" w14:textId="77777777" w:rsidR="000E13CC" w:rsidRPr="00603E4E" w:rsidRDefault="000E13CC" w:rsidP="00F20E8B">
            <w:pPr>
              <w:pStyle w:val="Randtitel"/>
            </w:pPr>
          </w:p>
        </w:tc>
        <w:tc>
          <w:tcPr>
            <w:tcW w:w="5387" w:type="dxa"/>
            <w:gridSpan w:val="9"/>
            <w:tcBorders>
              <w:bottom w:val="single" w:sz="2" w:space="0" w:color="auto"/>
            </w:tcBorders>
            <w:vAlign w:val="center"/>
          </w:tcPr>
          <w:p w14:paraId="41925761" w14:textId="77777777" w:rsidR="000E13CC" w:rsidRPr="00603E4E" w:rsidRDefault="000E13CC" w:rsidP="00F20E8B">
            <w:pPr>
              <w:pStyle w:val="Randtitel"/>
              <w:jc w:val="left"/>
            </w:pPr>
          </w:p>
        </w:tc>
        <w:tc>
          <w:tcPr>
            <w:tcW w:w="850" w:type="dxa"/>
            <w:gridSpan w:val="2"/>
            <w:tcBorders>
              <w:bottom w:val="single" w:sz="2" w:space="0" w:color="auto"/>
            </w:tcBorders>
            <w:vAlign w:val="center"/>
          </w:tcPr>
          <w:p w14:paraId="262EEDF8" w14:textId="77777777" w:rsidR="000E13CC" w:rsidRPr="00603E4E" w:rsidRDefault="000E13CC" w:rsidP="003F05D1">
            <w:pPr>
              <w:pStyle w:val="Randtitel"/>
            </w:pPr>
            <w:r w:rsidRPr="00603E4E">
              <w:t>Z2</w:t>
            </w:r>
          </w:p>
        </w:tc>
        <w:tc>
          <w:tcPr>
            <w:tcW w:w="2275" w:type="dxa"/>
            <w:gridSpan w:val="3"/>
            <w:tcBorders>
              <w:bottom w:val="single" w:sz="2" w:space="0" w:color="auto"/>
            </w:tcBorders>
            <w:vAlign w:val="center"/>
          </w:tcPr>
          <w:p w14:paraId="716C12BD" w14:textId="77777777" w:rsidR="000E13CC" w:rsidRPr="00603E4E" w:rsidRDefault="00E679AE" w:rsidP="003F05D1">
            <w:pPr>
              <w:pStyle w:val="Randtitel"/>
            </w:pPr>
            <w:r>
              <w:t>10.5</w:t>
            </w:r>
            <w:r w:rsidR="005A5096">
              <w:t>80</w:t>
            </w:r>
          </w:p>
        </w:tc>
      </w:tr>
      <w:tr w:rsidR="000B4FE2" w:rsidRPr="00603E4E" w14:paraId="3D4AA551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60FC768B" w14:textId="77777777" w:rsidR="000B4FE2" w:rsidRPr="00603E4E" w:rsidRDefault="000B4FE2" w:rsidP="000B4FE2">
            <w:pPr>
              <w:pStyle w:val="Randtitel"/>
            </w:pPr>
          </w:p>
        </w:tc>
        <w:tc>
          <w:tcPr>
            <w:tcW w:w="5387" w:type="dxa"/>
            <w:gridSpan w:val="9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5CA86F" w14:textId="77777777" w:rsidR="000B4FE2" w:rsidRPr="00603E4E" w:rsidRDefault="000B4FE2" w:rsidP="000B4FE2">
            <w:pPr>
              <w:pStyle w:val="Randtitel"/>
              <w:jc w:val="left"/>
            </w:pPr>
            <w:r>
              <w:t>Au</w:t>
            </w:r>
            <w:r w:rsidR="00190699">
              <w:t>fwandbestimmende Baukosten in %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DB6806C" w14:textId="77777777" w:rsidR="000B4FE2" w:rsidRPr="00603E4E" w:rsidRDefault="000B4FE2" w:rsidP="000B4FE2">
            <w:pPr>
              <w:pStyle w:val="Randtitel"/>
            </w:pPr>
          </w:p>
        </w:tc>
        <w:tc>
          <w:tcPr>
            <w:tcW w:w="227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D695766" w14:textId="77777777" w:rsidR="000B4FE2" w:rsidRPr="00603E4E" w:rsidRDefault="00190699" w:rsidP="000B4FE2">
            <w:pPr>
              <w:pStyle w:val="Randtitel"/>
            </w:pPr>
            <w:r>
              <w:t>gemäss Vorgabe</w:t>
            </w:r>
          </w:p>
        </w:tc>
      </w:tr>
      <w:tr w:rsidR="000B4FE2" w:rsidRPr="00603E4E" w14:paraId="60E8ACF9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73B4F648" w14:textId="77777777" w:rsidR="000B4FE2" w:rsidRPr="00603E4E" w:rsidRDefault="000B4FE2" w:rsidP="000B4FE2">
            <w:pPr>
              <w:pStyle w:val="Randtitel"/>
            </w:pPr>
          </w:p>
        </w:tc>
        <w:tc>
          <w:tcPr>
            <w:tcW w:w="5387" w:type="dxa"/>
            <w:gridSpan w:val="9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590A8B" w14:textId="77777777" w:rsidR="000B4FE2" w:rsidRPr="00603E4E" w:rsidRDefault="000B4FE2" w:rsidP="000B4FE2">
            <w:pPr>
              <w:pStyle w:val="Randtitel"/>
              <w:jc w:val="left"/>
            </w:pPr>
            <w:r w:rsidRPr="00603E4E">
              <w:t>Leistungsanteil Grundleistungen in Prozent (inkl. Baumanagement)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2F616A3" w14:textId="77777777" w:rsidR="000B4FE2" w:rsidRPr="00603E4E" w:rsidRDefault="000B4FE2" w:rsidP="000B4FE2">
            <w:pPr>
              <w:pStyle w:val="Randtitel"/>
            </w:pPr>
            <w:r w:rsidRPr="00603E4E">
              <w:t>q</w:t>
            </w:r>
          </w:p>
        </w:tc>
        <w:tc>
          <w:tcPr>
            <w:tcW w:w="227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CF687F" w14:textId="7A0E55EC" w:rsidR="000B4FE2" w:rsidRPr="00603E4E" w:rsidRDefault="00713220" w:rsidP="00190699">
            <w:pPr>
              <w:pStyle w:val="Randtitel"/>
            </w:pPr>
            <w:r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t>8</w:t>
            </w:r>
            <w:r>
              <w:rPr>
                <w:rStyle w:val="Grundtextfett"/>
                <w:rFonts w:ascii="Arial" w:eastAsiaTheme="majorEastAsia" w:hAnsi="Arial"/>
                <w:bCs/>
                <w:iCs/>
                <w:color w:val="000000"/>
                <w:szCs w:val="16"/>
              </w:rPr>
              <w:t>0,5</w:t>
            </w:r>
            <w:r w:rsidR="00FE5888" w:rsidRPr="00FE5888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t xml:space="preserve"> </w:t>
            </w:r>
            <w:r w:rsidR="000B4FE2" w:rsidRPr="00FE5888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t>%</w:t>
            </w:r>
          </w:p>
        </w:tc>
      </w:tr>
      <w:tr w:rsidR="000B4FE2" w:rsidRPr="00603E4E" w14:paraId="437B5DB5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5940A851" w14:textId="77777777" w:rsidR="000B4FE2" w:rsidRPr="00603E4E" w:rsidRDefault="000B4FE2" w:rsidP="000B4FE2">
            <w:pPr>
              <w:pStyle w:val="Randtitel"/>
            </w:pPr>
          </w:p>
        </w:tc>
        <w:tc>
          <w:tcPr>
            <w:tcW w:w="5387" w:type="dxa"/>
            <w:gridSpan w:val="9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0861FCB" w14:textId="77777777" w:rsidR="000B4FE2" w:rsidRPr="00603E4E" w:rsidRDefault="000B4FE2" w:rsidP="000B4FE2">
            <w:pPr>
              <w:pStyle w:val="Randtitel"/>
              <w:jc w:val="left"/>
            </w:pPr>
            <w:r w:rsidRPr="00603E4E">
              <w:t xml:space="preserve">Projektspezifischer Anpassungsfaktor 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7E6598" w14:textId="77777777" w:rsidR="000B4FE2" w:rsidRPr="00603E4E" w:rsidRDefault="000B4FE2" w:rsidP="000B4FE2">
            <w:pPr>
              <w:pStyle w:val="Randtitel"/>
            </w:pPr>
            <w:r w:rsidRPr="00603E4E">
              <w:t>r</w:t>
            </w:r>
          </w:p>
        </w:tc>
        <w:tc>
          <w:tcPr>
            <w:tcW w:w="227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00C5090" w14:textId="77777777" w:rsidR="000B4FE2" w:rsidRPr="00603E4E" w:rsidRDefault="000B4FE2" w:rsidP="000B4FE2">
            <w:pPr>
              <w:pStyle w:val="Randtitel"/>
            </w:pPr>
            <w:r w:rsidRPr="00603E4E">
              <w:t>1.</w:t>
            </w:r>
            <w:r>
              <w:t>0</w:t>
            </w:r>
          </w:p>
        </w:tc>
      </w:tr>
      <w:tr w:rsidR="000210AF" w:rsidRPr="00F903E5" w14:paraId="098C072E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6EC6C7D6" w14:textId="77777777" w:rsidR="000210AF" w:rsidRPr="00603E4E" w:rsidRDefault="000210AF" w:rsidP="000210AF">
            <w:pPr>
              <w:pStyle w:val="Randtitel"/>
            </w:pPr>
          </w:p>
        </w:tc>
        <w:tc>
          <w:tcPr>
            <w:tcW w:w="1701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AED49D6" w14:textId="77777777" w:rsidR="000210AF" w:rsidRPr="00603E4E" w:rsidRDefault="000210AF" w:rsidP="000210AF">
            <w:pPr>
              <w:pStyle w:val="Randtitel"/>
              <w:jc w:val="left"/>
            </w:pPr>
            <w:r w:rsidRPr="00603E4E">
              <w:t>Schwierigkeitsgrad</w:t>
            </w:r>
          </w:p>
        </w:tc>
        <w:tc>
          <w:tcPr>
            <w:tcW w:w="3686" w:type="dxa"/>
            <w:gridSpan w:val="7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C368290" w14:textId="77777777" w:rsidR="000210AF" w:rsidRPr="00603E4E" w:rsidRDefault="000210AF" w:rsidP="000210AF">
            <w:pPr>
              <w:pStyle w:val="Randtitel"/>
              <w:jc w:val="left"/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23BB6C4" w14:textId="77777777" w:rsidR="000210AF" w:rsidRPr="00603E4E" w:rsidRDefault="000210AF" w:rsidP="000210AF">
            <w:pPr>
              <w:pStyle w:val="Randtitel"/>
            </w:pPr>
            <w:r w:rsidRPr="00603E4E">
              <w:t>n</w:t>
            </w:r>
          </w:p>
        </w:tc>
        <w:tc>
          <w:tcPr>
            <w:tcW w:w="227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14:paraId="37DF389F" w14:textId="77777777" w:rsidR="000210AF" w:rsidRPr="005C60CB" w:rsidRDefault="000210AF" w:rsidP="000210AF">
            <w:pPr>
              <w:pStyle w:val="Randtitel"/>
            </w:pPr>
            <w:r w:rsidRPr="005C60C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C60CB">
              <w:instrText xml:space="preserve"> FORMTEXT </w:instrText>
            </w:r>
            <w:r w:rsidRPr="005C60CB">
              <w:fldChar w:fldCharType="separate"/>
            </w:r>
            <w:r w:rsidRPr="005C60CB">
              <w:t> </w:t>
            </w:r>
            <w:r w:rsidRPr="005C60CB">
              <w:t> </w:t>
            </w:r>
            <w:r w:rsidRPr="005C60CB">
              <w:t> </w:t>
            </w:r>
            <w:r w:rsidRPr="005C60CB">
              <w:t> </w:t>
            </w:r>
            <w:r w:rsidRPr="005C60CB">
              <w:t> </w:t>
            </w:r>
            <w:r w:rsidRPr="005C60CB">
              <w:fldChar w:fldCharType="end"/>
            </w:r>
          </w:p>
        </w:tc>
      </w:tr>
      <w:tr w:rsidR="000B4FE2" w:rsidRPr="005C60CB" w14:paraId="612C997B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5BFC13E6" w14:textId="77777777" w:rsidR="000B4FE2" w:rsidRPr="00603E4E" w:rsidRDefault="000B4FE2" w:rsidP="000B4FE2">
            <w:pPr>
              <w:pStyle w:val="Randtitel"/>
            </w:pPr>
          </w:p>
        </w:tc>
        <w:tc>
          <w:tcPr>
            <w:tcW w:w="5387" w:type="dxa"/>
            <w:gridSpan w:val="9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94547D" w14:textId="77777777" w:rsidR="000B4FE2" w:rsidRPr="00603E4E" w:rsidRDefault="000B4FE2" w:rsidP="000B4FE2">
            <w:pPr>
              <w:pStyle w:val="Randtitel"/>
              <w:jc w:val="left"/>
            </w:pPr>
            <w:r w:rsidRPr="00603E4E">
              <w:t>Teamfaktor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7A3BDF" w14:textId="77777777" w:rsidR="000B4FE2" w:rsidRPr="00603E4E" w:rsidRDefault="000B4FE2" w:rsidP="000B4FE2">
            <w:pPr>
              <w:pStyle w:val="Randtitel"/>
            </w:pPr>
            <w:r w:rsidRPr="00603E4E">
              <w:t>i</w:t>
            </w:r>
          </w:p>
        </w:tc>
        <w:tc>
          <w:tcPr>
            <w:tcW w:w="227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14:paraId="3D578240" w14:textId="77777777" w:rsidR="000B4FE2" w:rsidRPr="005C60CB" w:rsidRDefault="000B4FE2" w:rsidP="000B4FE2">
            <w:pPr>
              <w:pStyle w:val="Randtitel"/>
            </w:pPr>
            <w:r w:rsidRPr="005C60CB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5C60CB">
              <w:instrText xml:space="preserve"> FORMTEXT </w:instrText>
            </w:r>
            <w:r w:rsidRPr="005C60CB">
              <w:fldChar w:fldCharType="separate"/>
            </w:r>
            <w:r w:rsidRPr="005C60CB">
              <w:t> </w:t>
            </w:r>
            <w:r w:rsidRPr="005C60CB">
              <w:t> </w:t>
            </w:r>
            <w:r w:rsidRPr="005C60CB">
              <w:t> </w:t>
            </w:r>
            <w:r w:rsidRPr="005C60CB">
              <w:t> </w:t>
            </w:r>
            <w:r w:rsidRPr="005C60CB">
              <w:t> </w:t>
            </w:r>
            <w:r w:rsidRPr="005C60CB">
              <w:fldChar w:fldCharType="end"/>
            </w:r>
          </w:p>
        </w:tc>
      </w:tr>
      <w:tr w:rsidR="000B4FE2" w:rsidRPr="00603E4E" w14:paraId="4C20B227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0708E16C" w14:textId="77777777" w:rsidR="000B4FE2" w:rsidRPr="00603E4E" w:rsidRDefault="000B4FE2" w:rsidP="000B4FE2">
            <w:pPr>
              <w:pStyle w:val="Randtitel"/>
            </w:pPr>
          </w:p>
        </w:tc>
        <w:tc>
          <w:tcPr>
            <w:tcW w:w="5387" w:type="dxa"/>
            <w:gridSpan w:val="9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BCA8A0" w14:textId="77777777" w:rsidR="000B4FE2" w:rsidRPr="00603E4E" w:rsidRDefault="000B4FE2" w:rsidP="000B4FE2">
            <w:pPr>
              <w:pStyle w:val="Randtitel"/>
              <w:jc w:val="left"/>
            </w:pPr>
            <w:r w:rsidRPr="00603E4E">
              <w:t>Faktor für Sonderleistungen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29DEB67" w14:textId="77777777" w:rsidR="000B4FE2" w:rsidRPr="00603E4E" w:rsidRDefault="000B4FE2" w:rsidP="000B4FE2">
            <w:pPr>
              <w:pStyle w:val="Randtitel"/>
            </w:pPr>
            <w:r w:rsidRPr="00603E4E">
              <w:t>s</w:t>
            </w:r>
          </w:p>
        </w:tc>
        <w:tc>
          <w:tcPr>
            <w:tcW w:w="227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F5C89D5" w14:textId="77777777" w:rsidR="000B4FE2" w:rsidRPr="00603E4E" w:rsidRDefault="000B4FE2" w:rsidP="000B4FE2">
            <w:pPr>
              <w:pStyle w:val="Randtitel"/>
              <w:rPr>
                <w:rFonts w:cs="Arial"/>
              </w:rPr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t>1.0</w:t>
            </w:r>
          </w:p>
        </w:tc>
      </w:tr>
      <w:tr w:rsidR="000B4FE2" w:rsidRPr="00603E4E" w14:paraId="23F937DB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1D5F7316" w14:textId="77777777" w:rsidR="000B4FE2" w:rsidRPr="00603E4E" w:rsidRDefault="000B4FE2" w:rsidP="000B4FE2">
            <w:pPr>
              <w:pStyle w:val="Randtitel"/>
            </w:pPr>
          </w:p>
        </w:tc>
        <w:tc>
          <w:tcPr>
            <w:tcW w:w="5387" w:type="dxa"/>
            <w:gridSpan w:val="9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1CEE290" w14:textId="45D8CB3F" w:rsidR="000B4FE2" w:rsidRPr="00603E4E" w:rsidRDefault="000B4FE2" w:rsidP="000B4FE2">
            <w:pPr>
              <w:pStyle w:val="Randtitel"/>
              <w:jc w:val="left"/>
              <w:rPr>
                <w:color w:val="000000" w:themeColor="text1"/>
              </w:rPr>
            </w:pPr>
            <w:r w:rsidRPr="00603E4E">
              <w:rPr>
                <w:color w:val="000000" w:themeColor="text1"/>
              </w:rPr>
              <w:t>Stundenansatz (exkl. MWST) maximal Fr. 13</w:t>
            </w:r>
            <w:r w:rsidR="007408AF">
              <w:rPr>
                <w:color w:val="000000" w:themeColor="text1"/>
              </w:rPr>
              <w:t>9.50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8D6AAC5" w14:textId="77777777" w:rsidR="000B4FE2" w:rsidRPr="00603E4E" w:rsidRDefault="000B4FE2" w:rsidP="000B4FE2">
            <w:pPr>
              <w:pStyle w:val="Randtitel"/>
              <w:rPr>
                <w:color w:val="000000" w:themeColor="text1"/>
              </w:rPr>
            </w:pPr>
            <w:r w:rsidRPr="00603E4E">
              <w:rPr>
                <w:color w:val="000000" w:themeColor="text1"/>
              </w:rPr>
              <w:t>h</w:t>
            </w:r>
          </w:p>
        </w:tc>
        <w:tc>
          <w:tcPr>
            <w:tcW w:w="227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14:paraId="4E62162A" w14:textId="77777777" w:rsidR="000B4FE2" w:rsidRPr="00603E4E" w:rsidRDefault="000B4FE2" w:rsidP="000B4FE2">
            <w:pPr>
              <w:pStyle w:val="Randtitel"/>
              <w:rPr>
                <w:color w:val="FF0000"/>
              </w:rPr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</w:tr>
      <w:tr w:rsidR="00030219" w:rsidRPr="00603E4E" w14:paraId="2B6C4B3D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2AE083EF" w14:textId="77777777" w:rsidR="00030219" w:rsidRPr="00603E4E" w:rsidRDefault="00030219" w:rsidP="000B4FE2">
            <w:pPr>
              <w:pStyle w:val="Randtitel"/>
            </w:pPr>
          </w:p>
        </w:tc>
        <w:tc>
          <w:tcPr>
            <w:tcW w:w="5387" w:type="dxa"/>
            <w:gridSpan w:val="9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2322438" w14:textId="77777777" w:rsidR="00030219" w:rsidRPr="00603E4E" w:rsidRDefault="00030219" w:rsidP="000B4FE2">
            <w:pPr>
              <w:pStyle w:val="Randtitel"/>
              <w:jc w:val="left"/>
              <w:rPr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8A43B41" w14:textId="77777777" w:rsidR="00030219" w:rsidRPr="00603E4E" w:rsidRDefault="00030219" w:rsidP="000B4FE2">
            <w:pPr>
              <w:pStyle w:val="Randtitel"/>
              <w:rPr>
                <w:color w:val="000000" w:themeColor="text1"/>
              </w:rPr>
            </w:pPr>
          </w:p>
        </w:tc>
        <w:tc>
          <w:tcPr>
            <w:tcW w:w="227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F820E53" w14:textId="77777777" w:rsidR="00030219" w:rsidRPr="00603E4E" w:rsidRDefault="00030219" w:rsidP="000B4FE2">
            <w:pPr>
              <w:pStyle w:val="Randtitel"/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pPr>
          </w:p>
        </w:tc>
      </w:tr>
      <w:tr w:rsidR="00030219" w:rsidRPr="00603E4E" w14:paraId="0D2CF613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748F28C4" w14:textId="77777777" w:rsidR="00030219" w:rsidRPr="00603E4E" w:rsidRDefault="00030219" w:rsidP="00030219">
            <w:pPr>
              <w:pStyle w:val="Randtitel"/>
            </w:pPr>
          </w:p>
        </w:tc>
        <w:tc>
          <w:tcPr>
            <w:tcW w:w="5387" w:type="dxa"/>
            <w:gridSpan w:val="9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1BDD97" w14:textId="77777777" w:rsidR="00030219" w:rsidRPr="00603E4E" w:rsidRDefault="00030219" w:rsidP="00030219">
            <w:pPr>
              <w:pStyle w:val="Randtitel"/>
              <w:jc w:val="left"/>
            </w:pPr>
            <w:r>
              <w:t>Total TA1 (exkl. MWST) Übertrag aus Unterlage 3, B4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F10C365" w14:textId="77777777" w:rsidR="00030219" w:rsidRPr="00603E4E" w:rsidRDefault="00030219" w:rsidP="00030219">
            <w:pPr>
              <w:pStyle w:val="Randtitel"/>
            </w:pPr>
            <w:r>
              <w:t>Total</w:t>
            </w:r>
          </w:p>
        </w:tc>
        <w:tc>
          <w:tcPr>
            <w:tcW w:w="227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14:paraId="5124D5DA" w14:textId="77777777" w:rsidR="00030219" w:rsidRPr="00603E4E" w:rsidRDefault="00030219" w:rsidP="00030219">
            <w:pPr>
              <w:pStyle w:val="Randtitel"/>
              <w:rPr>
                <w:color w:val="FF0000"/>
              </w:rPr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</w:tr>
      <w:tr w:rsidR="00030219" w:rsidRPr="00603E4E" w14:paraId="31757564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10E8DD45" w14:textId="77777777" w:rsidR="00030219" w:rsidRPr="00603E4E" w:rsidRDefault="00030219" w:rsidP="00030219">
            <w:pPr>
              <w:pStyle w:val="Randtitel"/>
            </w:pPr>
          </w:p>
        </w:tc>
        <w:tc>
          <w:tcPr>
            <w:tcW w:w="5387" w:type="dxa"/>
            <w:gridSpan w:val="9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7D538B" w14:textId="77777777" w:rsidR="00030219" w:rsidRPr="00603E4E" w:rsidRDefault="00030219" w:rsidP="00030219">
            <w:pPr>
              <w:pStyle w:val="Randtitel"/>
              <w:jc w:val="left"/>
            </w:pPr>
            <w:r>
              <w:t>Total TA2 (exkl. MWST) Übertrag aus Unterlage 3, B4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2FACD2A" w14:textId="77777777" w:rsidR="00030219" w:rsidRPr="00603E4E" w:rsidRDefault="00030219" w:rsidP="00030219">
            <w:pPr>
              <w:pStyle w:val="Randtitel"/>
            </w:pPr>
            <w:r>
              <w:t>Total</w:t>
            </w:r>
          </w:p>
        </w:tc>
        <w:tc>
          <w:tcPr>
            <w:tcW w:w="227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14:paraId="1A9DC403" w14:textId="77777777" w:rsidR="00030219" w:rsidRPr="00603E4E" w:rsidRDefault="00030219" w:rsidP="00030219">
            <w:pPr>
              <w:pStyle w:val="Randtitel"/>
              <w:rPr>
                <w:color w:val="FF0000"/>
              </w:rPr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</w:tr>
      <w:tr w:rsidR="00030219" w:rsidRPr="00603E4E" w14:paraId="778831EA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0225500E" w14:textId="77777777" w:rsidR="00030219" w:rsidRPr="00603E4E" w:rsidRDefault="00030219" w:rsidP="00030219">
            <w:pPr>
              <w:pStyle w:val="Randtitel"/>
            </w:pPr>
          </w:p>
        </w:tc>
        <w:tc>
          <w:tcPr>
            <w:tcW w:w="5387" w:type="dxa"/>
            <w:gridSpan w:val="9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C7CCA94" w14:textId="77777777" w:rsidR="00030219" w:rsidRPr="00603E4E" w:rsidRDefault="00030219" w:rsidP="00030219">
            <w:pPr>
              <w:pStyle w:val="Randtitel"/>
              <w:jc w:val="left"/>
            </w:pPr>
            <w:r>
              <w:t>Total TA3 (exkl. MWST) Übertrag aus Unterlage 3, B4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A747107" w14:textId="77777777" w:rsidR="00030219" w:rsidRPr="00603E4E" w:rsidRDefault="00030219" w:rsidP="00030219">
            <w:pPr>
              <w:pStyle w:val="Randtitel"/>
            </w:pPr>
            <w:r>
              <w:t>Total</w:t>
            </w:r>
          </w:p>
        </w:tc>
        <w:tc>
          <w:tcPr>
            <w:tcW w:w="227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14:paraId="3020DB42" w14:textId="77777777" w:rsidR="00030219" w:rsidRPr="00603E4E" w:rsidRDefault="00030219" w:rsidP="00030219">
            <w:pPr>
              <w:pStyle w:val="Randtitel"/>
              <w:rPr>
                <w:color w:val="FF0000"/>
              </w:rPr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</w:tr>
      <w:tr w:rsidR="00030219" w:rsidRPr="00603E4E" w14:paraId="61E70B48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3EEFCE07" w14:textId="77777777" w:rsidR="00030219" w:rsidRPr="00603E4E" w:rsidRDefault="00030219" w:rsidP="00030219">
            <w:pPr>
              <w:pStyle w:val="Randtitel"/>
            </w:pPr>
          </w:p>
        </w:tc>
        <w:tc>
          <w:tcPr>
            <w:tcW w:w="5387" w:type="dxa"/>
            <w:gridSpan w:val="9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0BFAB4D" w14:textId="77777777" w:rsidR="00030219" w:rsidRPr="001F3478" w:rsidRDefault="00030219" w:rsidP="00030219">
            <w:pPr>
              <w:pStyle w:val="Randtitel"/>
              <w:jc w:val="left"/>
              <w:rPr>
                <w:b/>
              </w:rPr>
            </w:pPr>
            <w:r w:rsidRPr="001F3478">
              <w:rPr>
                <w:b/>
              </w:rPr>
              <w:t>Total (exkl. MWST) Übertrag aus Unterlage 3, B4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B6AC3" w14:textId="77777777" w:rsidR="00030219" w:rsidRPr="001F3478" w:rsidRDefault="00030219" w:rsidP="00030219">
            <w:pPr>
              <w:pStyle w:val="Randtitel"/>
              <w:rPr>
                <w:b/>
              </w:rPr>
            </w:pPr>
            <w:r w:rsidRPr="001F3478">
              <w:rPr>
                <w:b/>
              </w:rPr>
              <w:t>Total</w:t>
            </w:r>
          </w:p>
        </w:tc>
        <w:tc>
          <w:tcPr>
            <w:tcW w:w="227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14:paraId="4ADB80BF" w14:textId="77777777" w:rsidR="00030219" w:rsidRPr="001F3478" w:rsidRDefault="00030219" w:rsidP="00030219">
            <w:pPr>
              <w:pStyle w:val="Randtitel"/>
              <w:rPr>
                <w:b/>
                <w:color w:val="FF0000"/>
              </w:rPr>
            </w:pPr>
            <w:r w:rsidRPr="001F3478">
              <w:rPr>
                <w:rStyle w:val="Grundtextfett"/>
                <w:rFonts w:ascii="Arial" w:eastAsiaTheme="majorEastAsia" w:hAnsi="Arial" w:cs="Arial"/>
                <w:b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F3478">
              <w:rPr>
                <w:rStyle w:val="Grundtextfett"/>
                <w:rFonts w:ascii="Arial" w:eastAsiaTheme="majorEastAsia" w:hAnsi="Arial" w:cs="Arial"/>
                <w:b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1F3478">
              <w:rPr>
                <w:rStyle w:val="Grundtextfett"/>
                <w:rFonts w:ascii="Arial" w:eastAsiaTheme="majorEastAsia" w:hAnsi="Arial" w:cs="Arial"/>
                <w:b/>
                <w:bCs/>
                <w:iCs/>
                <w:color w:val="000000"/>
                <w:szCs w:val="16"/>
                <w:lang w:eastAsia="en-US"/>
              </w:rPr>
            </w:r>
            <w:r w:rsidRPr="001F3478">
              <w:rPr>
                <w:rStyle w:val="Grundtextfett"/>
                <w:rFonts w:ascii="Arial" w:eastAsiaTheme="majorEastAsia" w:hAnsi="Arial" w:cs="Arial"/>
                <w:b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Pr="001F3478">
              <w:rPr>
                <w:rStyle w:val="Grundtextfett"/>
                <w:rFonts w:ascii="Arial" w:eastAsiaTheme="majorEastAsia" w:hAnsi="Arial" w:cs="Arial"/>
                <w:b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1F3478">
              <w:rPr>
                <w:rStyle w:val="Grundtextfett"/>
                <w:rFonts w:ascii="Arial" w:eastAsiaTheme="majorEastAsia" w:hAnsi="Arial" w:cs="Arial"/>
                <w:b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1F3478">
              <w:rPr>
                <w:rStyle w:val="Grundtextfett"/>
                <w:rFonts w:ascii="Arial" w:eastAsiaTheme="majorEastAsia" w:hAnsi="Arial" w:cs="Arial"/>
                <w:b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1F3478">
              <w:rPr>
                <w:rStyle w:val="Grundtextfett"/>
                <w:rFonts w:ascii="Arial" w:eastAsiaTheme="majorEastAsia" w:hAnsi="Arial" w:cs="Arial"/>
                <w:b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1F3478">
              <w:rPr>
                <w:rStyle w:val="Grundtextfett"/>
                <w:rFonts w:ascii="Arial" w:eastAsiaTheme="majorEastAsia" w:hAnsi="Arial" w:cs="Arial"/>
                <w:b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1F3478">
              <w:rPr>
                <w:rStyle w:val="Grundtextfett"/>
                <w:rFonts w:ascii="Arial" w:eastAsiaTheme="majorEastAsia" w:hAnsi="Arial" w:cs="Arial"/>
                <w:b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</w:tr>
      <w:tr w:rsidR="00030219" w:rsidRPr="00603E4E" w14:paraId="700AEABF" w14:textId="77777777" w:rsidTr="0024598F">
        <w:trPr>
          <w:trHeight w:val="227"/>
        </w:trPr>
        <w:tc>
          <w:tcPr>
            <w:tcW w:w="1985" w:type="dxa"/>
            <w:vAlign w:val="center"/>
          </w:tcPr>
          <w:p w14:paraId="77A8B892" w14:textId="77777777" w:rsidR="00030219" w:rsidRPr="00603E4E" w:rsidRDefault="00030219" w:rsidP="00030219">
            <w:pPr>
              <w:pStyle w:val="Randtitel"/>
              <w:spacing w:line="200" w:lineRule="exact"/>
            </w:pPr>
          </w:p>
        </w:tc>
        <w:tc>
          <w:tcPr>
            <w:tcW w:w="8512" w:type="dxa"/>
            <w:gridSpan w:val="14"/>
            <w:tcBorders>
              <w:top w:val="single" w:sz="2" w:space="0" w:color="auto"/>
            </w:tcBorders>
            <w:vAlign w:val="center"/>
          </w:tcPr>
          <w:p w14:paraId="1EBDBD11" w14:textId="77777777" w:rsidR="00030219" w:rsidRPr="00603E4E" w:rsidRDefault="00030219" w:rsidP="00030219">
            <w:pPr>
              <w:pStyle w:val="Randtitel"/>
              <w:spacing w:line="200" w:lineRule="exact"/>
              <w:jc w:val="left"/>
            </w:pPr>
          </w:p>
        </w:tc>
      </w:tr>
      <w:tr w:rsidR="00030219" w:rsidRPr="00603E4E" w14:paraId="7E29C45A" w14:textId="77777777" w:rsidTr="0024598F">
        <w:trPr>
          <w:trHeight w:val="227"/>
        </w:trPr>
        <w:tc>
          <w:tcPr>
            <w:tcW w:w="1985" w:type="dxa"/>
            <w:vAlign w:val="center"/>
          </w:tcPr>
          <w:p w14:paraId="6DDC9CB7" w14:textId="77777777" w:rsidR="00030219" w:rsidRPr="00603E4E" w:rsidRDefault="00030219" w:rsidP="00030219">
            <w:pPr>
              <w:pStyle w:val="Randtitel"/>
              <w:spacing w:line="200" w:lineRule="exact"/>
            </w:pPr>
          </w:p>
        </w:tc>
        <w:tc>
          <w:tcPr>
            <w:tcW w:w="8512" w:type="dxa"/>
            <w:gridSpan w:val="14"/>
            <w:tcBorders>
              <w:top w:val="single" w:sz="2" w:space="0" w:color="auto"/>
            </w:tcBorders>
            <w:vAlign w:val="center"/>
          </w:tcPr>
          <w:p w14:paraId="43751815" w14:textId="77777777" w:rsidR="00030219" w:rsidRPr="00603E4E" w:rsidRDefault="00030219" w:rsidP="00030219">
            <w:pPr>
              <w:pStyle w:val="Randtitel"/>
              <w:spacing w:line="200" w:lineRule="exact"/>
              <w:jc w:val="left"/>
            </w:pPr>
          </w:p>
        </w:tc>
      </w:tr>
      <w:tr w:rsidR="00030219" w:rsidRPr="00603E4E" w14:paraId="7387338F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235EB206" w14:textId="77777777" w:rsidR="00030219" w:rsidRPr="00603E4E" w:rsidRDefault="00030219" w:rsidP="00030219">
            <w:pPr>
              <w:pStyle w:val="Randtitel"/>
            </w:pPr>
          </w:p>
        </w:tc>
        <w:tc>
          <w:tcPr>
            <w:tcW w:w="8512" w:type="dxa"/>
            <w:gridSpan w:val="14"/>
            <w:shd w:val="clear" w:color="auto" w:fill="F2F2F2" w:themeFill="background1" w:themeFillShade="F2"/>
            <w:vAlign w:val="center"/>
          </w:tcPr>
          <w:p w14:paraId="02E05771" w14:textId="77777777" w:rsidR="00030219" w:rsidRPr="00603E4E" w:rsidRDefault="00030219" w:rsidP="00030219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Qualifikationskategorie A - G oder Mittelansatz</w:t>
            </w: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  <w:vertAlign w:val="superscript"/>
              </w:rPr>
              <w:t>4</w:t>
            </w:r>
          </w:p>
        </w:tc>
      </w:tr>
      <w:tr w:rsidR="00030219" w:rsidRPr="00603E4E" w14:paraId="16F4B492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24D1E6EB" w14:textId="77777777" w:rsidR="00030219" w:rsidRPr="00603E4E" w:rsidRDefault="00030219" w:rsidP="00030219">
            <w:pPr>
              <w:pStyle w:val="Grundtext"/>
              <w:rPr>
                <w:sz w:val="16"/>
                <w:szCs w:val="16"/>
              </w:rPr>
            </w:pPr>
          </w:p>
        </w:tc>
        <w:tc>
          <w:tcPr>
            <w:tcW w:w="8512" w:type="dxa"/>
            <w:gridSpan w:val="14"/>
            <w:vAlign w:val="center"/>
          </w:tcPr>
          <w:p w14:paraId="23949A6B" w14:textId="77777777" w:rsidR="00030219" w:rsidRPr="00603E4E" w:rsidRDefault="00030219" w:rsidP="00030219">
            <w:pPr>
              <w:pStyle w:val="Randtitel"/>
              <w:spacing w:line="240" w:lineRule="auto"/>
              <w:jc w:val="left"/>
              <w:rPr>
                <w:rStyle w:val="Grundtextfett"/>
                <w:rFonts w:ascii="Arial" w:hAnsi="Arial"/>
                <w:szCs w:val="16"/>
              </w:rPr>
            </w:pPr>
            <w:r w:rsidRPr="00603E4E">
              <w:t>(für besonders zu vereinbarende Leistungen ausserhalb der G</w:t>
            </w:r>
            <w:r w:rsidR="00041BAF">
              <w:t>rundleistungen gem. Norm SIA 102</w:t>
            </w:r>
            <w:r w:rsidRPr="00603E4E">
              <w:t xml:space="preserve"> sowie den Präzisierungen zu den Grundleistungen gem. Beilage 2 der Vertragsurkunde für Planerleistungen HBA)</w:t>
            </w:r>
          </w:p>
        </w:tc>
      </w:tr>
      <w:tr w:rsidR="00030219" w:rsidRPr="00603E4E" w14:paraId="62432C2B" w14:textId="77777777" w:rsidTr="0024598F">
        <w:trPr>
          <w:trHeight w:val="227"/>
        </w:trPr>
        <w:tc>
          <w:tcPr>
            <w:tcW w:w="1985" w:type="dxa"/>
            <w:vAlign w:val="center"/>
          </w:tcPr>
          <w:p w14:paraId="44BFF345" w14:textId="77777777" w:rsidR="00030219" w:rsidRPr="00603E4E" w:rsidRDefault="00030219" w:rsidP="00030219">
            <w:pPr>
              <w:pStyle w:val="Randtitel"/>
              <w:spacing w:line="200" w:lineRule="exact"/>
              <w:jc w:val="center"/>
            </w:pPr>
          </w:p>
        </w:tc>
        <w:tc>
          <w:tcPr>
            <w:tcW w:w="8512" w:type="dxa"/>
            <w:gridSpan w:val="14"/>
            <w:vAlign w:val="center"/>
          </w:tcPr>
          <w:p w14:paraId="12E47AAE" w14:textId="77777777" w:rsidR="00030219" w:rsidRPr="00603E4E" w:rsidRDefault="00030219" w:rsidP="00030219">
            <w:pPr>
              <w:pStyle w:val="Randtitel"/>
              <w:spacing w:line="200" w:lineRule="exact"/>
              <w:jc w:val="center"/>
            </w:pPr>
          </w:p>
        </w:tc>
      </w:tr>
      <w:tr w:rsidR="00030219" w:rsidRPr="00603E4E" w14:paraId="265CC2E1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460247FC" w14:textId="77777777" w:rsidR="00030219" w:rsidRPr="00603E4E" w:rsidRDefault="00030219" w:rsidP="00030219">
            <w:pPr>
              <w:pStyle w:val="Randtitel"/>
              <w:spacing w:line="200" w:lineRule="exact"/>
            </w:pPr>
          </w:p>
        </w:tc>
        <w:tc>
          <w:tcPr>
            <w:tcW w:w="1141" w:type="dxa"/>
            <w:tcBorders>
              <w:bottom w:val="single" w:sz="2" w:space="0" w:color="auto"/>
            </w:tcBorders>
            <w:vAlign w:val="center"/>
          </w:tcPr>
          <w:p w14:paraId="60906AA2" w14:textId="77777777" w:rsidR="00030219" w:rsidRPr="00603E4E" w:rsidRDefault="00030219" w:rsidP="00030219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053" w:type="dxa"/>
            <w:gridSpan w:val="2"/>
            <w:tcBorders>
              <w:bottom w:val="single" w:sz="2" w:space="0" w:color="auto"/>
            </w:tcBorders>
            <w:vAlign w:val="center"/>
          </w:tcPr>
          <w:p w14:paraId="1F57ABC2" w14:textId="77777777" w:rsidR="00030219" w:rsidRPr="00603E4E" w:rsidRDefault="00030219" w:rsidP="00030219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052" w:type="dxa"/>
            <w:gridSpan w:val="3"/>
            <w:tcBorders>
              <w:bottom w:val="single" w:sz="2" w:space="0" w:color="auto"/>
            </w:tcBorders>
            <w:vAlign w:val="center"/>
          </w:tcPr>
          <w:p w14:paraId="01650254" w14:textId="77777777" w:rsidR="00030219" w:rsidRPr="00603E4E" w:rsidRDefault="00030219" w:rsidP="00030219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053" w:type="dxa"/>
            <w:tcBorders>
              <w:bottom w:val="single" w:sz="2" w:space="0" w:color="auto"/>
            </w:tcBorders>
            <w:vAlign w:val="center"/>
          </w:tcPr>
          <w:p w14:paraId="1B17039F" w14:textId="77777777" w:rsidR="00030219" w:rsidRPr="00603E4E" w:rsidRDefault="00030219" w:rsidP="00030219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052" w:type="dxa"/>
            <w:tcBorders>
              <w:bottom w:val="single" w:sz="2" w:space="0" w:color="auto"/>
            </w:tcBorders>
            <w:vAlign w:val="center"/>
          </w:tcPr>
          <w:p w14:paraId="5CF29997" w14:textId="77777777" w:rsidR="00030219" w:rsidRPr="00603E4E" w:rsidRDefault="00030219" w:rsidP="00030219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  <w:t>E</w:t>
            </w:r>
          </w:p>
        </w:tc>
        <w:tc>
          <w:tcPr>
            <w:tcW w:w="1053" w:type="dxa"/>
            <w:gridSpan w:val="4"/>
            <w:tcBorders>
              <w:bottom w:val="single" w:sz="2" w:space="0" w:color="auto"/>
            </w:tcBorders>
            <w:vAlign w:val="center"/>
          </w:tcPr>
          <w:p w14:paraId="61FB2F5A" w14:textId="77777777" w:rsidR="00030219" w:rsidRPr="00603E4E" w:rsidRDefault="00030219" w:rsidP="00030219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  <w:t>F</w:t>
            </w:r>
          </w:p>
        </w:tc>
        <w:tc>
          <w:tcPr>
            <w:tcW w:w="1052" w:type="dxa"/>
            <w:tcBorders>
              <w:bottom w:val="single" w:sz="2" w:space="0" w:color="auto"/>
            </w:tcBorders>
            <w:vAlign w:val="center"/>
          </w:tcPr>
          <w:p w14:paraId="7C546AA8" w14:textId="77777777" w:rsidR="00030219" w:rsidRPr="00603E4E" w:rsidRDefault="00030219" w:rsidP="00030219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  <w:t>G</w:t>
            </w:r>
          </w:p>
        </w:tc>
        <w:tc>
          <w:tcPr>
            <w:tcW w:w="1056" w:type="dxa"/>
            <w:tcBorders>
              <w:bottom w:val="single" w:sz="2" w:space="0" w:color="auto"/>
            </w:tcBorders>
            <w:vAlign w:val="center"/>
          </w:tcPr>
          <w:p w14:paraId="4D8C9C80" w14:textId="77777777" w:rsidR="00030219" w:rsidRPr="00603E4E" w:rsidRDefault="00030219" w:rsidP="00030219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  <w:t>MA</w:t>
            </w:r>
          </w:p>
        </w:tc>
      </w:tr>
      <w:tr w:rsidR="00030219" w:rsidRPr="00603E4E" w14:paraId="14B59AFE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4FACE630" w14:textId="77777777" w:rsidR="00030219" w:rsidRPr="00603E4E" w:rsidRDefault="00030219" w:rsidP="00030219">
            <w:pPr>
              <w:pStyle w:val="Randtitel"/>
              <w:spacing w:line="200" w:lineRule="exact"/>
            </w:pPr>
            <w:r w:rsidRPr="00603E4E">
              <w:t>in Fr.</w:t>
            </w:r>
          </w:p>
        </w:tc>
        <w:tc>
          <w:tcPr>
            <w:tcW w:w="1141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14:paraId="37079EF9" w14:textId="77777777" w:rsidR="00030219" w:rsidRPr="00603E4E" w:rsidRDefault="00030219" w:rsidP="00030219">
            <w:pPr>
              <w:pStyle w:val="Randtitel"/>
              <w:jc w:val="left"/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  <w:tc>
          <w:tcPr>
            <w:tcW w:w="105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14:paraId="3A6A80A3" w14:textId="77777777" w:rsidR="00030219" w:rsidRPr="00603E4E" w:rsidRDefault="00030219" w:rsidP="00030219">
            <w:pPr>
              <w:pStyle w:val="Randtitel"/>
              <w:jc w:val="left"/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  <w:tc>
          <w:tcPr>
            <w:tcW w:w="1052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14:paraId="22D5C050" w14:textId="77777777" w:rsidR="00030219" w:rsidRPr="00603E4E" w:rsidRDefault="00030219" w:rsidP="00030219">
            <w:pPr>
              <w:pStyle w:val="Randtitel"/>
              <w:jc w:val="left"/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  <w:tc>
          <w:tcPr>
            <w:tcW w:w="105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14:paraId="7D3F8165" w14:textId="77777777" w:rsidR="00030219" w:rsidRPr="00603E4E" w:rsidRDefault="00030219" w:rsidP="00030219">
            <w:pPr>
              <w:pStyle w:val="Randtitel"/>
              <w:jc w:val="left"/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  <w:tc>
          <w:tcPr>
            <w:tcW w:w="1052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14:paraId="0853F2B6" w14:textId="77777777" w:rsidR="00030219" w:rsidRPr="00603E4E" w:rsidRDefault="00030219" w:rsidP="00030219">
            <w:pPr>
              <w:pStyle w:val="Randtitel"/>
              <w:jc w:val="left"/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  <w:tc>
          <w:tcPr>
            <w:tcW w:w="1053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14:paraId="1792DCB4" w14:textId="77777777" w:rsidR="00030219" w:rsidRPr="00603E4E" w:rsidRDefault="00030219" w:rsidP="00030219">
            <w:pPr>
              <w:pStyle w:val="Randtitel"/>
              <w:jc w:val="left"/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  <w:tc>
          <w:tcPr>
            <w:tcW w:w="105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78299BC9" w14:textId="77777777" w:rsidR="00030219" w:rsidRPr="00603E4E" w:rsidRDefault="00030219" w:rsidP="00030219">
            <w:pPr>
              <w:pStyle w:val="Randtitel"/>
              <w:jc w:val="left"/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  <w:tc>
          <w:tcPr>
            <w:tcW w:w="10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00"/>
            <w:vAlign w:val="center"/>
          </w:tcPr>
          <w:p w14:paraId="6F4A6946" w14:textId="77777777" w:rsidR="00030219" w:rsidRPr="00603E4E" w:rsidRDefault="00030219" w:rsidP="00030219">
            <w:pPr>
              <w:pStyle w:val="Randtitel"/>
              <w:jc w:val="left"/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</w:tr>
      <w:tr w:rsidR="00030219" w:rsidRPr="00603E4E" w14:paraId="5183C385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1607BFCB" w14:textId="77777777" w:rsidR="00030219" w:rsidRPr="00603E4E" w:rsidRDefault="00030219" w:rsidP="00030219">
            <w:pPr>
              <w:pStyle w:val="Randtitel"/>
              <w:spacing w:line="200" w:lineRule="exact"/>
            </w:pPr>
          </w:p>
        </w:tc>
        <w:tc>
          <w:tcPr>
            <w:tcW w:w="8512" w:type="dxa"/>
            <w:gridSpan w:val="14"/>
            <w:tcBorders>
              <w:top w:val="single" w:sz="2" w:space="0" w:color="auto"/>
            </w:tcBorders>
            <w:vAlign w:val="center"/>
          </w:tcPr>
          <w:p w14:paraId="42558718" w14:textId="28F9FA98" w:rsidR="00030219" w:rsidRPr="00603E4E" w:rsidRDefault="00030219" w:rsidP="00030219">
            <w:pPr>
              <w:pStyle w:val="Randtitel"/>
              <w:spacing w:before="60" w:line="240" w:lineRule="auto"/>
              <w:jc w:val="left"/>
            </w:pPr>
            <w:r w:rsidRPr="00603E4E">
              <w:rPr>
                <w:vertAlign w:val="superscript"/>
              </w:rPr>
              <w:t xml:space="preserve">4 </w:t>
            </w:r>
            <w:r w:rsidRPr="00603E4E">
              <w:t>Es gelten die maximalen Stundenansätze KBOB des betreffenden Jahres, Empfehlung zur Honorierung: Ansätze für Vergaben im Verfahren.</w:t>
            </w:r>
          </w:p>
          <w:p w14:paraId="662C6DF8" w14:textId="77777777" w:rsidR="00030219" w:rsidRPr="00603E4E" w:rsidRDefault="00030219" w:rsidP="00030219">
            <w:pPr>
              <w:pStyle w:val="Randtitel"/>
              <w:jc w:val="left"/>
            </w:pPr>
          </w:p>
        </w:tc>
      </w:tr>
      <w:tr w:rsidR="00030219" w:rsidRPr="00603E4E" w14:paraId="6FDC5CB1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46F0ABE5" w14:textId="77777777" w:rsidR="00030219" w:rsidRPr="00603E4E" w:rsidRDefault="00030219" w:rsidP="00030219">
            <w:pPr>
              <w:pStyle w:val="Randtitel"/>
              <w:spacing w:line="200" w:lineRule="exact"/>
            </w:pPr>
          </w:p>
        </w:tc>
        <w:tc>
          <w:tcPr>
            <w:tcW w:w="8512" w:type="dxa"/>
            <w:gridSpan w:val="14"/>
            <w:vAlign w:val="center"/>
          </w:tcPr>
          <w:p w14:paraId="19FF3D38" w14:textId="77777777" w:rsidR="00030219" w:rsidRPr="00603E4E" w:rsidRDefault="00030219" w:rsidP="00030219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sz w:val="16"/>
                <w:szCs w:val="16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  <w:t>Anfo</w:t>
            </w:r>
            <w:r w:rsidR="00E679AE"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  <w:t>rderungsfaktor gem. Norm SIA 102</w:t>
            </w: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 w:val="16"/>
                <w:szCs w:val="16"/>
              </w:rPr>
              <w:t>: a = 1.0</w:t>
            </w:r>
          </w:p>
        </w:tc>
      </w:tr>
      <w:tr w:rsidR="00030219" w:rsidRPr="00603E4E" w14:paraId="42C26123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73DCD9D9" w14:textId="77777777" w:rsidR="00030219" w:rsidRPr="00603E4E" w:rsidRDefault="00030219" w:rsidP="00030219">
            <w:pPr>
              <w:pStyle w:val="Randtitel"/>
              <w:spacing w:line="200" w:lineRule="exact"/>
            </w:pPr>
          </w:p>
        </w:tc>
        <w:tc>
          <w:tcPr>
            <w:tcW w:w="8512" w:type="dxa"/>
            <w:gridSpan w:val="14"/>
            <w:vAlign w:val="center"/>
          </w:tcPr>
          <w:p w14:paraId="7A9E5B3B" w14:textId="77777777" w:rsidR="00030219" w:rsidRDefault="00030219" w:rsidP="00030219">
            <w:pPr>
              <w:pStyle w:val="Randtitel"/>
              <w:spacing w:before="60" w:line="240" w:lineRule="auto"/>
              <w:jc w:val="left"/>
            </w:pPr>
            <w:r w:rsidRPr="00603E4E">
              <w:t>Projektierungsaufgaben: Anspruchsvolle Bauaufgabe; Bauleitungsaufgabe: Bauleitung / Montageleitung / Baukontrolle mit erhöhten Anforderungen</w:t>
            </w:r>
          </w:p>
          <w:p w14:paraId="281EDAF3" w14:textId="77777777" w:rsidR="00CB42CA" w:rsidRPr="00603E4E" w:rsidRDefault="00CB42CA" w:rsidP="00030219">
            <w:pPr>
              <w:pStyle w:val="Randtitel"/>
              <w:spacing w:before="60" w:line="240" w:lineRule="auto"/>
              <w:jc w:val="left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16"/>
              </w:rPr>
            </w:pPr>
          </w:p>
        </w:tc>
      </w:tr>
      <w:tr w:rsidR="00030219" w:rsidRPr="00603E4E" w14:paraId="3783416A" w14:textId="77777777" w:rsidTr="0024598F">
        <w:trPr>
          <w:trHeight w:val="1814"/>
        </w:trPr>
        <w:tc>
          <w:tcPr>
            <w:tcW w:w="1985" w:type="dxa"/>
            <w:vAlign w:val="center"/>
          </w:tcPr>
          <w:p w14:paraId="361552C8" w14:textId="77777777" w:rsidR="00030219" w:rsidRPr="00603E4E" w:rsidRDefault="00030219" w:rsidP="00030219">
            <w:pPr>
              <w:tabs>
                <w:tab w:val="left" w:pos="2268"/>
                <w:tab w:val="left" w:pos="2835"/>
                <w:tab w:val="left" w:pos="3402"/>
                <w:tab w:val="right" w:pos="5954"/>
                <w:tab w:val="right" w:pos="6148"/>
              </w:tabs>
              <w:spacing w:after="0" w:line="200" w:lineRule="exact"/>
              <w:rPr>
                <w:rFonts w:ascii="Arial Black" w:hAnsi="Arial Black"/>
                <w:sz w:val="16"/>
                <w:lang w:eastAsia="en-GB"/>
              </w:rPr>
            </w:pPr>
          </w:p>
        </w:tc>
        <w:tc>
          <w:tcPr>
            <w:tcW w:w="8512" w:type="dxa"/>
            <w:gridSpan w:val="14"/>
            <w:vAlign w:val="bottom"/>
          </w:tcPr>
          <w:p w14:paraId="6B159F0A" w14:textId="77777777" w:rsidR="00030219" w:rsidRPr="00603E4E" w:rsidRDefault="00030219" w:rsidP="00030219">
            <w:pPr>
              <w:tabs>
                <w:tab w:val="left" w:pos="2268"/>
                <w:tab w:val="left" w:pos="2835"/>
                <w:tab w:val="left" w:pos="3402"/>
                <w:tab w:val="right" w:pos="5954"/>
                <w:tab w:val="right" w:pos="6148"/>
              </w:tabs>
              <w:spacing w:after="0"/>
              <w:rPr>
                <w:rFonts w:ascii="Arial Black" w:hAnsi="Arial Black"/>
                <w:sz w:val="16"/>
                <w:lang w:eastAsia="en-GB"/>
              </w:rPr>
            </w:pPr>
            <w:r w:rsidRPr="00603E4E">
              <w:rPr>
                <w:rFonts w:ascii="Arial Black" w:hAnsi="Arial Black"/>
                <w:sz w:val="16"/>
                <w:lang w:eastAsia="en-GB"/>
              </w:rPr>
              <w:t>Die unterzeichnende Firma bestätigt die Richtigkeit der Angaben und erklärt ausdrücklich ihr Einverständnis mit den Submissionsbedingungen. Sind die Anbieter der Architektur- und der Baumanagementleistungen nicht identisch, so haben beide Firmen zu unterzeichnen.</w:t>
            </w:r>
          </w:p>
        </w:tc>
      </w:tr>
      <w:tr w:rsidR="00030219" w:rsidRPr="00603E4E" w14:paraId="1A31FD67" w14:textId="77777777" w:rsidTr="0024598F">
        <w:trPr>
          <w:trHeight w:val="340"/>
        </w:trPr>
        <w:tc>
          <w:tcPr>
            <w:tcW w:w="1985" w:type="dxa"/>
            <w:vAlign w:val="center"/>
          </w:tcPr>
          <w:p w14:paraId="41713FDF" w14:textId="77777777" w:rsidR="00030219" w:rsidRPr="00603E4E" w:rsidRDefault="00030219" w:rsidP="00030219">
            <w:pPr>
              <w:pStyle w:val="Randtitel"/>
              <w:rPr>
                <w:szCs w:val="16"/>
              </w:rPr>
            </w:pPr>
          </w:p>
        </w:tc>
        <w:tc>
          <w:tcPr>
            <w:tcW w:w="8512" w:type="dxa"/>
            <w:gridSpan w:val="14"/>
            <w:vAlign w:val="center"/>
          </w:tcPr>
          <w:p w14:paraId="30AC28FA" w14:textId="77777777" w:rsidR="00030219" w:rsidRPr="00603E4E" w:rsidRDefault="00030219" w:rsidP="00030219">
            <w:pPr>
              <w:pStyle w:val="Randtitel"/>
              <w:spacing w:line="180" w:lineRule="exact"/>
              <w:jc w:val="left"/>
              <w:rPr>
                <w:rStyle w:val="Grundtextfett"/>
                <w:rFonts w:ascii="Arial" w:hAnsi="Arial" w:cs="Arial"/>
                <w:szCs w:val="16"/>
              </w:rPr>
            </w:pPr>
          </w:p>
          <w:p w14:paraId="57ACC5ED" w14:textId="77777777" w:rsidR="00030219" w:rsidRPr="00603E4E" w:rsidRDefault="00030219" w:rsidP="00030219">
            <w:pPr>
              <w:pStyle w:val="Randtitel"/>
              <w:spacing w:line="180" w:lineRule="exact"/>
              <w:jc w:val="left"/>
              <w:rPr>
                <w:rStyle w:val="Grundtextfett"/>
                <w:rFonts w:ascii="Arial" w:hAnsi="Arial" w:cs="Arial"/>
                <w:szCs w:val="16"/>
              </w:rPr>
            </w:pPr>
          </w:p>
        </w:tc>
      </w:tr>
      <w:tr w:rsidR="00030219" w:rsidRPr="00603E4E" w14:paraId="082ADD6D" w14:textId="77777777" w:rsidTr="0024598F">
        <w:trPr>
          <w:trHeight w:val="397"/>
        </w:trPr>
        <w:tc>
          <w:tcPr>
            <w:tcW w:w="1985" w:type="dxa"/>
            <w:vAlign w:val="bottom"/>
          </w:tcPr>
          <w:p w14:paraId="0AD305E7" w14:textId="77777777" w:rsidR="00030219" w:rsidRPr="00603E4E" w:rsidRDefault="00030219" w:rsidP="00030219">
            <w:pPr>
              <w:pStyle w:val="Randtitel"/>
              <w:spacing w:line="200" w:lineRule="exact"/>
            </w:pPr>
            <w:r w:rsidRPr="00603E4E">
              <w:t>Ort und Datum</w:t>
            </w:r>
          </w:p>
        </w:tc>
        <w:tc>
          <w:tcPr>
            <w:tcW w:w="8512" w:type="dxa"/>
            <w:gridSpan w:val="14"/>
            <w:tcBorders>
              <w:bottom w:val="single" w:sz="2" w:space="0" w:color="auto"/>
            </w:tcBorders>
            <w:vAlign w:val="bottom"/>
          </w:tcPr>
          <w:p w14:paraId="5C962C35" w14:textId="77777777" w:rsidR="00BE2C7E" w:rsidRPr="00BE2C7E" w:rsidRDefault="00030219" w:rsidP="00030219">
            <w:pPr>
              <w:pStyle w:val="Grundtext"/>
              <w:spacing w:after="0" w:line="200" w:lineRule="exact"/>
              <w:jc w:val="both"/>
              <w:rPr>
                <w:rFonts w:eastAsiaTheme="majorEastAsia"/>
                <w:bCs/>
                <w:iCs/>
                <w:sz w:val="16"/>
                <w:szCs w:val="16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030219" w:rsidRPr="00603E4E" w14:paraId="76CC3261" w14:textId="77777777" w:rsidTr="0024598F">
        <w:trPr>
          <w:trHeight w:val="851"/>
        </w:trPr>
        <w:tc>
          <w:tcPr>
            <w:tcW w:w="1985" w:type="dxa"/>
            <w:vAlign w:val="bottom"/>
          </w:tcPr>
          <w:p w14:paraId="3546DA23" w14:textId="77777777" w:rsidR="00030219" w:rsidRPr="00603E4E" w:rsidRDefault="00030219" w:rsidP="00030219">
            <w:pPr>
              <w:pStyle w:val="Randtitel"/>
              <w:spacing w:line="200" w:lineRule="exact"/>
            </w:pPr>
            <w:r w:rsidRPr="00603E4E">
              <w:lastRenderedPageBreak/>
              <w:t xml:space="preserve">Firmenstempel </w:t>
            </w:r>
            <w:r w:rsidRPr="00603E4E">
              <w:br/>
              <w:t>und rechtsgültige Unterschrift(en)</w:t>
            </w:r>
          </w:p>
        </w:tc>
        <w:tc>
          <w:tcPr>
            <w:tcW w:w="8512" w:type="dxa"/>
            <w:gridSpan w:val="14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A2B3B91" w14:textId="77777777" w:rsidR="00030219" w:rsidRDefault="00030219" w:rsidP="00030219">
            <w:pPr>
              <w:pStyle w:val="Grundtext"/>
              <w:spacing w:after="0" w:line="200" w:lineRule="exact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  <w:p w14:paraId="6799151F" w14:textId="77777777" w:rsidR="00CB42CA" w:rsidRPr="00603E4E" w:rsidRDefault="00CB42CA" w:rsidP="00030219">
            <w:pPr>
              <w:pStyle w:val="Grundtext"/>
              <w:spacing w:after="0" w:line="200" w:lineRule="exact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994C75" w:rsidRPr="00603E4E" w14:paraId="736E5D52" w14:textId="77777777" w:rsidTr="000210AF">
        <w:trPr>
          <w:trHeight w:val="340"/>
        </w:trPr>
        <w:tc>
          <w:tcPr>
            <w:tcW w:w="1985" w:type="dxa"/>
            <w:vAlign w:val="center"/>
          </w:tcPr>
          <w:p w14:paraId="12B5B791" w14:textId="77777777" w:rsidR="00994C75" w:rsidRPr="00603E4E" w:rsidRDefault="00994C75" w:rsidP="009B6F2F">
            <w:pPr>
              <w:pStyle w:val="Randtitel"/>
              <w:rPr>
                <w:sz w:val="21"/>
                <w:szCs w:val="21"/>
              </w:rPr>
            </w:pPr>
            <w:r w:rsidRPr="007472F1">
              <w:rPr>
                <w:rStyle w:val="Grundtextfett"/>
                <w:color w:val="00B0F0"/>
                <w:sz w:val="21"/>
                <w:szCs w:val="21"/>
              </w:rPr>
              <w:t>BKP 5</w:t>
            </w:r>
            <w:r w:rsidR="007472F1" w:rsidRPr="007472F1">
              <w:rPr>
                <w:rStyle w:val="Grundtextfett"/>
                <w:color w:val="00B0F0"/>
                <w:sz w:val="21"/>
                <w:szCs w:val="21"/>
              </w:rPr>
              <w:t>9</w:t>
            </w:r>
            <w:r w:rsidR="006B04C8">
              <w:rPr>
                <w:rStyle w:val="Grundtextfett"/>
                <w:color w:val="00B0F0"/>
                <w:sz w:val="21"/>
                <w:szCs w:val="21"/>
              </w:rPr>
              <w:t>1</w:t>
            </w:r>
          </w:p>
        </w:tc>
        <w:tc>
          <w:tcPr>
            <w:tcW w:w="8512" w:type="dxa"/>
            <w:gridSpan w:val="14"/>
            <w:shd w:val="clear" w:color="auto" w:fill="F2F2F2" w:themeFill="background1" w:themeFillShade="F2"/>
            <w:vAlign w:val="center"/>
          </w:tcPr>
          <w:p w14:paraId="604FE0C2" w14:textId="77777777" w:rsidR="00994C75" w:rsidRPr="00603E4E" w:rsidRDefault="00994C75" w:rsidP="00994C75">
            <w:pPr>
              <w:tabs>
                <w:tab w:val="left" w:pos="2268"/>
                <w:tab w:val="left" w:pos="2835"/>
                <w:tab w:val="left" w:pos="3402"/>
                <w:tab w:val="right" w:pos="5954"/>
              </w:tabs>
              <w:spacing w:after="0"/>
              <w:jc w:val="both"/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color w:val="000000"/>
                <w:szCs w:val="20"/>
              </w:rPr>
              <w:t>Referenzobjekte</w:t>
            </w:r>
          </w:p>
        </w:tc>
      </w:tr>
      <w:tr w:rsidR="00994C75" w:rsidRPr="00603E4E" w14:paraId="6264FF27" w14:textId="77777777" w:rsidTr="000210AF">
        <w:trPr>
          <w:trHeight w:hRule="exact" w:val="851"/>
        </w:trPr>
        <w:tc>
          <w:tcPr>
            <w:tcW w:w="1985" w:type="dxa"/>
          </w:tcPr>
          <w:p w14:paraId="6BFF13BD" w14:textId="77777777" w:rsidR="00994C75" w:rsidRPr="00603E4E" w:rsidRDefault="00994C75" w:rsidP="00994C75">
            <w:pPr>
              <w:pStyle w:val="Randtitel"/>
              <w:spacing w:line="200" w:lineRule="exact"/>
            </w:pPr>
          </w:p>
        </w:tc>
        <w:tc>
          <w:tcPr>
            <w:tcW w:w="8512" w:type="dxa"/>
            <w:gridSpan w:val="14"/>
          </w:tcPr>
          <w:p w14:paraId="33A52ABA" w14:textId="77777777" w:rsidR="00994C75" w:rsidRPr="00603E4E" w:rsidRDefault="00994C75" w:rsidP="00123CD7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 xml:space="preserve">Als Objekt 1 und 2 sind unter dem Namen der </w:t>
            </w:r>
            <w:r w:rsidR="00FF4698" w:rsidRPr="00603E4E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>Anbietenden</w:t>
            </w:r>
            <w:r w:rsidRPr="00603E4E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 xml:space="preserve"> geplante und/oder ausgeführte Bauten anzugeben, welche eine Beurteilung </w:t>
            </w:r>
            <w:r w:rsidR="00FF4698" w:rsidRPr="00603E4E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>des Angebots</w:t>
            </w:r>
            <w:r w:rsidRPr="00603E4E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 xml:space="preserve"> hinsichtlich de</w:t>
            </w:r>
            <w:r w:rsidR="00FF4698" w:rsidRPr="00603E4E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>s</w:t>
            </w:r>
            <w:r w:rsidRPr="00603E4E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 xml:space="preserve"> in den Submissionsunterlagen genannten </w:t>
            </w:r>
            <w:r w:rsidR="00E712EB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>Zusch</w:t>
            </w:r>
            <w:r w:rsidR="00123CD7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>l</w:t>
            </w:r>
            <w:r w:rsidR="00E712EB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>agskriterien</w:t>
            </w:r>
            <w:r w:rsidRPr="00603E4E"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  <w:t xml:space="preserve"> ermöglichen. Beide Objekte sind auf einem Beiblatt A3 zu dokumentieren.</w:t>
            </w:r>
          </w:p>
        </w:tc>
      </w:tr>
      <w:tr w:rsidR="00994C75" w:rsidRPr="00603E4E" w14:paraId="6F02D6C9" w14:textId="77777777" w:rsidTr="000210AF">
        <w:trPr>
          <w:trHeight w:val="397"/>
        </w:trPr>
        <w:tc>
          <w:tcPr>
            <w:tcW w:w="1985" w:type="dxa"/>
          </w:tcPr>
          <w:p w14:paraId="579D7659" w14:textId="77777777" w:rsidR="00994C75" w:rsidRPr="00603E4E" w:rsidRDefault="00994C75" w:rsidP="00994C75">
            <w:pPr>
              <w:pStyle w:val="Randtitel"/>
              <w:spacing w:line="200" w:lineRule="exact"/>
            </w:pPr>
          </w:p>
        </w:tc>
        <w:tc>
          <w:tcPr>
            <w:tcW w:w="8512" w:type="dxa"/>
            <w:gridSpan w:val="14"/>
            <w:shd w:val="clear" w:color="auto" w:fill="D9D9D9" w:themeFill="background1" w:themeFillShade="D9"/>
            <w:vAlign w:val="center"/>
          </w:tcPr>
          <w:p w14:paraId="4ED225D9" w14:textId="77777777" w:rsidR="00994C75" w:rsidRPr="00603E4E" w:rsidRDefault="00994C75" w:rsidP="00994C75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szCs w:val="21"/>
              </w:rPr>
              <w:t>Referenzobjekt 1</w:t>
            </w:r>
          </w:p>
        </w:tc>
      </w:tr>
      <w:tr w:rsidR="00994C75" w:rsidRPr="00603E4E" w14:paraId="32A46411" w14:textId="77777777" w:rsidTr="000210AF">
        <w:trPr>
          <w:trHeight w:hRule="exact" w:val="624"/>
        </w:trPr>
        <w:tc>
          <w:tcPr>
            <w:tcW w:w="1985" w:type="dxa"/>
          </w:tcPr>
          <w:p w14:paraId="5AF6DEDE" w14:textId="77777777" w:rsidR="00994C75" w:rsidRPr="00603E4E" w:rsidRDefault="00994C75" w:rsidP="00994C75">
            <w:pPr>
              <w:pStyle w:val="Randtitel"/>
              <w:spacing w:line="240" w:lineRule="auto"/>
            </w:pPr>
            <w:r w:rsidRPr="00603E4E">
              <w:t>Objekt, Ort</w:t>
            </w:r>
          </w:p>
          <w:p w14:paraId="4BD0E29C" w14:textId="77777777" w:rsidR="00994C75" w:rsidRPr="00603E4E" w:rsidRDefault="00994C75" w:rsidP="00994C75">
            <w:pPr>
              <w:pStyle w:val="Randtitel"/>
              <w:spacing w:line="240" w:lineRule="auto"/>
            </w:pPr>
          </w:p>
        </w:tc>
        <w:tc>
          <w:tcPr>
            <w:tcW w:w="8512" w:type="dxa"/>
            <w:gridSpan w:val="14"/>
            <w:tcBorders>
              <w:bottom w:val="single" w:sz="2" w:space="0" w:color="auto"/>
            </w:tcBorders>
          </w:tcPr>
          <w:p w14:paraId="27924D18" w14:textId="77777777" w:rsidR="00994C75" w:rsidRPr="00603E4E" w:rsidRDefault="000F36FF" w:rsidP="00994C75">
            <w:pPr>
              <w:pStyle w:val="Grundtext"/>
              <w:spacing w:after="0"/>
              <w:rPr>
                <w:rFonts w:eastAsiaTheme="minorHAnsi" w:cstheme="minorBidi"/>
                <w:color w:val="auto"/>
                <w:szCs w:val="21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Cs w:val="21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szCs w:val="21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Cs w:val="21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Cs w:val="21"/>
              </w:rPr>
              <w:fldChar w:fldCharType="separate"/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Cs w:val="21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Cs w:val="21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Cs w:val="21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Cs w:val="21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Cs w:val="21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Cs w:val="21"/>
              </w:rPr>
              <w:fldChar w:fldCharType="end"/>
            </w:r>
          </w:p>
        </w:tc>
      </w:tr>
      <w:tr w:rsidR="00994C75" w:rsidRPr="00603E4E" w14:paraId="2A62868C" w14:textId="77777777" w:rsidTr="000210AF">
        <w:trPr>
          <w:trHeight w:hRule="exact" w:val="624"/>
        </w:trPr>
        <w:tc>
          <w:tcPr>
            <w:tcW w:w="1985" w:type="dxa"/>
          </w:tcPr>
          <w:p w14:paraId="679FAB8D" w14:textId="77777777" w:rsidR="00994C75" w:rsidRPr="00603E4E" w:rsidRDefault="00994C75" w:rsidP="00994C75">
            <w:pPr>
              <w:pStyle w:val="Randtitel"/>
              <w:spacing w:line="240" w:lineRule="auto"/>
            </w:pPr>
            <w:r w:rsidRPr="00603E4E">
              <w:t>Art und Umfang des Auftrags</w:t>
            </w:r>
          </w:p>
          <w:p w14:paraId="73853615" w14:textId="77777777" w:rsidR="00994C75" w:rsidRPr="00603E4E" w:rsidRDefault="00994C75" w:rsidP="00E679AE">
            <w:pPr>
              <w:pStyle w:val="Randtitel"/>
              <w:spacing w:line="240" w:lineRule="auto"/>
            </w:pPr>
            <w:r w:rsidRPr="00603E4E">
              <w:t>(Teilleistungen SIA 10</w:t>
            </w:r>
            <w:r w:rsidR="00E679AE">
              <w:t>2</w:t>
            </w:r>
            <w:r w:rsidRPr="00603E4E">
              <w:t>)</w:t>
            </w:r>
          </w:p>
        </w:tc>
        <w:tc>
          <w:tcPr>
            <w:tcW w:w="8512" w:type="dxa"/>
            <w:gridSpan w:val="14"/>
            <w:tcBorders>
              <w:top w:val="single" w:sz="2" w:space="0" w:color="auto"/>
              <w:bottom w:val="single" w:sz="2" w:space="0" w:color="auto"/>
            </w:tcBorders>
          </w:tcPr>
          <w:p w14:paraId="5878B91E" w14:textId="77777777" w:rsidR="00994C75" w:rsidRPr="00603E4E" w:rsidRDefault="000F36FF" w:rsidP="00994C75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994C75" w:rsidRPr="00603E4E" w14:paraId="33A04D93" w14:textId="77777777" w:rsidTr="000210AF">
        <w:trPr>
          <w:trHeight w:hRule="exact" w:val="624"/>
        </w:trPr>
        <w:tc>
          <w:tcPr>
            <w:tcW w:w="1985" w:type="dxa"/>
          </w:tcPr>
          <w:p w14:paraId="20D069C0" w14:textId="77777777" w:rsidR="00994C75" w:rsidRPr="00603E4E" w:rsidRDefault="00994C75" w:rsidP="00994C75">
            <w:pPr>
              <w:pStyle w:val="Randtitel"/>
              <w:spacing w:line="240" w:lineRule="auto"/>
            </w:pPr>
            <w:r w:rsidRPr="00603E4E">
              <w:t>Bauvolumen (BKP 1-9) CHF</w:t>
            </w:r>
          </w:p>
        </w:tc>
        <w:tc>
          <w:tcPr>
            <w:tcW w:w="8512" w:type="dxa"/>
            <w:gridSpan w:val="14"/>
            <w:tcBorders>
              <w:top w:val="single" w:sz="2" w:space="0" w:color="auto"/>
              <w:bottom w:val="single" w:sz="2" w:space="0" w:color="auto"/>
            </w:tcBorders>
          </w:tcPr>
          <w:p w14:paraId="7675A9C3" w14:textId="77777777" w:rsidR="00994C75" w:rsidRPr="00603E4E" w:rsidRDefault="000F36FF" w:rsidP="00994C75">
            <w:pPr>
              <w:pStyle w:val="Grundtext"/>
              <w:spacing w:after="0"/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  <w:p w14:paraId="1AFE94D4" w14:textId="77777777" w:rsidR="00994C75" w:rsidRPr="00603E4E" w:rsidRDefault="00994C75" w:rsidP="00994C75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994C75" w:rsidRPr="00603E4E" w14:paraId="447C33B2" w14:textId="77777777" w:rsidTr="000210AF">
        <w:trPr>
          <w:trHeight w:hRule="exact" w:val="624"/>
        </w:trPr>
        <w:tc>
          <w:tcPr>
            <w:tcW w:w="1985" w:type="dxa"/>
          </w:tcPr>
          <w:p w14:paraId="27CCE1F6" w14:textId="77777777" w:rsidR="00994C75" w:rsidRPr="00603E4E" w:rsidRDefault="00994C75" w:rsidP="00994C75">
            <w:pPr>
              <w:pStyle w:val="Randtitel"/>
              <w:spacing w:line="240" w:lineRule="auto"/>
            </w:pPr>
            <w:r w:rsidRPr="00603E4E">
              <w:t xml:space="preserve">Bearbeitungsstand </w:t>
            </w:r>
          </w:p>
          <w:p w14:paraId="7A0560DF" w14:textId="77777777" w:rsidR="00994C75" w:rsidRPr="00603E4E" w:rsidRDefault="00994C75" w:rsidP="00994C75">
            <w:pPr>
              <w:pStyle w:val="Randtitel"/>
              <w:spacing w:line="240" w:lineRule="auto"/>
            </w:pPr>
            <w:r w:rsidRPr="00603E4E">
              <w:t>heute</w:t>
            </w:r>
          </w:p>
        </w:tc>
        <w:tc>
          <w:tcPr>
            <w:tcW w:w="8512" w:type="dxa"/>
            <w:gridSpan w:val="14"/>
            <w:tcBorders>
              <w:top w:val="single" w:sz="2" w:space="0" w:color="auto"/>
              <w:bottom w:val="single" w:sz="2" w:space="0" w:color="auto"/>
            </w:tcBorders>
          </w:tcPr>
          <w:p w14:paraId="3B62484B" w14:textId="77777777" w:rsidR="00994C75" w:rsidRPr="00603E4E" w:rsidRDefault="000F36FF" w:rsidP="00994C75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994C75" w:rsidRPr="00603E4E" w14:paraId="1568A972" w14:textId="77777777" w:rsidTr="000210AF">
        <w:trPr>
          <w:trHeight w:hRule="exact" w:val="624"/>
        </w:trPr>
        <w:tc>
          <w:tcPr>
            <w:tcW w:w="1985" w:type="dxa"/>
          </w:tcPr>
          <w:p w14:paraId="6BD81452" w14:textId="77777777" w:rsidR="00994C75" w:rsidRPr="00603E4E" w:rsidRDefault="00994C75" w:rsidP="00994C75">
            <w:pPr>
              <w:pStyle w:val="Randtitel"/>
              <w:spacing w:line="240" w:lineRule="auto"/>
            </w:pPr>
            <w:r w:rsidRPr="00603E4E">
              <w:t>Charakterisierung des Projekts in Stichworten</w:t>
            </w:r>
          </w:p>
          <w:p w14:paraId="5B9073C4" w14:textId="77777777" w:rsidR="00994C75" w:rsidRPr="00603E4E" w:rsidRDefault="00994C75" w:rsidP="00994C75">
            <w:pPr>
              <w:pStyle w:val="Randtitel"/>
              <w:spacing w:line="240" w:lineRule="auto"/>
              <w:jc w:val="left"/>
            </w:pPr>
          </w:p>
        </w:tc>
        <w:tc>
          <w:tcPr>
            <w:tcW w:w="8512" w:type="dxa"/>
            <w:gridSpan w:val="14"/>
            <w:tcBorders>
              <w:top w:val="single" w:sz="2" w:space="0" w:color="auto"/>
              <w:bottom w:val="single" w:sz="2" w:space="0" w:color="auto"/>
            </w:tcBorders>
          </w:tcPr>
          <w:p w14:paraId="4FB60849" w14:textId="77777777" w:rsidR="00994C75" w:rsidRPr="00603E4E" w:rsidRDefault="000F36FF" w:rsidP="00994C75">
            <w:pPr>
              <w:pStyle w:val="Randtitel"/>
              <w:jc w:val="left"/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</w:tr>
      <w:tr w:rsidR="00FF4698" w:rsidRPr="00603E4E" w14:paraId="5DD05E17" w14:textId="77777777" w:rsidTr="000210AF">
        <w:trPr>
          <w:trHeight w:hRule="exact" w:val="624"/>
        </w:trPr>
        <w:tc>
          <w:tcPr>
            <w:tcW w:w="1985" w:type="dxa"/>
          </w:tcPr>
          <w:p w14:paraId="6B39347B" w14:textId="77777777" w:rsidR="00FF4698" w:rsidRPr="00603E4E" w:rsidRDefault="00FF4698" w:rsidP="00994C75">
            <w:pPr>
              <w:pStyle w:val="Randtitel"/>
              <w:spacing w:line="240" w:lineRule="auto"/>
            </w:pPr>
            <w:r w:rsidRPr="00603E4E">
              <w:t>Bearbeitung des Projekts umfasst (bitte ankreuzen)</w:t>
            </w:r>
          </w:p>
        </w:tc>
        <w:tc>
          <w:tcPr>
            <w:tcW w:w="2837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14:paraId="0C9F4A1F" w14:textId="77777777" w:rsidR="00FF4698" w:rsidRPr="00603E4E" w:rsidRDefault="000F36FF" w:rsidP="00994C75">
            <w:pPr>
              <w:pStyle w:val="Randtitel"/>
              <w:jc w:val="left"/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t xml:space="preserve"> Konzept</w:t>
            </w:r>
          </w:p>
        </w:tc>
        <w:tc>
          <w:tcPr>
            <w:tcW w:w="2837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14:paraId="55EB4F6B" w14:textId="77777777" w:rsidR="00FF4698" w:rsidRPr="00603E4E" w:rsidRDefault="000F36FF" w:rsidP="00994C75">
            <w:pPr>
              <w:pStyle w:val="Randtitel"/>
              <w:jc w:val="left"/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t xml:space="preserve"> Planung</w:t>
            </w:r>
          </w:p>
        </w:tc>
        <w:tc>
          <w:tcPr>
            <w:tcW w:w="2838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3F5292A3" w14:textId="77777777" w:rsidR="00FF4698" w:rsidRPr="00603E4E" w:rsidRDefault="000F36FF" w:rsidP="00994C75">
            <w:pPr>
              <w:pStyle w:val="Randtitel"/>
              <w:jc w:val="left"/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t xml:space="preserve"> Realisierung</w:t>
            </w:r>
          </w:p>
        </w:tc>
      </w:tr>
      <w:tr w:rsidR="00994C75" w:rsidRPr="00603E4E" w14:paraId="1EFA4428" w14:textId="77777777" w:rsidTr="000210AF">
        <w:trPr>
          <w:trHeight w:hRule="exact" w:val="624"/>
        </w:trPr>
        <w:tc>
          <w:tcPr>
            <w:tcW w:w="1985" w:type="dxa"/>
          </w:tcPr>
          <w:p w14:paraId="1DB68142" w14:textId="77777777" w:rsidR="00994C75" w:rsidRPr="00603E4E" w:rsidRDefault="00994C75" w:rsidP="00994C75">
            <w:pPr>
              <w:pStyle w:val="Randtitel"/>
              <w:spacing w:line="240" w:lineRule="auto"/>
            </w:pPr>
            <w:r w:rsidRPr="00603E4E">
              <w:t>Federführung Projektierung</w:t>
            </w:r>
          </w:p>
        </w:tc>
        <w:tc>
          <w:tcPr>
            <w:tcW w:w="8512" w:type="dxa"/>
            <w:gridSpan w:val="14"/>
            <w:tcBorders>
              <w:top w:val="single" w:sz="2" w:space="0" w:color="auto"/>
              <w:bottom w:val="single" w:sz="2" w:space="0" w:color="auto"/>
            </w:tcBorders>
          </w:tcPr>
          <w:p w14:paraId="7D897FD7" w14:textId="77777777" w:rsidR="00994C75" w:rsidRPr="00603E4E" w:rsidRDefault="000F36FF" w:rsidP="00994C75">
            <w:pPr>
              <w:pStyle w:val="Randtitel"/>
              <w:jc w:val="left"/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</w:tr>
      <w:tr w:rsidR="00994C75" w:rsidRPr="00603E4E" w14:paraId="5FF3C145" w14:textId="77777777" w:rsidTr="000210AF">
        <w:trPr>
          <w:trHeight w:hRule="exact" w:val="624"/>
        </w:trPr>
        <w:tc>
          <w:tcPr>
            <w:tcW w:w="1985" w:type="dxa"/>
          </w:tcPr>
          <w:p w14:paraId="02157F7D" w14:textId="77777777" w:rsidR="00994C75" w:rsidRPr="00603E4E" w:rsidRDefault="00994C75" w:rsidP="00FF4698">
            <w:pPr>
              <w:pStyle w:val="Randtitel"/>
              <w:spacing w:line="240" w:lineRule="auto"/>
            </w:pPr>
            <w:r w:rsidRPr="00603E4E">
              <w:t xml:space="preserve">Federführung     </w:t>
            </w:r>
            <w:r w:rsidR="00FF4698" w:rsidRPr="00603E4E">
              <w:t>Realisierung</w:t>
            </w:r>
          </w:p>
        </w:tc>
        <w:tc>
          <w:tcPr>
            <w:tcW w:w="8512" w:type="dxa"/>
            <w:gridSpan w:val="14"/>
            <w:tcBorders>
              <w:top w:val="single" w:sz="2" w:space="0" w:color="auto"/>
              <w:bottom w:val="single" w:sz="2" w:space="0" w:color="auto"/>
            </w:tcBorders>
          </w:tcPr>
          <w:p w14:paraId="0DC8806E" w14:textId="77777777" w:rsidR="00994C75" w:rsidRPr="00603E4E" w:rsidRDefault="000F36FF" w:rsidP="00994C75">
            <w:pPr>
              <w:pStyle w:val="Randtitel"/>
              <w:jc w:val="left"/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</w:tr>
      <w:tr w:rsidR="00994C75" w:rsidRPr="00603E4E" w14:paraId="2E470B39" w14:textId="77777777" w:rsidTr="000210AF">
        <w:trPr>
          <w:trHeight w:val="397"/>
        </w:trPr>
        <w:tc>
          <w:tcPr>
            <w:tcW w:w="1985" w:type="dxa"/>
          </w:tcPr>
          <w:p w14:paraId="45E90135" w14:textId="77777777" w:rsidR="00994C75" w:rsidRPr="00603E4E" w:rsidRDefault="00994C75" w:rsidP="00994C75">
            <w:pPr>
              <w:pStyle w:val="Randtitel"/>
              <w:spacing w:line="240" w:lineRule="auto"/>
            </w:pPr>
          </w:p>
        </w:tc>
        <w:tc>
          <w:tcPr>
            <w:tcW w:w="8512" w:type="dxa"/>
            <w:gridSpan w:val="14"/>
            <w:shd w:val="clear" w:color="auto" w:fill="D9D9D9" w:themeFill="background1" w:themeFillShade="D9"/>
            <w:vAlign w:val="center"/>
          </w:tcPr>
          <w:p w14:paraId="16E019B6" w14:textId="77777777" w:rsidR="00994C75" w:rsidRPr="00603E4E" w:rsidRDefault="00994C75" w:rsidP="00994C75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eastAsiaTheme="majorEastAsia" w:cstheme="majorBidi"/>
                <w:bCs/>
                <w:iCs/>
                <w:szCs w:val="21"/>
              </w:rPr>
              <w:t>Referenzobjekt 2</w:t>
            </w:r>
          </w:p>
        </w:tc>
      </w:tr>
      <w:tr w:rsidR="00994C75" w:rsidRPr="00603E4E" w14:paraId="33F08530" w14:textId="77777777" w:rsidTr="000210AF">
        <w:trPr>
          <w:trHeight w:hRule="exact" w:val="624"/>
        </w:trPr>
        <w:tc>
          <w:tcPr>
            <w:tcW w:w="1985" w:type="dxa"/>
          </w:tcPr>
          <w:p w14:paraId="768654B5" w14:textId="77777777" w:rsidR="00994C75" w:rsidRPr="00603E4E" w:rsidRDefault="00994C75" w:rsidP="00994C75">
            <w:pPr>
              <w:pStyle w:val="Randtitel"/>
              <w:spacing w:line="240" w:lineRule="auto"/>
            </w:pPr>
            <w:r w:rsidRPr="00603E4E">
              <w:t>Objekt, Ort</w:t>
            </w:r>
          </w:p>
          <w:p w14:paraId="1A6C9D24" w14:textId="77777777" w:rsidR="00994C75" w:rsidRPr="00603E4E" w:rsidRDefault="00994C75" w:rsidP="00994C75">
            <w:pPr>
              <w:pStyle w:val="Randtitel"/>
              <w:spacing w:line="240" w:lineRule="auto"/>
            </w:pPr>
          </w:p>
        </w:tc>
        <w:tc>
          <w:tcPr>
            <w:tcW w:w="8512" w:type="dxa"/>
            <w:gridSpan w:val="14"/>
            <w:tcBorders>
              <w:bottom w:val="single" w:sz="2" w:space="0" w:color="auto"/>
            </w:tcBorders>
          </w:tcPr>
          <w:p w14:paraId="53D52B72" w14:textId="77777777" w:rsidR="00994C75" w:rsidRPr="00603E4E" w:rsidRDefault="000F36FF" w:rsidP="00994C75">
            <w:pPr>
              <w:pStyle w:val="Grundtext"/>
              <w:spacing w:after="0"/>
              <w:rPr>
                <w:rFonts w:eastAsiaTheme="minorHAnsi" w:cstheme="minorBidi"/>
                <w:color w:val="auto"/>
                <w:szCs w:val="21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Cs w:val="21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szCs w:val="21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Cs w:val="21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Cs w:val="21"/>
              </w:rPr>
              <w:fldChar w:fldCharType="separate"/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Cs w:val="21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Cs w:val="21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Cs w:val="21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Cs w:val="21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Cs w:val="21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Cs w:val="21"/>
              </w:rPr>
              <w:fldChar w:fldCharType="end"/>
            </w:r>
          </w:p>
        </w:tc>
      </w:tr>
      <w:tr w:rsidR="00994C75" w:rsidRPr="00603E4E" w14:paraId="2F8ECD31" w14:textId="77777777" w:rsidTr="000210AF">
        <w:trPr>
          <w:trHeight w:hRule="exact" w:val="624"/>
        </w:trPr>
        <w:tc>
          <w:tcPr>
            <w:tcW w:w="1985" w:type="dxa"/>
          </w:tcPr>
          <w:p w14:paraId="2D3254EF" w14:textId="77777777" w:rsidR="00994C75" w:rsidRPr="00603E4E" w:rsidRDefault="00994C75" w:rsidP="00994C75">
            <w:pPr>
              <w:pStyle w:val="Randtitel"/>
              <w:spacing w:line="240" w:lineRule="auto"/>
            </w:pPr>
            <w:r w:rsidRPr="00603E4E">
              <w:t>Art und Umfang des Auftrags</w:t>
            </w:r>
          </w:p>
          <w:p w14:paraId="7EF12E23" w14:textId="77777777" w:rsidR="00994C75" w:rsidRPr="00603E4E" w:rsidRDefault="00994C75" w:rsidP="00994C75">
            <w:pPr>
              <w:pStyle w:val="Randtitel"/>
              <w:spacing w:line="240" w:lineRule="auto"/>
            </w:pPr>
            <w:r w:rsidRPr="00603E4E">
              <w:t>(Teilleistungen SIA 102)</w:t>
            </w:r>
          </w:p>
        </w:tc>
        <w:tc>
          <w:tcPr>
            <w:tcW w:w="8512" w:type="dxa"/>
            <w:gridSpan w:val="14"/>
            <w:tcBorders>
              <w:top w:val="single" w:sz="2" w:space="0" w:color="auto"/>
              <w:bottom w:val="single" w:sz="2" w:space="0" w:color="auto"/>
            </w:tcBorders>
          </w:tcPr>
          <w:p w14:paraId="0583E257" w14:textId="77777777" w:rsidR="00994C75" w:rsidRPr="00603E4E" w:rsidRDefault="000F36FF" w:rsidP="00994C75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994C75" w:rsidRPr="00603E4E" w14:paraId="66AC4D22" w14:textId="77777777" w:rsidTr="000210AF">
        <w:trPr>
          <w:trHeight w:hRule="exact" w:val="624"/>
        </w:trPr>
        <w:tc>
          <w:tcPr>
            <w:tcW w:w="1985" w:type="dxa"/>
          </w:tcPr>
          <w:p w14:paraId="1462A360" w14:textId="77777777" w:rsidR="00994C75" w:rsidRPr="00603E4E" w:rsidRDefault="00994C75" w:rsidP="00994C75">
            <w:pPr>
              <w:pStyle w:val="Randtitel"/>
              <w:spacing w:line="240" w:lineRule="auto"/>
            </w:pPr>
            <w:r w:rsidRPr="00603E4E">
              <w:t>Bauvolumen (BKP 1-9) CHF</w:t>
            </w:r>
          </w:p>
        </w:tc>
        <w:tc>
          <w:tcPr>
            <w:tcW w:w="8512" w:type="dxa"/>
            <w:gridSpan w:val="14"/>
            <w:tcBorders>
              <w:top w:val="single" w:sz="2" w:space="0" w:color="auto"/>
              <w:bottom w:val="single" w:sz="2" w:space="0" w:color="auto"/>
            </w:tcBorders>
          </w:tcPr>
          <w:p w14:paraId="272253CC" w14:textId="77777777" w:rsidR="00994C75" w:rsidRPr="00603E4E" w:rsidRDefault="000F36FF" w:rsidP="00994C75">
            <w:pPr>
              <w:pStyle w:val="Grundtext"/>
              <w:spacing w:after="0"/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  <w:p w14:paraId="6AF57C3E" w14:textId="77777777" w:rsidR="00994C75" w:rsidRPr="00603E4E" w:rsidRDefault="00994C75" w:rsidP="00994C75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</w:p>
        </w:tc>
      </w:tr>
      <w:tr w:rsidR="00994C75" w:rsidRPr="00603E4E" w14:paraId="21125344" w14:textId="77777777" w:rsidTr="000210AF">
        <w:trPr>
          <w:trHeight w:hRule="exact" w:val="624"/>
        </w:trPr>
        <w:tc>
          <w:tcPr>
            <w:tcW w:w="1985" w:type="dxa"/>
          </w:tcPr>
          <w:p w14:paraId="7B17FFDE" w14:textId="77777777" w:rsidR="00994C75" w:rsidRPr="00603E4E" w:rsidRDefault="00994C75" w:rsidP="00994C75">
            <w:pPr>
              <w:pStyle w:val="Randtitel"/>
              <w:spacing w:line="240" w:lineRule="auto"/>
            </w:pPr>
            <w:r w:rsidRPr="00603E4E">
              <w:t xml:space="preserve">Bearbeitungsstand </w:t>
            </w:r>
          </w:p>
          <w:p w14:paraId="62BFE4C7" w14:textId="77777777" w:rsidR="00994C75" w:rsidRPr="00603E4E" w:rsidRDefault="00994C75" w:rsidP="00994C75">
            <w:pPr>
              <w:pStyle w:val="Randtitel"/>
              <w:spacing w:line="240" w:lineRule="auto"/>
            </w:pPr>
            <w:r w:rsidRPr="00603E4E">
              <w:t>heute</w:t>
            </w:r>
          </w:p>
        </w:tc>
        <w:tc>
          <w:tcPr>
            <w:tcW w:w="8512" w:type="dxa"/>
            <w:gridSpan w:val="14"/>
            <w:tcBorders>
              <w:top w:val="single" w:sz="2" w:space="0" w:color="auto"/>
              <w:bottom w:val="single" w:sz="2" w:space="0" w:color="auto"/>
            </w:tcBorders>
          </w:tcPr>
          <w:p w14:paraId="76B88D51" w14:textId="77777777" w:rsidR="00994C75" w:rsidRPr="00603E4E" w:rsidRDefault="000F36FF" w:rsidP="00994C75">
            <w:pPr>
              <w:pStyle w:val="Grundtext"/>
              <w:spacing w:after="0"/>
              <w:rPr>
                <w:rFonts w:eastAsiaTheme="minorHAnsi" w:cstheme="minorBidi"/>
                <w:color w:val="auto"/>
                <w:sz w:val="16"/>
                <w:szCs w:val="22"/>
                <w:lang w:eastAsia="en-GB"/>
              </w:rPr>
            </w:pP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separate"/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/>
                <w:bCs/>
                <w:iCs/>
                <w:noProof/>
                <w:sz w:val="16"/>
                <w:szCs w:val="16"/>
              </w:rPr>
              <w:t> </w:t>
            </w:r>
            <w:r w:rsidRPr="00603E4E">
              <w:rPr>
                <w:rStyle w:val="Grundtextfett"/>
                <w:rFonts w:ascii="Arial" w:eastAsiaTheme="majorEastAsia" w:hAnsi="Arial"/>
                <w:bCs/>
                <w:iCs/>
                <w:sz w:val="16"/>
                <w:szCs w:val="16"/>
              </w:rPr>
              <w:fldChar w:fldCharType="end"/>
            </w:r>
          </w:p>
        </w:tc>
      </w:tr>
      <w:tr w:rsidR="00994C75" w:rsidRPr="00603E4E" w14:paraId="4A462C6C" w14:textId="77777777" w:rsidTr="000210AF">
        <w:trPr>
          <w:trHeight w:hRule="exact" w:val="624"/>
        </w:trPr>
        <w:tc>
          <w:tcPr>
            <w:tcW w:w="1985" w:type="dxa"/>
          </w:tcPr>
          <w:p w14:paraId="57110E7A" w14:textId="77777777" w:rsidR="00994C75" w:rsidRPr="00603E4E" w:rsidRDefault="00994C75" w:rsidP="00994C75">
            <w:pPr>
              <w:pStyle w:val="Randtitel"/>
              <w:spacing w:line="240" w:lineRule="auto"/>
            </w:pPr>
            <w:r w:rsidRPr="00603E4E">
              <w:t>Charakterisierung des Projekts in Stichworten</w:t>
            </w:r>
          </w:p>
          <w:p w14:paraId="44652FB1" w14:textId="77777777" w:rsidR="00994C75" w:rsidRPr="00603E4E" w:rsidRDefault="00994C75" w:rsidP="00994C75">
            <w:pPr>
              <w:pStyle w:val="Randtitel"/>
              <w:spacing w:line="240" w:lineRule="auto"/>
              <w:jc w:val="left"/>
            </w:pPr>
          </w:p>
        </w:tc>
        <w:tc>
          <w:tcPr>
            <w:tcW w:w="8512" w:type="dxa"/>
            <w:gridSpan w:val="14"/>
            <w:tcBorders>
              <w:top w:val="single" w:sz="2" w:space="0" w:color="auto"/>
              <w:bottom w:val="single" w:sz="2" w:space="0" w:color="auto"/>
            </w:tcBorders>
          </w:tcPr>
          <w:p w14:paraId="78E37D2D" w14:textId="77777777" w:rsidR="00994C75" w:rsidRPr="00603E4E" w:rsidRDefault="000F36FF" w:rsidP="00994C75">
            <w:pPr>
              <w:pStyle w:val="Randtitel"/>
              <w:jc w:val="left"/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</w:tr>
      <w:tr w:rsidR="00FF4698" w:rsidRPr="00603E4E" w14:paraId="37E0579C" w14:textId="77777777" w:rsidTr="000210AF">
        <w:trPr>
          <w:trHeight w:hRule="exact" w:val="624"/>
        </w:trPr>
        <w:tc>
          <w:tcPr>
            <w:tcW w:w="1985" w:type="dxa"/>
          </w:tcPr>
          <w:p w14:paraId="0122F57E" w14:textId="77777777" w:rsidR="00FF4698" w:rsidRPr="00603E4E" w:rsidRDefault="00FF4698" w:rsidP="005A5096">
            <w:pPr>
              <w:pStyle w:val="Randtitel"/>
              <w:spacing w:line="240" w:lineRule="auto"/>
            </w:pPr>
            <w:r w:rsidRPr="00603E4E">
              <w:t>Bearbeitung des Projekts umfasst (bitte ankreuzen)</w:t>
            </w:r>
          </w:p>
        </w:tc>
        <w:tc>
          <w:tcPr>
            <w:tcW w:w="2837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14:paraId="3530967A" w14:textId="77777777" w:rsidR="00FF4698" w:rsidRPr="00603E4E" w:rsidRDefault="000F36FF" w:rsidP="005A5096">
            <w:pPr>
              <w:pStyle w:val="Randtitel"/>
              <w:jc w:val="left"/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t xml:space="preserve"> Konzept</w:t>
            </w:r>
          </w:p>
        </w:tc>
        <w:tc>
          <w:tcPr>
            <w:tcW w:w="2837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14:paraId="24098689" w14:textId="77777777" w:rsidR="00FF4698" w:rsidRPr="00603E4E" w:rsidRDefault="000F36FF" w:rsidP="005A5096">
            <w:pPr>
              <w:pStyle w:val="Randtitel"/>
              <w:jc w:val="left"/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t xml:space="preserve"> Planung</w:t>
            </w:r>
          </w:p>
        </w:tc>
        <w:tc>
          <w:tcPr>
            <w:tcW w:w="2838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1C7B0E4D" w14:textId="77777777" w:rsidR="00FF4698" w:rsidRPr="00603E4E" w:rsidRDefault="000F36FF" w:rsidP="005A5096">
            <w:pPr>
              <w:pStyle w:val="Randtitel"/>
              <w:jc w:val="left"/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  <w:r w:rsidR="00FF4698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t xml:space="preserve"> Realisierung</w:t>
            </w:r>
          </w:p>
        </w:tc>
      </w:tr>
      <w:tr w:rsidR="00994C75" w:rsidRPr="00603E4E" w14:paraId="5193A82A" w14:textId="77777777" w:rsidTr="000210AF">
        <w:trPr>
          <w:trHeight w:hRule="exact" w:val="624"/>
        </w:trPr>
        <w:tc>
          <w:tcPr>
            <w:tcW w:w="1985" w:type="dxa"/>
          </w:tcPr>
          <w:p w14:paraId="348DBD46" w14:textId="77777777" w:rsidR="00994C75" w:rsidRPr="00603E4E" w:rsidRDefault="00994C75" w:rsidP="00994C75">
            <w:pPr>
              <w:pStyle w:val="Randtitel"/>
              <w:spacing w:line="240" w:lineRule="auto"/>
            </w:pPr>
            <w:r w:rsidRPr="00603E4E">
              <w:t>Federführung Projektierung</w:t>
            </w:r>
          </w:p>
        </w:tc>
        <w:tc>
          <w:tcPr>
            <w:tcW w:w="8512" w:type="dxa"/>
            <w:gridSpan w:val="14"/>
            <w:tcBorders>
              <w:top w:val="single" w:sz="2" w:space="0" w:color="auto"/>
              <w:bottom w:val="single" w:sz="2" w:space="0" w:color="auto"/>
            </w:tcBorders>
          </w:tcPr>
          <w:p w14:paraId="3CA2EE10" w14:textId="77777777" w:rsidR="00994C75" w:rsidRPr="00603E4E" w:rsidRDefault="000F36FF" w:rsidP="00994C75">
            <w:pPr>
              <w:pStyle w:val="Randtitel"/>
              <w:jc w:val="left"/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</w:tr>
      <w:tr w:rsidR="00994C75" w:rsidRPr="00603E4E" w14:paraId="0EF6DB5E" w14:textId="77777777" w:rsidTr="000210AF">
        <w:trPr>
          <w:trHeight w:hRule="exact" w:val="624"/>
        </w:trPr>
        <w:tc>
          <w:tcPr>
            <w:tcW w:w="1985" w:type="dxa"/>
          </w:tcPr>
          <w:p w14:paraId="28A7309F" w14:textId="77777777" w:rsidR="00994C75" w:rsidRPr="00603E4E" w:rsidRDefault="00994C75" w:rsidP="00FF4698">
            <w:pPr>
              <w:pStyle w:val="Randtitel"/>
              <w:spacing w:line="240" w:lineRule="auto"/>
            </w:pPr>
            <w:r w:rsidRPr="00603E4E">
              <w:t xml:space="preserve">Federführung     </w:t>
            </w:r>
            <w:r w:rsidR="00FF4698" w:rsidRPr="00603E4E">
              <w:t>Realisierung</w:t>
            </w:r>
          </w:p>
        </w:tc>
        <w:tc>
          <w:tcPr>
            <w:tcW w:w="8512" w:type="dxa"/>
            <w:gridSpan w:val="14"/>
            <w:tcBorders>
              <w:top w:val="single" w:sz="2" w:space="0" w:color="auto"/>
              <w:bottom w:val="single" w:sz="2" w:space="0" w:color="auto"/>
            </w:tcBorders>
          </w:tcPr>
          <w:p w14:paraId="310103AD" w14:textId="77777777" w:rsidR="00994C75" w:rsidRPr="00603E4E" w:rsidRDefault="000F36FF" w:rsidP="00994C75">
            <w:pPr>
              <w:pStyle w:val="Randtitel"/>
              <w:jc w:val="left"/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pP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instrText xml:space="preserve"> FORMTEXT </w:instrTex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separate"/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="00994C75" w:rsidRPr="00603E4E">
              <w:rPr>
                <w:rStyle w:val="Grundtextfett"/>
                <w:rFonts w:ascii="Arial" w:eastAsiaTheme="majorEastAsia" w:hAnsi="Arial" w:cs="Arial"/>
                <w:bCs/>
                <w:iCs/>
                <w:noProof/>
                <w:color w:val="000000"/>
                <w:szCs w:val="16"/>
                <w:lang w:eastAsia="en-US"/>
              </w:rPr>
              <w:t> </w:t>
            </w:r>
            <w:r w:rsidRPr="00603E4E">
              <w:rPr>
                <w:rStyle w:val="Grundtextfett"/>
                <w:rFonts w:ascii="Arial" w:eastAsiaTheme="majorEastAsia" w:hAnsi="Arial" w:cs="Arial"/>
                <w:bCs/>
                <w:iCs/>
                <w:color w:val="000000"/>
                <w:szCs w:val="16"/>
                <w:lang w:eastAsia="en-US"/>
              </w:rPr>
              <w:fldChar w:fldCharType="end"/>
            </w:r>
          </w:p>
        </w:tc>
      </w:tr>
    </w:tbl>
    <w:p w14:paraId="2F4A5E9F" w14:textId="7F4C1180" w:rsidR="00DC3443" w:rsidRDefault="00DC3443" w:rsidP="0024598F"/>
    <w:p w14:paraId="21DCCFEA" w14:textId="77777777" w:rsidR="00DC3443" w:rsidRPr="00DC3443" w:rsidRDefault="00DC3443" w:rsidP="00DC3443">
      <w:pPr>
        <w:tabs>
          <w:tab w:val="right" w:pos="8477"/>
        </w:tabs>
        <w:spacing w:after="0"/>
        <w:rPr>
          <w:rFonts w:eastAsia="Arial" w:cs="Times New Roman"/>
          <w:szCs w:val="20"/>
        </w:rPr>
      </w:pPr>
    </w:p>
    <w:p w14:paraId="2F20FC48" w14:textId="77777777" w:rsidR="00DC3443" w:rsidRPr="00DC3443" w:rsidRDefault="00DC3443" w:rsidP="00DC3443">
      <w:pPr>
        <w:tabs>
          <w:tab w:val="right" w:pos="8477"/>
        </w:tabs>
        <w:spacing w:after="0"/>
        <w:rPr>
          <w:rFonts w:eastAsia="Arial" w:cs="Times New Roman"/>
          <w:szCs w:val="20"/>
        </w:rPr>
      </w:pPr>
    </w:p>
    <w:p w14:paraId="3243555B" w14:textId="7A05F006" w:rsidR="00DC3443" w:rsidRDefault="00DC3443" w:rsidP="00DC3443">
      <w:pPr>
        <w:keepNext/>
        <w:keepLines/>
        <w:tabs>
          <w:tab w:val="right" w:pos="8477"/>
        </w:tabs>
        <w:spacing w:line="320" w:lineRule="exact"/>
        <w:outlineLvl w:val="0"/>
        <w:rPr>
          <w:rFonts w:ascii="Arial Black" w:eastAsia="Times New Roman" w:hAnsi="Arial Black" w:cs="Times New Roman"/>
          <w:bCs/>
          <w:spacing w:val="-6"/>
          <w:sz w:val="32"/>
          <w:szCs w:val="32"/>
        </w:rPr>
      </w:pPr>
      <w:bookmarkStart w:id="0" w:name="_Toc134089309"/>
      <w:bookmarkStart w:id="1" w:name="_Toc139524835"/>
      <w:r w:rsidRPr="00DC3443">
        <w:rPr>
          <w:rFonts w:ascii="Arial Black" w:eastAsia="Times New Roman" w:hAnsi="Arial Black" w:cs="Times New Roman"/>
          <w:bCs/>
          <w:spacing w:val="-6"/>
          <w:sz w:val="32"/>
          <w:szCs w:val="32"/>
        </w:rPr>
        <w:t>Z</w:t>
      </w:r>
      <w:bookmarkStart w:id="2" w:name="_Hlk146649385"/>
      <w:r w:rsidRPr="00DC3443">
        <w:rPr>
          <w:rFonts w:ascii="Arial Black" w:eastAsia="Times New Roman" w:hAnsi="Arial Black" w:cs="Times New Roman"/>
          <w:bCs/>
          <w:spacing w:val="-6"/>
          <w:sz w:val="32"/>
          <w:szCs w:val="32"/>
        </w:rPr>
        <w:t xml:space="preserve">uschlagskriterium </w:t>
      </w:r>
      <w:bookmarkEnd w:id="0"/>
      <w:r>
        <w:rPr>
          <w:rFonts w:ascii="Arial Black" w:eastAsia="Times New Roman" w:hAnsi="Arial Black" w:cs="Times New Roman"/>
          <w:bCs/>
          <w:spacing w:val="-6"/>
          <w:sz w:val="32"/>
          <w:szCs w:val="32"/>
        </w:rPr>
        <w:t>4</w:t>
      </w:r>
      <w:r w:rsidRPr="00DC3443">
        <w:rPr>
          <w:rFonts w:ascii="Arial Black" w:eastAsia="Times New Roman" w:hAnsi="Arial Black" w:cs="Times New Roman"/>
          <w:bCs/>
          <w:spacing w:val="-6"/>
          <w:sz w:val="32"/>
          <w:szCs w:val="32"/>
        </w:rPr>
        <w:t xml:space="preserve"> </w:t>
      </w:r>
      <w:r>
        <w:rPr>
          <w:rFonts w:ascii="Arial Black" w:eastAsia="Times New Roman" w:hAnsi="Arial Black" w:cs="Times New Roman"/>
          <w:bCs/>
          <w:spacing w:val="-6"/>
          <w:sz w:val="32"/>
          <w:szCs w:val="32"/>
        </w:rPr>
        <w:t>–</w:t>
      </w:r>
      <w:r w:rsidRPr="00DC3443">
        <w:rPr>
          <w:rFonts w:ascii="Arial Black" w:eastAsia="Times New Roman" w:hAnsi="Arial Black" w:cs="Times New Roman"/>
          <w:bCs/>
          <w:spacing w:val="-6"/>
          <w:sz w:val="32"/>
          <w:szCs w:val="32"/>
        </w:rPr>
        <w:t xml:space="preserve"> </w:t>
      </w:r>
    </w:p>
    <w:p w14:paraId="1F7B1972" w14:textId="696DBEF3" w:rsidR="00DC3443" w:rsidRDefault="00DC3443" w:rsidP="00DC3443">
      <w:pPr>
        <w:keepNext/>
        <w:keepLines/>
        <w:tabs>
          <w:tab w:val="right" w:pos="8477"/>
        </w:tabs>
        <w:spacing w:line="320" w:lineRule="exact"/>
        <w:outlineLvl w:val="0"/>
        <w:rPr>
          <w:rFonts w:ascii="Arial Black" w:eastAsia="Times New Roman" w:hAnsi="Arial Black" w:cs="Times New Roman"/>
          <w:sz w:val="32"/>
          <w:szCs w:val="32"/>
        </w:rPr>
      </w:pPr>
      <w:r w:rsidRPr="00DC3443">
        <w:rPr>
          <w:rFonts w:ascii="Arial Black" w:eastAsia="Times New Roman" w:hAnsi="Arial Black" w:cs="Times New Roman"/>
          <w:sz w:val="32"/>
          <w:szCs w:val="32"/>
        </w:rPr>
        <w:t>Ausbildung von Lernenden</w:t>
      </w:r>
      <w:bookmarkEnd w:id="1"/>
      <w:bookmarkEnd w:id="2"/>
    </w:p>
    <w:p w14:paraId="411414B1" w14:textId="77777777" w:rsidR="00DC3443" w:rsidRPr="00DC3443" w:rsidRDefault="00DC3443" w:rsidP="00DC3443">
      <w:pPr>
        <w:keepNext/>
        <w:keepLines/>
        <w:tabs>
          <w:tab w:val="right" w:pos="8477"/>
        </w:tabs>
        <w:spacing w:line="320" w:lineRule="exact"/>
        <w:outlineLvl w:val="0"/>
        <w:rPr>
          <w:rFonts w:ascii="Arial Black" w:eastAsia="Times New Roman" w:hAnsi="Arial Black" w:cs="Times New Roman"/>
          <w:sz w:val="32"/>
          <w:szCs w:val="32"/>
        </w:rPr>
      </w:pPr>
    </w:p>
    <w:p w14:paraId="508BE23C" w14:textId="77777777" w:rsidR="00DC3443" w:rsidRPr="00DC3443" w:rsidRDefault="00DC3443" w:rsidP="00DC3443">
      <w:pPr>
        <w:keepNext/>
        <w:keepLines/>
        <w:tabs>
          <w:tab w:val="right" w:pos="8477"/>
        </w:tabs>
        <w:spacing w:line="204" w:lineRule="auto"/>
        <w:outlineLvl w:val="1"/>
        <w:rPr>
          <w:rFonts w:ascii="Arial Black" w:eastAsia="Times New Roman" w:hAnsi="Arial Black" w:cs="Times New Roman"/>
          <w:spacing w:val="-6"/>
          <w:sz w:val="24"/>
          <w:szCs w:val="24"/>
        </w:rPr>
      </w:pPr>
      <w:bookmarkStart w:id="3" w:name="_Toc139524836"/>
      <w:r w:rsidRPr="00DC3443">
        <w:rPr>
          <w:rFonts w:ascii="Arial Black" w:eastAsia="Times New Roman" w:hAnsi="Arial Black" w:cs="Times New Roman"/>
          <w:spacing w:val="-6"/>
          <w:sz w:val="24"/>
          <w:szCs w:val="24"/>
        </w:rPr>
        <w:t>Nachweis Anzahl Lernende</w:t>
      </w:r>
      <w:bookmarkEnd w:id="3"/>
    </w:p>
    <w:p w14:paraId="2172FE00" w14:textId="77777777" w:rsidR="00DC3443" w:rsidRPr="00DC3443" w:rsidRDefault="00DC3443" w:rsidP="00DC3443">
      <w:pPr>
        <w:tabs>
          <w:tab w:val="left" w:pos="1843"/>
        </w:tabs>
        <w:spacing w:after="0"/>
        <w:ind w:left="1843" w:hanging="1843"/>
        <w:rPr>
          <w:rFonts w:eastAsia="Times New Roman" w:cs="Arial"/>
          <w:szCs w:val="20"/>
        </w:rPr>
      </w:pPr>
      <w:r w:rsidRPr="00DC3443">
        <w:rPr>
          <w:rFonts w:eastAsia="Times New Roman" w:cs="Arial"/>
          <w:szCs w:val="20"/>
        </w:rPr>
        <w:t>Anzahl Lernende im Unternehmen</w:t>
      </w:r>
      <w:r w:rsidRPr="00DC3443">
        <w:rPr>
          <w:rFonts w:eastAsia="Times New Roman" w:cs="Arial"/>
          <w:szCs w:val="20"/>
        </w:rPr>
        <w:tab/>
      </w:r>
      <w:r w:rsidRPr="00DC3443">
        <w:rPr>
          <w:rFonts w:ascii="Arial Black" w:eastAsia="Times New Roman" w:hAnsi="Arial Black" w:cs="Arial"/>
          <w:bCs/>
          <w:spacing w:val="-6"/>
          <w:szCs w:val="20"/>
        </w:rPr>
        <w:tab/>
      </w:r>
      <w:r w:rsidRPr="00DC3443">
        <w:rPr>
          <w:rFonts w:ascii="Arial Black" w:eastAsia="Times New Roman" w:hAnsi="Arial Black" w:cs="Arial"/>
          <w:bCs/>
          <w:spacing w:val="-6"/>
          <w:szCs w:val="20"/>
        </w:rPr>
        <w:tab/>
        <w:t>___________________________</w:t>
      </w:r>
    </w:p>
    <w:p w14:paraId="5387168C" w14:textId="77777777" w:rsidR="00DC3443" w:rsidRPr="00DC3443" w:rsidRDefault="00DC3443" w:rsidP="00DC3443">
      <w:pPr>
        <w:tabs>
          <w:tab w:val="left" w:pos="1843"/>
        </w:tabs>
        <w:spacing w:after="0"/>
        <w:ind w:left="1843" w:hanging="1843"/>
        <w:rPr>
          <w:rFonts w:eastAsia="Times New Roman" w:cs="Arial"/>
          <w:szCs w:val="20"/>
        </w:rPr>
      </w:pPr>
    </w:p>
    <w:p w14:paraId="0078DCD1" w14:textId="77777777" w:rsidR="00DC3443" w:rsidRPr="00DC3443" w:rsidRDefault="00DC3443" w:rsidP="00DC3443">
      <w:pPr>
        <w:tabs>
          <w:tab w:val="left" w:pos="1843"/>
        </w:tabs>
        <w:spacing w:after="0"/>
        <w:ind w:left="1843" w:hanging="1843"/>
        <w:rPr>
          <w:rFonts w:eastAsia="Times New Roman" w:cs="Arial"/>
          <w:szCs w:val="20"/>
        </w:rPr>
      </w:pPr>
      <w:r w:rsidRPr="00DC3443">
        <w:rPr>
          <w:rFonts w:eastAsia="Times New Roman" w:cs="Arial"/>
          <w:szCs w:val="20"/>
        </w:rPr>
        <w:t>Total der Anzahl Mitarbeitenden im Unternehmen</w:t>
      </w:r>
      <w:r w:rsidRPr="00DC3443">
        <w:rPr>
          <w:rFonts w:eastAsia="Times New Roman" w:cs="Arial"/>
          <w:szCs w:val="20"/>
        </w:rPr>
        <w:tab/>
      </w:r>
      <w:r w:rsidRPr="00DC3443">
        <w:rPr>
          <w:rFonts w:ascii="Arial Black" w:eastAsia="Times New Roman" w:hAnsi="Arial Black" w:cs="Arial"/>
          <w:bCs/>
          <w:spacing w:val="-6"/>
          <w:szCs w:val="20"/>
        </w:rPr>
        <w:t>___________________________</w:t>
      </w:r>
    </w:p>
    <w:p w14:paraId="50BA4619" w14:textId="77777777" w:rsidR="00DC3443" w:rsidRDefault="00DC3443" w:rsidP="0024598F"/>
    <w:sectPr w:rsidR="00DC3443" w:rsidSect="0073515B">
      <w:headerReference w:type="default" r:id="rId13"/>
      <w:headerReference w:type="first" r:id="rId14"/>
      <w:footerReference w:type="first" r:id="rId15"/>
      <w:pgSz w:w="11906" w:h="16838"/>
      <w:pgMar w:top="3062" w:right="936" w:bottom="680" w:left="246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F4644" w14:textId="77777777" w:rsidR="00E679AE" w:rsidRDefault="00E679AE" w:rsidP="005F4621">
      <w:pPr>
        <w:spacing w:after="0"/>
      </w:pPr>
      <w:r>
        <w:separator/>
      </w:r>
    </w:p>
  </w:endnote>
  <w:endnote w:type="continuationSeparator" w:id="0">
    <w:p w14:paraId="0C3B5835" w14:textId="77777777" w:rsidR="00E679AE" w:rsidRDefault="00E679AE" w:rsidP="005F46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AC5C1" w14:textId="77777777" w:rsidR="00E679AE" w:rsidRDefault="00E679AE" w:rsidP="0022621E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706F2" w14:textId="77777777" w:rsidR="00E679AE" w:rsidRDefault="00E679AE" w:rsidP="005F4621">
      <w:pPr>
        <w:spacing w:after="0"/>
      </w:pPr>
      <w:r>
        <w:separator/>
      </w:r>
    </w:p>
  </w:footnote>
  <w:footnote w:type="continuationSeparator" w:id="0">
    <w:p w14:paraId="3AFA69B8" w14:textId="77777777" w:rsidR="00E679AE" w:rsidRDefault="00E679AE" w:rsidP="005F46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AC04" w14:textId="77777777" w:rsidR="00E679AE" w:rsidRDefault="00E679AE"/>
  <w:p w14:paraId="0734C7CF" w14:textId="77777777" w:rsidR="00E679AE" w:rsidRDefault="00E679AE"/>
  <w:tbl>
    <w:tblPr>
      <w:tblW w:w="10438" w:type="dxa"/>
      <w:tblInd w:w="-1985" w:type="dxa"/>
      <w:tblCellMar>
        <w:left w:w="0" w:type="dxa"/>
        <w:right w:w="142" w:type="dxa"/>
      </w:tblCellMar>
      <w:tblLook w:val="04A0" w:firstRow="1" w:lastRow="0" w:firstColumn="1" w:lastColumn="0" w:noHBand="0" w:noVBand="1"/>
    </w:tblPr>
    <w:tblGrid>
      <w:gridCol w:w="2075"/>
      <w:gridCol w:w="8363"/>
    </w:tblGrid>
    <w:tr w:rsidR="00E679AE" w:rsidRPr="0022621E" w14:paraId="40977C78" w14:textId="77777777" w:rsidTr="009356EB">
      <w:trPr>
        <w:trHeight w:val="340"/>
      </w:trPr>
      <w:tc>
        <w:tcPr>
          <w:tcW w:w="2075" w:type="dxa"/>
        </w:tcPr>
        <w:p w14:paraId="0EE20613" w14:textId="77777777" w:rsidR="00E679AE" w:rsidRPr="0022621E" w:rsidRDefault="00E679AE" w:rsidP="0073515B">
          <w:pPr>
            <w:pStyle w:val="Randtitel"/>
            <w:ind w:right="283"/>
          </w:pPr>
        </w:p>
      </w:tc>
      <w:tc>
        <w:tcPr>
          <w:tcW w:w="8363" w:type="dxa"/>
        </w:tcPr>
        <w:p w14:paraId="100FD162" w14:textId="16DF578E" w:rsidR="00E679AE" w:rsidRDefault="00886717" w:rsidP="00527134">
          <w:pPr>
            <w:pStyle w:val="berschrift4"/>
            <w:rPr>
              <w:rStyle w:val="Grundtextfett"/>
              <w:color w:val="BFBFBF" w:themeColor="background1" w:themeShade="BF"/>
            </w:rPr>
          </w:pPr>
          <w:r w:rsidRPr="00886717">
            <w:rPr>
              <w:rStyle w:val="Grundtextfett"/>
              <w:color w:val="BFBFBF" w:themeColor="background1" w:themeShade="BF"/>
            </w:rPr>
            <w:t>Berufsfachschule Mühletal, Winterthur</w:t>
          </w:r>
        </w:p>
        <w:p w14:paraId="49E06535" w14:textId="2A16D8C1" w:rsidR="00E679AE" w:rsidRPr="00527134" w:rsidRDefault="00E679AE" w:rsidP="00527134">
          <w:r w:rsidRPr="00527134">
            <w:rPr>
              <w:rStyle w:val="Grundtextfett"/>
              <w:rFonts w:eastAsiaTheme="majorEastAsia" w:cstheme="majorBidi"/>
              <w:bCs/>
              <w:iCs/>
              <w:color w:val="BFBFBF" w:themeColor="background1" w:themeShade="BF"/>
              <w:szCs w:val="20"/>
            </w:rPr>
            <w:t>S</w:t>
          </w:r>
          <w:r w:rsidR="00886717">
            <w:rPr>
              <w:rStyle w:val="Grundtextfett"/>
              <w:rFonts w:eastAsiaTheme="majorEastAsia" w:cstheme="majorBidi"/>
              <w:bCs/>
              <w:iCs/>
              <w:color w:val="BFBFBF" w:themeColor="background1" w:themeShade="BF"/>
              <w:szCs w:val="20"/>
            </w:rPr>
            <w:t>ofortmassnahmen</w:t>
          </w:r>
        </w:p>
      </w:tc>
    </w:tr>
  </w:tbl>
  <w:p w14:paraId="0E8ED5BF" w14:textId="77777777" w:rsidR="00E679AE" w:rsidRPr="00604910" w:rsidRDefault="00E75207" w:rsidP="0024598F">
    <w:pPr>
      <w:spacing w:after="0"/>
    </w:pPr>
    <w:r>
      <w:pict w14:anchorId="642C8C81">
        <v:shapetype id="_s1" o:spid="_x0000_m2192" coordsize="21600,21600" o:spt="202" path="m,l,21600r21600,l21600,xe">
          <v:stroke joinstyle="miter"/>
          <v:path gradientshapeok="t" o:connecttype="rect"/>
        </v:shapetype>
      </w:pict>
    </w:r>
    <w:r>
      <w:pict w14:anchorId="1C172AC6">
        <v:shape id="_x0000_s2179" type="#_s1" style="position:absolute;margin-left:385.3pt;margin-top:55.3pt;width:22.7pt;height:22.7pt;z-index:251657728;mso-position-horizontal-relative:page;mso-position-vertical-relative:page" o:spt="202" path="m,l,21600r21600,l21600,xe" stroked="f">
          <v:stroke joinstyle="miter"/>
          <v:path gradientshapeok="t" o:connecttype="rect"/>
          <v:textbox style="mso-next-textbox:#_x0000_s2179" inset="0,0,0,0">
            <w:txbxContent>
              <w:sdt>
                <w:sdtPr>
                  <w:alias w:val="Profile.Org.Kanton"/>
                  <w:id w:val="14897978"/>
                  <w:dataBinding w:xpath="//Image[@id='Profile.Org.Kanton']" w:storeItemID="{5E6D282E-8444-477C-B9D7-C5A7B40BA364}"/>
                  <w:picture/>
                </w:sdtPr>
                <w:sdtEndPr/>
                <w:sdtContent>
                  <w:p w14:paraId="5F3CE7E6" w14:textId="77777777" w:rsidR="00E679AE" w:rsidRPr="00EA59F1" w:rsidRDefault="00E679AE" w:rsidP="00EA7AF9">
                    <w:pPr>
                      <w:pStyle w:val="Neutral"/>
                    </w:pPr>
                    <w:r>
                      <w:rPr>
                        <w:noProof/>
                        <w:lang w:eastAsia="de-CH"/>
                      </w:rPr>
                      <w:drawing>
                        <wp:inline distT="0" distB="0" distL="0" distR="0" wp14:anchorId="2E4595F5" wp14:editId="125FEFF3">
                          <wp:extent cx="216427" cy="216427"/>
                          <wp:effectExtent l="0" t="0" r="0" b="0"/>
                          <wp:docPr id="567930310" name="oo_188515182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67930310" name="oo_188515182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6427" cy="2164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sdtContent>
              </w:sdt>
            </w:txbxContent>
          </v:textbox>
          <w10:wrap anchorx="page" anchory="page"/>
        </v:shape>
      </w:pict>
    </w:r>
    <w:r>
      <w:pict w14:anchorId="3FD0B5B6">
        <v:shapetype id="_s2" o:spid="_x0000_m2191" coordsize="21600,21600" o:spt="202" path="m,l,21600r21600,l21600,xe">
          <v:stroke joinstyle="miter"/>
          <v:path gradientshapeok="t" o:connecttype="rect"/>
        </v:shapetype>
      </w:pict>
    </w:r>
    <w:r>
      <w:pict w14:anchorId="44D7E168">
        <v:shape id="_x0000_s2180" type="#_s2" style="position:absolute;margin-left:410.6pt;margin-top:0;width:159.4pt;height:130.5pt;z-index:251658752;mso-position-horizontal-relative:page;mso-position-vertical-relative:page;mso-width-relative:margin;mso-height-relative:margin" o:spt="202" path="m,l,21600r21600,l21600,xe" filled="f" stroked="f">
          <v:stroke joinstyle="miter"/>
          <v:path gradientshapeok="t" o:connecttype="rect"/>
          <v:textbox style="mso-next-textbox:#_x0000_s2180" inset="0,0,0,0">
            <w:txbxContent>
              <w:tbl>
                <w:tblPr>
                  <w:tblW w:w="0" w:type="auto"/>
                  <w:tblInd w:w="5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043"/>
                </w:tblGrid>
                <w:tr w:rsidR="00E679AE" w14:paraId="36B96ED9" w14:textId="77777777">
                  <w:trPr>
                    <w:trHeight w:val="2551"/>
                  </w:trPr>
                  <w:tc>
                    <w:tcPr>
                      <w:tcW w:w="3043" w:type="dxa"/>
                      <w:vAlign w:val="center"/>
                      <w:hideMark/>
                    </w:tcPr>
                    <w:sdt>
                      <w:sdtPr>
                        <w:alias w:val="CustomElements.Header.TextFolgeseiten"/>
                        <w:id w:val="217364610"/>
                        <w:dataBinding w:xpath="//Text[@id='CustomElements.Header.TextFolgeseiten']" w:storeItemID="{5E6D282E-8444-477C-B9D7-C5A7B40BA364}"/>
                        <w:text w:multiLine="1"/>
                      </w:sdtPr>
                      <w:sdtEndPr/>
                      <w:sdtContent>
                        <w:p w14:paraId="1CD904E0" w14:textId="77777777" w:rsidR="00E679AE" w:rsidRDefault="00E679AE">
                          <w:pPr>
                            <w:pStyle w:val="BriefKopf"/>
                          </w:pPr>
                          <w:r>
                            <w:t>Hochbauamt</w:t>
                          </w:r>
                        </w:p>
                      </w:sdtContent>
                    </w:sdt>
                    <w:p w14:paraId="4C9CCEE1" w14:textId="77777777" w:rsidR="00E679AE" w:rsidRDefault="00E679AE">
                      <w:pPr>
                        <w:pStyle w:val="BriefKopf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302122"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/</w:t>
                      </w:r>
                      <w:fldSimple w:instr=" NUMPAGES   \* MERGEFORMAT ">
                        <w:r w:rsidR="00302122">
                          <w:rPr>
                            <w:noProof/>
                          </w:rPr>
                          <w:t>5</w:t>
                        </w:r>
                      </w:fldSimple>
                    </w:p>
                  </w:tc>
                </w:tr>
                <w:tr w:rsidR="00E679AE" w14:paraId="22F94379" w14:textId="77777777">
                  <w:trPr>
                    <w:trHeight w:val="2551"/>
                  </w:trPr>
                  <w:tc>
                    <w:tcPr>
                      <w:tcW w:w="3043" w:type="dxa"/>
                      <w:vAlign w:val="center"/>
                    </w:tcPr>
                    <w:p w14:paraId="02DE3DE6" w14:textId="77777777" w:rsidR="00E679AE" w:rsidRDefault="00E679AE">
                      <w:pPr>
                        <w:pStyle w:val="BriefKopf"/>
                      </w:pPr>
                    </w:p>
                  </w:tc>
                </w:tr>
              </w:tbl>
              <w:p w14:paraId="4F9E4529" w14:textId="77777777" w:rsidR="00E679AE" w:rsidRDefault="00E679AE" w:rsidP="00EA7AF9">
                <w:pPr>
                  <w:spacing w:after="0"/>
                  <w:rPr>
                    <w:sz w:val="2"/>
                    <w:szCs w:val="2"/>
                  </w:rPr>
                </w:pPr>
              </w:p>
            </w:txbxContent>
          </v:textbox>
          <w10:wrap type="square"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AF915" w14:textId="77777777" w:rsidR="00E679AE" w:rsidRPr="00EA59F1" w:rsidRDefault="00E75207" w:rsidP="00EA7AF9">
    <w:pPr>
      <w:pStyle w:val="Neutral"/>
    </w:pPr>
    <w:r>
      <w:pict w14:anchorId="28EF27E7">
        <v:shapetype id="_s3" o:spid="_x0000_m2190" coordsize="21600,21600" o:spt="202" path="m,l,21600r21600,l21600,xe">
          <v:stroke joinstyle="miter"/>
          <v:path gradientshapeok="t" o:connecttype="rect"/>
        </v:shapetype>
      </w:pict>
    </w:r>
    <w:r>
      <w:pict w14:anchorId="79DA8994">
        <v:shape id="###DraftMode###1026" o:spid="_x0000_s2185" type="#_s3" alt="off" style="position:absolute;margin-left:-811.3pt;margin-top:-1584.2pt;width:83.35pt;height:20.85pt;z-index:251660800;mso-position-horizontal:right;mso-position-vertical:absolute;mso-position-vertical-relative:page" o:spt="202" path="m,l,21600r21600,l21600,xe" stroked="f">
          <v:fill opacity="1" o:opacity2="1" recolor="f" rotate="f"/>
          <v:stroke joinstyle="miter"/>
          <v:path gradientshapeok="t" o:connecttype="rect"/>
          <v:textbox style="mso-next-textbox:####DraftMode###1026;mso-fit-shape-to-text:f" inset="0,0,0,0">
            <w:txbxContent>
              <w:tbl>
                <w:tblPr>
                  <w:tblW w:w="0" w:type="auto"/>
                  <w:tblInd w:w="57" w:type="dxa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565"/>
                </w:tblGrid>
                <w:tr w:rsidR="00E679AE" w14:paraId="4948311D" w14:textId="77777777" w:rsidTr="00EA7AF9">
                  <w:trPr>
                    <w:trHeight w:val="170"/>
                  </w:trPr>
                  <w:tc>
                    <w:tcPr>
                      <w:tcW w:w="1565" w:type="dxa"/>
                      <w:tcBorders>
                        <w:bottom w:val="single" w:sz="4" w:space="0" w:color="auto"/>
                      </w:tcBorders>
                    </w:tcPr>
                    <w:p w14:paraId="1BDB5B3F" w14:textId="77777777" w:rsidR="00E679AE" w:rsidRPr="005C44D3" w:rsidRDefault="00E679AE" w:rsidP="00EA7AF9">
                      <w:pPr>
                        <w:pStyle w:val="BriefKopffett"/>
                      </w:pPr>
                      <w:r w:rsidRPr="005C44D3">
                        <w:t>Entwurf</w:t>
                      </w:r>
                    </w:p>
                  </w:tc>
                </w:tr>
                <w:tr w:rsidR="00E679AE" w14:paraId="7B6C7E68" w14:textId="77777777" w:rsidTr="00EA7AF9">
                  <w:trPr>
                    <w:trHeight w:val="113"/>
                  </w:trPr>
                  <w:tc>
                    <w:tcPr>
                      <w:tcW w:w="1565" w:type="dxa"/>
                      <w:tcBorders>
                        <w:top w:val="single" w:sz="4" w:space="0" w:color="auto"/>
                      </w:tcBorders>
                    </w:tcPr>
                    <w:sdt>
                      <w:sdtPr>
                        <w:alias w:val="DocumentProperties.SaveTimestamp"/>
                        <w:tag w:val="DocumentProperties.SaveTimestamp"/>
                        <w:id w:val="-1397200502"/>
                        <w:dataBinding w:xpath="//DateTime[@id='DocumentProperties.SaveTimestamp']" w:storeItemID="{5E6D282E-8444-477C-B9D7-C5A7B40BA364}"/>
                        <w:date w:fullDate="2026-01-22T13:39:00Z">
                          <w:dateFormat w:val="dd.MM.yyyy HH:mm"/>
                          <w:lid w:val="de-CH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71910C56" w14:textId="0F17B1D8" w:rsidR="00E679AE" w:rsidRDefault="00E75207" w:rsidP="00EA7AF9">
                          <w:pPr>
                            <w:pStyle w:val="BriefKopf"/>
                          </w:pPr>
                          <w:r>
                            <w:t>22.01.2026 13:39</w:t>
                          </w:r>
                        </w:p>
                      </w:sdtContent>
                    </w:sdt>
                    <w:p w14:paraId="6493212C" w14:textId="77777777" w:rsidR="00E679AE" w:rsidRDefault="00E679AE" w:rsidP="00EA7AF9">
                      <w:pPr>
                        <w:pStyle w:val="BriefKopf"/>
                      </w:pPr>
                    </w:p>
                  </w:tc>
                </w:tr>
              </w:tbl>
              <w:p w14:paraId="0C3A4B6E" w14:textId="77777777" w:rsidR="00E679AE" w:rsidRPr="002F1C35" w:rsidRDefault="00E679AE" w:rsidP="00EA7AF9"/>
            </w:txbxContent>
          </v:textbox>
          <w10:wrap anchory="page"/>
        </v:shape>
      </w:pict>
    </w:r>
    <w:r>
      <w:pict w14:anchorId="4FDCE99A">
        <v:shapetype id="_s4" o:spid="_x0000_m2189" coordsize="21600,21600" o:spt="202" path="m,l,21600r21600,l21600,xe">
          <v:stroke joinstyle="miter"/>
          <v:path gradientshapeok="t" o:connecttype="rect"/>
        </v:shapetype>
      </w:pict>
    </w:r>
    <w:r>
      <w:pict w14:anchorId="68FA9614">
        <v:shape id="_x0000_s2184" type="#_s4" style="position:absolute;margin-left:0;margin-top:0;width:50pt;height:50pt;z-index:251659776;visibility:hidden" o:spt="202" path="m,l,21600r21600,l21600,xe">
          <v:stroke joinstyle="miter"/>
          <v:path gradientshapeok="t" o:connecttype="rect"/>
          <o:lock v:ext="edit" selection="t"/>
        </v:shape>
      </w:pict>
    </w:r>
    <w:r>
      <w:pict w14:anchorId="705C7500">
        <v:shapetype id="_x0000_t202" coordsize="21600,21600" o:spt="202" path="m,l,21600r21600,l21600,xe">
          <v:stroke joinstyle="miter"/>
          <v:path gradientshapeok="t" o:connecttype="rect"/>
        </v:shapetype>
        <v:shape id="_x0000_s2186" type="#_x0000_t202" style="position:absolute;margin-left:0;margin-top:0;width:423.9pt;height:151.8pt;z-index:251661824;mso-position-vertical-relative:page" filled="f" stroked="f">
          <v:textbox style="mso-next-textbox:#_x0000_s2186" inset="0,0,0,0">
            <w:txbxContent>
              <w:tbl>
                <w:tblPr>
                  <w:tblW w:w="8505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8505"/>
                </w:tblGrid>
                <w:tr w:rsidR="00E679AE" w14:paraId="4F8D7E7E" w14:textId="77777777" w:rsidTr="00EA7AF9">
                  <w:trPr>
                    <w:trHeight w:val="1117"/>
                  </w:trPr>
                  <w:sdt>
                    <w:sdtPr>
                      <w:alias w:val="CustomElements.Header.Formular.Script1"/>
                      <w:id w:val="1108816"/>
                      <w:dataBinding w:xpath="//Text[@id='CustomElements.Header.Formular.Script1']" w:storeItemID="{5E6D282E-8444-477C-B9D7-C5A7B40BA364}"/>
                      <w:text w:multiLine="1"/>
                    </w:sdtPr>
                    <w:sdtEndPr/>
                    <w:sdtContent>
                      <w:tc>
                        <w:tcPr>
                          <w:tcW w:w="8505" w:type="dxa"/>
                          <w:vAlign w:val="bottom"/>
                        </w:tcPr>
                        <w:p w14:paraId="5FD027A3" w14:textId="77777777" w:rsidR="00E679AE" w:rsidRPr="0085033C" w:rsidRDefault="00E679AE" w:rsidP="00EA7AF9">
                          <w:pPr>
                            <w:pStyle w:val="BriefKopf"/>
                          </w:pPr>
                          <w:r>
                            <w:t>Kanton Zürich</w:t>
                          </w:r>
                          <w:r>
                            <w:br/>
                            <w:t>Baudirektion</w:t>
                          </w:r>
                        </w:p>
                      </w:tc>
                    </w:sdtContent>
                  </w:sdt>
                </w:tr>
                <w:tr w:rsidR="00E679AE" w14:paraId="193219B8" w14:textId="77777777" w:rsidTr="00EA7AF9">
                  <w:trPr>
                    <w:trHeight w:val="227"/>
                  </w:trPr>
                  <w:sdt>
                    <w:sdtPr>
                      <w:alias w:val="DocParam.Subject"/>
                      <w:id w:val="1108817"/>
                      <w:dataBinding w:xpath="//Text[@id='DocParam.Subject']" w:storeItemID="{5E6D282E-8444-477C-B9D7-C5A7B40BA364}"/>
                      <w:text w:multiLine="1"/>
                    </w:sdtPr>
                    <w:sdtEndPr/>
                    <w:sdtContent>
                      <w:tc>
                        <w:tcPr>
                          <w:tcW w:w="8505" w:type="dxa"/>
                        </w:tcPr>
                        <w:p w14:paraId="023A7F4B" w14:textId="77777777" w:rsidR="00E679AE" w:rsidRDefault="00E679AE" w:rsidP="001C7564">
                          <w:pPr>
                            <w:pStyle w:val="MMKopfgross"/>
                          </w:pPr>
                          <w:r>
                            <w:t>Angaben zum Angebot (Unterlage 4)</w:t>
                          </w:r>
                        </w:p>
                      </w:tc>
                    </w:sdtContent>
                  </w:sdt>
                </w:tr>
                <w:tr w:rsidR="00E679AE" w14:paraId="6C56AEBB" w14:textId="77777777" w:rsidTr="00EA7AF9">
                  <w:trPr>
                    <w:trHeight w:val="1254"/>
                  </w:trPr>
                  <w:tc>
                    <w:tcPr>
                      <w:tcW w:w="8505" w:type="dxa"/>
                    </w:tcPr>
                    <w:sdt>
                      <w:sdtPr>
                        <w:alias w:val="CustomElements.Header.Formular.Script2"/>
                        <w:id w:val="1108818"/>
                        <w:dataBinding w:xpath="//Text[@id='CustomElements.Header.Formular.Script2']" w:storeItemID="{5E6D282E-8444-477C-B9D7-C5A7B40BA364}"/>
                        <w:text w:multiLine="1"/>
                      </w:sdtPr>
                      <w:sdtEndPr/>
                      <w:sdtContent>
                        <w:p w14:paraId="32116789" w14:textId="13A3A595" w:rsidR="00E679AE" w:rsidRDefault="0036083B" w:rsidP="00EA7AF9">
                          <w:pPr>
                            <w:pStyle w:val="BriefKopf"/>
                          </w:pPr>
                          <w:r>
                            <w:t>Hochbauamt</w:t>
                          </w:r>
                          <w:r>
                            <w:br/>
                            <w:t>Baubereich 1</w:t>
                          </w:r>
                        </w:p>
                      </w:sdtContent>
                    </w:sdt>
                    <w:sdt>
                      <w:sdtPr>
                        <w:alias w:val="CustomElements.Header.Formular.RefNr"/>
                        <w:id w:val="465304339"/>
                        <w:dataBinding w:xpath="//Text[@id='CustomElements.Header.Formular.RefNr']" w:storeItemID="{5E6D282E-8444-477C-B9D7-C5A7B40BA364}"/>
                        <w:text w:multiLine="1"/>
                      </w:sdtPr>
                      <w:sdtEndPr/>
                      <w:sdtContent>
                        <w:p w14:paraId="60BDCC62" w14:textId="77777777" w:rsidR="00E679AE" w:rsidRDefault="00E679AE" w:rsidP="00EA7AF9">
                          <w:pPr>
                            <w:pStyle w:val="BriefKopf"/>
                          </w:pPr>
                          <w:r>
                            <w:t xml:space="preserve"> </w:t>
                          </w:r>
                        </w:p>
                      </w:sdtContent>
                    </w:sdt>
                  </w:tc>
                </w:tr>
              </w:tbl>
              <w:p w14:paraId="547A21AF" w14:textId="77777777" w:rsidR="00E679AE" w:rsidRPr="000262EB" w:rsidRDefault="00E679AE" w:rsidP="00EA7AF9"/>
            </w:txbxContent>
          </v:textbox>
          <w10:wrap anchory="page"/>
        </v:shape>
      </w:pict>
    </w:r>
    <w:r>
      <w:pict w14:anchorId="260164E2">
        <v:shapetype id="_s5" o:spid="_x0000_m2188" coordsize="21600,21600" o:spt="202" path="m,l,21600r21600,l21600,xe">
          <v:stroke joinstyle="miter"/>
          <v:path gradientshapeok="t" o:connecttype="rect"/>
        </v:shapetype>
      </w:pict>
    </w:r>
    <w:r>
      <w:pict w14:anchorId="1E87EA86">
        <v:shape id="_x0000_s2187" type="#_s5" style="position:absolute;margin-left:27.15pt;margin-top:21.25pt;width:91.8pt;height:87.85pt;z-index:251662848;mso-position-horizontal-relative:page;mso-position-vertical-relative:page" o:spt="202" path="m,l,21600r21600,l21600,xe" stroked="f">
          <v:stroke joinstyle="miter"/>
          <v:path gradientshapeok="t" o:connecttype="rect"/>
          <v:textbox style="mso-next-textbox:#_x0000_s2187" inset="0,0,0,0">
            <w:txbxContent>
              <w:sdt>
                <w:sdtPr>
                  <w:alias w:val="Profile.Org.HeaderLogoShort"/>
                  <w:id w:val="1612388115"/>
                  <w:dataBinding w:xpath="//Image[@id='Profile.Org.HeaderLogoShort']" w:storeItemID="{5E6D282E-8444-477C-B9D7-C5A7B40BA364}"/>
                  <w:picture/>
                </w:sdtPr>
                <w:sdtEndPr/>
                <w:sdtContent>
                  <w:p w14:paraId="663E57B1" w14:textId="77777777" w:rsidR="00E679AE" w:rsidRPr="00B00301" w:rsidRDefault="00E679AE" w:rsidP="00EA7AF9">
                    <w:pPr>
                      <w:pStyle w:val="Neutral"/>
                    </w:pPr>
                    <w:r>
                      <w:rPr>
                        <w:noProof/>
                        <w:lang w:eastAsia="de-CH"/>
                      </w:rPr>
                      <w:drawing>
                        <wp:inline distT="0" distB="0" distL="0" distR="0" wp14:anchorId="318CE29E" wp14:editId="1B0E65B1">
                          <wp:extent cx="1115632" cy="1079054"/>
                          <wp:effectExtent l="0" t="0" r="0" b="0"/>
                          <wp:docPr id="540763826" name="oo_98315990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40763826" name="oo_98315990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15632" cy="10790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sdtContent>
              </w:sdt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6D052DC"/>
    <w:lvl w:ilvl="0">
      <w:start w:val="1"/>
      <w:numFmt w:val="decimal"/>
      <w:pStyle w:val="Listennumm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272E73E"/>
    <w:lvl w:ilvl="0">
      <w:start w:val="1"/>
      <w:numFmt w:val="decimal"/>
      <w:pStyle w:val="Listennumm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B2610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0960EDE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49CC622"/>
    <w:lvl w:ilvl="0">
      <w:start w:val="1"/>
      <w:numFmt w:val="bullet"/>
      <w:pStyle w:val="Aufzhlungszeich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5323DAC"/>
    <w:lvl w:ilvl="0">
      <w:start w:val="1"/>
      <w:numFmt w:val="bullet"/>
      <w:pStyle w:val="Aufzhlungszeich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84F8E2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388E228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7C13AE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701B5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FE0DFA"/>
    <w:multiLevelType w:val="hybridMultilevel"/>
    <w:tmpl w:val="AFC48AAE"/>
    <w:lvl w:ilvl="0" w:tplc="EF8EC24A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01B1A06"/>
    <w:multiLevelType w:val="multilevel"/>
    <w:tmpl w:val="36360182"/>
    <w:lvl w:ilvl="0">
      <w:start w:val="1"/>
      <w:numFmt w:val="decimal"/>
      <w:pStyle w:val="1berschrif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16322C13"/>
    <w:multiLevelType w:val="multilevel"/>
    <w:tmpl w:val="855CA4A8"/>
    <w:lvl w:ilvl="0">
      <w:start w:val="1"/>
      <w:numFmt w:val="upperLetter"/>
      <w:pStyle w:val="AntragListeAlphabet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567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567" w:hanging="567"/>
      </w:pPr>
      <w:rPr>
        <w:rFonts w:hint="default"/>
      </w:rPr>
    </w:lvl>
  </w:abstractNum>
  <w:abstractNum w:abstractNumId="13" w15:restartNumberingAfterBreak="0">
    <w:nsid w:val="1CDB4138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4726CC7"/>
    <w:multiLevelType w:val="multilevel"/>
    <w:tmpl w:val="4DD8F132"/>
    <w:lvl w:ilvl="0">
      <w:start w:val="1"/>
      <w:numFmt w:val="bullet"/>
      <w:pStyle w:val="ListePunk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3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160" w:hanging="36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160" w:hanging="363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2160" w:hanging="363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2160" w:hanging="36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160" w:hanging="363"/>
      </w:pPr>
      <w:rPr>
        <w:rFonts w:ascii="Symbol" w:hAnsi="Symbol" w:hint="default"/>
      </w:rPr>
    </w:lvl>
  </w:abstractNum>
  <w:abstractNum w:abstractNumId="15" w15:restartNumberingAfterBreak="0">
    <w:nsid w:val="24BC78CE"/>
    <w:multiLevelType w:val="multilevel"/>
    <w:tmpl w:val="9E34C918"/>
    <w:numStyleLink w:val="NumericList"/>
  </w:abstractNum>
  <w:abstractNum w:abstractNumId="16" w15:restartNumberingAfterBreak="0">
    <w:nsid w:val="2BD00980"/>
    <w:multiLevelType w:val="hybridMultilevel"/>
    <w:tmpl w:val="B2D89E6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B11D4"/>
    <w:multiLevelType w:val="multilevel"/>
    <w:tmpl w:val="F26A7CC0"/>
    <w:lvl w:ilvl="0">
      <w:start w:val="1"/>
      <w:numFmt w:val="upperRoman"/>
      <w:pStyle w:val="ListeNummernRoemisch"/>
      <w:lvlText w:val="%1."/>
      <w:lvlJc w:val="left"/>
      <w:pPr>
        <w:ind w:left="924" w:hanging="357"/>
      </w:pPr>
      <w:rPr>
        <w:rFonts w:hint="default"/>
      </w:rPr>
    </w:lvl>
    <w:lvl w:ilvl="1">
      <w:start w:val="1"/>
      <w:numFmt w:val="upperRoman"/>
      <w:lvlText w:val="%1.%2."/>
      <w:lvlJc w:val="left"/>
      <w:pPr>
        <w:ind w:left="1440" w:hanging="363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2160" w:hanging="363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</w:abstractNum>
  <w:abstractNum w:abstractNumId="18" w15:restartNumberingAfterBreak="0">
    <w:nsid w:val="30ED426C"/>
    <w:multiLevelType w:val="multilevel"/>
    <w:tmpl w:val="064E4350"/>
    <w:lvl w:ilvl="0">
      <w:start w:val="1"/>
      <w:numFmt w:val="bullet"/>
      <w:pStyle w:val="ListeBindestrich"/>
      <w:lvlText w:val="-"/>
      <w:lvlJc w:val="left"/>
      <w:pPr>
        <w:tabs>
          <w:tab w:val="num" w:pos="924"/>
        </w:tabs>
        <w:ind w:left="924" w:hanging="357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ind w:left="2160" w:hanging="363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2160" w:hanging="363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ind w:left="2160" w:hanging="363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ind w:left="2160" w:hanging="36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ind w:left="2160" w:hanging="363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2160" w:hanging="36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2160" w:hanging="363"/>
      </w:pPr>
      <w:rPr>
        <w:rFonts w:ascii="Arial" w:hAnsi="Arial" w:hint="default"/>
      </w:rPr>
    </w:lvl>
  </w:abstractNum>
  <w:abstractNum w:abstractNumId="19" w15:restartNumberingAfterBreak="0">
    <w:nsid w:val="44F82D45"/>
    <w:multiLevelType w:val="multilevel"/>
    <w:tmpl w:val="9E34C918"/>
    <w:styleLink w:val="NumericList"/>
    <w:lvl w:ilvl="0">
      <w:start w:val="1"/>
      <w:numFmt w:val="decimal"/>
      <w:lvlText w:val="%1."/>
      <w:lvlJc w:val="center"/>
      <w:pPr>
        <w:ind w:left="227" w:firstLine="61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center"/>
      <w:pPr>
        <w:ind w:left="227" w:firstLine="61"/>
      </w:pPr>
      <w:rPr>
        <w:rFonts w:hint="default"/>
      </w:rPr>
    </w:lvl>
    <w:lvl w:ilvl="3">
      <w:start w:val="1"/>
      <w:numFmt w:val="decimal"/>
      <w:lvlText w:val="%1.%2.%3.%4."/>
      <w:lvlJc w:val="center"/>
      <w:pPr>
        <w:ind w:left="227" w:hanging="22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" w:hanging="227"/>
      </w:pPr>
      <w:rPr>
        <w:rFonts w:hint="default"/>
      </w:rPr>
    </w:lvl>
  </w:abstractNum>
  <w:abstractNum w:abstractNumId="20" w15:restartNumberingAfterBreak="0">
    <w:nsid w:val="46991D47"/>
    <w:multiLevelType w:val="multilevel"/>
    <w:tmpl w:val="86F260BE"/>
    <w:lvl w:ilvl="0">
      <w:start w:val="1"/>
      <w:numFmt w:val="decimal"/>
      <w:pStyle w:val="ListeNummernArabisch"/>
      <w:lvlText w:val="%1"/>
      <w:lvlJc w:val="left"/>
      <w:pPr>
        <w:ind w:left="924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363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2160" w:hanging="363"/>
      </w:pPr>
      <w:rPr>
        <w:rFonts w:hint="default"/>
      </w:rPr>
    </w:lvl>
  </w:abstractNum>
  <w:abstractNum w:abstractNumId="21" w15:restartNumberingAfterBreak="0">
    <w:nsid w:val="4DAF7B7D"/>
    <w:multiLevelType w:val="multilevel"/>
    <w:tmpl w:val="162CFE4E"/>
    <w:lvl w:ilvl="0">
      <w:start w:val="1"/>
      <w:numFmt w:val="upperRoman"/>
      <w:pStyle w:val="AntragListeRoemisch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567" w:hanging="567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upperRoman"/>
      <w:lvlText w:val="%6."/>
      <w:lvlJc w:val="left"/>
      <w:pPr>
        <w:ind w:left="567" w:hanging="567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upperRoman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upperRoman"/>
      <w:lvlText w:val="%9."/>
      <w:lvlJc w:val="left"/>
      <w:pPr>
        <w:ind w:left="567" w:hanging="567"/>
      </w:pPr>
      <w:rPr>
        <w:rFonts w:hint="default"/>
      </w:rPr>
    </w:lvl>
  </w:abstractNum>
  <w:abstractNum w:abstractNumId="22" w15:restartNumberingAfterBreak="0">
    <w:nsid w:val="57367771"/>
    <w:multiLevelType w:val="multilevel"/>
    <w:tmpl w:val="D11A67A6"/>
    <w:styleLink w:val="ListeNummernArabischEinfach"/>
    <w:lvl w:ilvl="0">
      <w:start w:val="1"/>
      <w:numFmt w:val="decimal"/>
      <w:suff w:val="space"/>
      <w:lvlText w:val="%1."/>
      <w:lvlJc w:val="right"/>
      <w:pPr>
        <w:ind w:left="0" w:firstLine="397"/>
      </w:pPr>
      <w:rPr>
        <w:rFonts w:hint="default"/>
      </w:rPr>
    </w:lvl>
    <w:lvl w:ilvl="1">
      <w:start w:val="1"/>
      <w:numFmt w:val="decimal"/>
      <w:suff w:val="space"/>
      <w:lvlText w:val="%1.%2."/>
      <w:lvlJc w:val="right"/>
      <w:pPr>
        <w:ind w:left="0" w:firstLine="39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39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6">
      <w:start w:val="1"/>
      <w:numFmt w:val="none"/>
      <w:lvlRestart w:val="0"/>
      <w:suff w:val="space"/>
      <w:lvlText w:val=""/>
      <w:lvlJc w:val="left"/>
      <w:pPr>
        <w:ind w:left="0" w:firstLine="397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397"/>
      </w:pPr>
      <w:rPr>
        <w:rFonts w:hint="default"/>
      </w:rPr>
    </w:lvl>
  </w:abstractNum>
  <w:abstractNum w:abstractNumId="23" w15:restartNumberingAfterBreak="0">
    <w:nsid w:val="5A9F4D24"/>
    <w:multiLevelType w:val="multilevel"/>
    <w:tmpl w:val="D11A67A6"/>
    <w:numStyleLink w:val="ListeNummernArabischEinfach"/>
  </w:abstractNum>
  <w:abstractNum w:abstractNumId="24" w15:restartNumberingAfterBreak="0">
    <w:nsid w:val="6538586E"/>
    <w:multiLevelType w:val="hybridMultilevel"/>
    <w:tmpl w:val="9F3418D4"/>
    <w:lvl w:ilvl="0" w:tplc="D84EC67A">
      <w:start w:val="1"/>
      <w:numFmt w:val="decimal"/>
      <w:pStyle w:val="Tabelleberschrif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DC6400"/>
    <w:multiLevelType w:val="multilevel"/>
    <w:tmpl w:val="D11A67A6"/>
    <w:numStyleLink w:val="ListeNummernArabischEinfach"/>
  </w:abstractNum>
  <w:num w:numId="1" w16cid:durableId="1090734465">
    <w:abstractNumId w:val="16"/>
  </w:num>
  <w:num w:numId="2" w16cid:durableId="1276600500">
    <w:abstractNumId w:val="19"/>
  </w:num>
  <w:num w:numId="3" w16cid:durableId="956529131">
    <w:abstractNumId w:val="15"/>
  </w:num>
  <w:num w:numId="4" w16cid:durableId="1988973849">
    <w:abstractNumId w:val="10"/>
  </w:num>
  <w:num w:numId="5" w16cid:durableId="924343677">
    <w:abstractNumId w:val="9"/>
  </w:num>
  <w:num w:numId="6" w16cid:durableId="790591279">
    <w:abstractNumId w:val="7"/>
  </w:num>
  <w:num w:numId="7" w16cid:durableId="534196161">
    <w:abstractNumId w:val="6"/>
  </w:num>
  <w:num w:numId="8" w16cid:durableId="1334411144">
    <w:abstractNumId w:val="5"/>
  </w:num>
  <w:num w:numId="9" w16cid:durableId="386228372">
    <w:abstractNumId w:val="4"/>
  </w:num>
  <w:num w:numId="10" w16cid:durableId="356664664">
    <w:abstractNumId w:val="8"/>
  </w:num>
  <w:num w:numId="11" w16cid:durableId="183370533">
    <w:abstractNumId w:val="3"/>
  </w:num>
  <w:num w:numId="12" w16cid:durableId="561867734">
    <w:abstractNumId w:val="2"/>
  </w:num>
  <w:num w:numId="13" w16cid:durableId="1259170289">
    <w:abstractNumId w:val="1"/>
  </w:num>
  <w:num w:numId="14" w16cid:durableId="509149206">
    <w:abstractNumId w:val="0"/>
  </w:num>
  <w:num w:numId="15" w16cid:durableId="241909657">
    <w:abstractNumId w:val="18"/>
  </w:num>
  <w:num w:numId="16" w16cid:durableId="710149669">
    <w:abstractNumId w:val="14"/>
  </w:num>
  <w:num w:numId="17" w16cid:durableId="463039571">
    <w:abstractNumId w:val="20"/>
  </w:num>
  <w:num w:numId="18" w16cid:durableId="922955754">
    <w:abstractNumId w:val="17"/>
  </w:num>
  <w:num w:numId="19" w16cid:durableId="1702918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368145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74298678">
    <w:abstractNumId w:val="24"/>
  </w:num>
  <w:num w:numId="22" w16cid:durableId="1316954027">
    <w:abstractNumId w:val="12"/>
  </w:num>
  <w:num w:numId="23" w16cid:durableId="1104764071">
    <w:abstractNumId w:val="21"/>
  </w:num>
  <w:num w:numId="24" w16cid:durableId="1359627538">
    <w:abstractNumId w:val="18"/>
  </w:num>
  <w:num w:numId="25" w16cid:durableId="2120373050">
    <w:abstractNumId w:val="14"/>
  </w:num>
  <w:num w:numId="26" w16cid:durableId="195505543">
    <w:abstractNumId w:val="20"/>
  </w:num>
  <w:num w:numId="27" w16cid:durableId="2114204419">
    <w:abstractNumId w:val="17"/>
  </w:num>
  <w:num w:numId="28" w16cid:durableId="1601402784">
    <w:abstractNumId w:val="18"/>
  </w:num>
  <w:num w:numId="29" w16cid:durableId="1679654247">
    <w:abstractNumId w:val="14"/>
  </w:num>
  <w:num w:numId="30" w16cid:durableId="1094398854">
    <w:abstractNumId w:val="22"/>
  </w:num>
  <w:num w:numId="31" w16cid:durableId="1438253622">
    <w:abstractNumId w:val="25"/>
  </w:num>
  <w:num w:numId="32" w16cid:durableId="556627418">
    <w:abstractNumId w:val="13"/>
  </w:num>
  <w:num w:numId="33" w16cid:durableId="464087786">
    <w:abstractNumId w:val="23"/>
  </w:num>
  <w:num w:numId="34" w16cid:durableId="9009894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edit="forms" w:formatting="1" w:enforcement="0"/>
  <w:defaultTabStop w:val="708"/>
  <w:hyphenationZone w:val="425"/>
  <w:characterSpacingControl w:val="doNotCompress"/>
  <w:hdrShapeDefaults>
    <o:shapedefaults v:ext="edit" spidmax="2195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EDB"/>
    <w:rsid w:val="000210AF"/>
    <w:rsid w:val="00023897"/>
    <w:rsid w:val="00025E75"/>
    <w:rsid w:val="00026180"/>
    <w:rsid w:val="00026EB5"/>
    <w:rsid w:val="00030219"/>
    <w:rsid w:val="00036CFB"/>
    <w:rsid w:val="00041BAF"/>
    <w:rsid w:val="00043DD4"/>
    <w:rsid w:val="00057AEE"/>
    <w:rsid w:val="00074E75"/>
    <w:rsid w:val="00087F10"/>
    <w:rsid w:val="000B246A"/>
    <w:rsid w:val="000B4FE2"/>
    <w:rsid w:val="000B6173"/>
    <w:rsid w:val="000B7D25"/>
    <w:rsid w:val="000D17C2"/>
    <w:rsid w:val="000D63C6"/>
    <w:rsid w:val="000E13CC"/>
    <w:rsid w:val="000E594D"/>
    <w:rsid w:val="000F3245"/>
    <w:rsid w:val="000F36FF"/>
    <w:rsid w:val="000F455A"/>
    <w:rsid w:val="0010470A"/>
    <w:rsid w:val="0011238D"/>
    <w:rsid w:val="00116EDB"/>
    <w:rsid w:val="00123CD7"/>
    <w:rsid w:val="00133FDC"/>
    <w:rsid w:val="00136CC3"/>
    <w:rsid w:val="00136ECF"/>
    <w:rsid w:val="001414D9"/>
    <w:rsid w:val="00151AA0"/>
    <w:rsid w:val="00157ECB"/>
    <w:rsid w:val="001676A3"/>
    <w:rsid w:val="001705D6"/>
    <w:rsid w:val="0018203C"/>
    <w:rsid w:val="00187AC1"/>
    <w:rsid w:val="00190699"/>
    <w:rsid w:val="00193AFB"/>
    <w:rsid w:val="001972C4"/>
    <w:rsid w:val="001A01E8"/>
    <w:rsid w:val="001A31E7"/>
    <w:rsid w:val="001A46A3"/>
    <w:rsid w:val="001A648B"/>
    <w:rsid w:val="001B758E"/>
    <w:rsid w:val="001C40B7"/>
    <w:rsid w:val="001C7564"/>
    <w:rsid w:val="001E3389"/>
    <w:rsid w:val="001E51D9"/>
    <w:rsid w:val="001F7EB6"/>
    <w:rsid w:val="00206FAE"/>
    <w:rsid w:val="00207D36"/>
    <w:rsid w:val="002103E6"/>
    <w:rsid w:val="00215CC5"/>
    <w:rsid w:val="0022029B"/>
    <w:rsid w:val="0022621E"/>
    <w:rsid w:val="00226B68"/>
    <w:rsid w:val="00232541"/>
    <w:rsid w:val="0024598F"/>
    <w:rsid w:val="00246EE4"/>
    <w:rsid w:val="00257D60"/>
    <w:rsid w:val="00267992"/>
    <w:rsid w:val="00267E1B"/>
    <w:rsid w:val="00272D47"/>
    <w:rsid w:val="00273A6C"/>
    <w:rsid w:val="002768A7"/>
    <w:rsid w:val="00277A84"/>
    <w:rsid w:val="00281D4D"/>
    <w:rsid w:val="00284AE4"/>
    <w:rsid w:val="00291D7D"/>
    <w:rsid w:val="002A0FA3"/>
    <w:rsid w:val="002A27E0"/>
    <w:rsid w:val="002B20E1"/>
    <w:rsid w:val="002C256F"/>
    <w:rsid w:val="002D0538"/>
    <w:rsid w:val="002D272A"/>
    <w:rsid w:val="002D4D4D"/>
    <w:rsid w:val="002D6A04"/>
    <w:rsid w:val="002E63C8"/>
    <w:rsid w:val="00302122"/>
    <w:rsid w:val="00316F63"/>
    <w:rsid w:val="0032757E"/>
    <w:rsid w:val="00327D01"/>
    <w:rsid w:val="003316E0"/>
    <w:rsid w:val="0033224F"/>
    <w:rsid w:val="00342492"/>
    <w:rsid w:val="00344E80"/>
    <w:rsid w:val="003467FF"/>
    <w:rsid w:val="0036083B"/>
    <w:rsid w:val="00371736"/>
    <w:rsid w:val="00381B91"/>
    <w:rsid w:val="00385D1C"/>
    <w:rsid w:val="00386542"/>
    <w:rsid w:val="00387641"/>
    <w:rsid w:val="003918F8"/>
    <w:rsid w:val="00392CA3"/>
    <w:rsid w:val="003A69CD"/>
    <w:rsid w:val="003A7EED"/>
    <w:rsid w:val="003B1E26"/>
    <w:rsid w:val="003C15D6"/>
    <w:rsid w:val="003C33E3"/>
    <w:rsid w:val="003C38D1"/>
    <w:rsid w:val="003E2C3F"/>
    <w:rsid w:val="003E5189"/>
    <w:rsid w:val="003F05D1"/>
    <w:rsid w:val="003F59A5"/>
    <w:rsid w:val="00407C1E"/>
    <w:rsid w:val="0041034D"/>
    <w:rsid w:val="0041226E"/>
    <w:rsid w:val="00412E65"/>
    <w:rsid w:val="00420ADC"/>
    <w:rsid w:val="00422E0B"/>
    <w:rsid w:val="00430E59"/>
    <w:rsid w:val="00443064"/>
    <w:rsid w:val="004604F8"/>
    <w:rsid w:val="00464EDB"/>
    <w:rsid w:val="00467EAA"/>
    <w:rsid w:val="00474690"/>
    <w:rsid w:val="00483F8C"/>
    <w:rsid w:val="00486BB0"/>
    <w:rsid w:val="004918D3"/>
    <w:rsid w:val="00494141"/>
    <w:rsid w:val="004978D2"/>
    <w:rsid w:val="004A066D"/>
    <w:rsid w:val="004A19FC"/>
    <w:rsid w:val="004A459A"/>
    <w:rsid w:val="004C3808"/>
    <w:rsid w:val="004C4222"/>
    <w:rsid w:val="004C689F"/>
    <w:rsid w:val="004D03BB"/>
    <w:rsid w:val="004E3F66"/>
    <w:rsid w:val="004E5637"/>
    <w:rsid w:val="004E66EA"/>
    <w:rsid w:val="004F071E"/>
    <w:rsid w:val="004F3EB6"/>
    <w:rsid w:val="004F4990"/>
    <w:rsid w:val="005229F8"/>
    <w:rsid w:val="005262DB"/>
    <w:rsid w:val="00527134"/>
    <w:rsid w:val="005339B2"/>
    <w:rsid w:val="0053476D"/>
    <w:rsid w:val="00535A97"/>
    <w:rsid w:val="00543461"/>
    <w:rsid w:val="005544EB"/>
    <w:rsid w:val="00556756"/>
    <w:rsid w:val="00566B41"/>
    <w:rsid w:val="00577787"/>
    <w:rsid w:val="00583A0E"/>
    <w:rsid w:val="00596A24"/>
    <w:rsid w:val="005A5096"/>
    <w:rsid w:val="005A5FCB"/>
    <w:rsid w:val="005A6CBB"/>
    <w:rsid w:val="005B1D60"/>
    <w:rsid w:val="005B279D"/>
    <w:rsid w:val="005C2AF2"/>
    <w:rsid w:val="005C5929"/>
    <w:rsid w:val="005C60CB"/>
    <w:rsid w:val="005D10CE"/>
    <w:rsid w:val="005D3665"/>
    <w:rsid w:val="005E7877"/>
    <w:rsid w:val="005F4621"/>
    <w:rsid w:val="00603E4E"/>
    <w:rsid w:val="00604595"/>
    <w:rsid w:val="00615EE5"/>
    <w:rsid w:val="0063225E"/>
    <w:rsid w:val="00635DCE"/>
    <w:rsid w:val="00640F24"/>
    <w:rsid w:val="00641007"/>
    <w:rsid w:val="0064276D"/>
    <w:rsid w:val="00650FD0"/>
    <w:rsid w:val="0065156D"/>
    <w:rsid w:val="00677DA8"/>
    <w:rsid w:val="006828BA"/>
    <w:rsid w:val="00684602"/>
    <w:rsid w:val="00695C80"/>
    <w:rsid w:val="006A694A"/>
    <w:rsid w:val="006B0060"/>
    <w:rsid w:val="006B04C8"/>
    <w:rsid w:val="006B17D5"/>
    <w:rsid w:val="006C7E67"/>
    <w:rsid w:val="006D527C"/>
    <w:rsid w:val="006E27ED"/>
    <w:rsid w:val="006E51A7"/>
    <w:rsid w:val="006E75F2"/>
    <w:rsid w:val="00704BEA"/>
    <w:rsid w:val="00713220"/>
    <w:rsid w:val="0072109C"/>
    <w:rsid w:val="0072337D"/>
    <w:rsid w:val="00725F4A"/>
    <w:rsid w:val="00726D46"/>
    <w:rsid w:val="0073079C"/>
    <w:rsid w:val="00733B5E"/>
    <w:rsid w:val="0073468B"/>
    <w:rsid w:val="00734F8E"/>
    <w:rsid w:val="0073515B"/>
    <w:rsid w:val="007408AF"/>
    <w:rsid w:val="0074213C"/>
    <w:rsid w:val="00743DD7"/>
    <w:rsid w:val="007472F1"/>
    <w:rsid w:val="00755610"/>
    <w:rsid w:val="00785D84"/>
    <w:rsid w:val="007913DE"/>
    <w:rsid w:val="00797B43"/>
    <w:rsid w:val="007A68F9"/>
    <w:rsid w:val="007B4262"/>
    <w:rsid w:val="007B73CE"/>
    <w:rsid w:val="007B7684"/>
    <w:rsid w:val="007C098A"/>
    <w:rsid w:val="007C1A72"/>
    <w:rsid w:val="007C2916"/>
    <w:rsid w:val="007F102A"/>
    <w:rsid w:val="00810C66"/>
    <w:rsid w:val="0081640E"/>
    <w:rsid w:val="00816EDC"/>
    <w:rsid w:val="00820D7A"/>
    <w:rsid w:val="00822C3F"/>
    <w:rsid w:val="0084427B"/>
    <w:rsid w:val="0085219D"/>
    <w:rsid w:val="00853D52"/>
    <w:rsid w:val="008610D6"/>
    <w:rsid w:val="00864900"/>
    <w:rsid w:val="00883841"/>
    <w:rsid w:val="00885B3E"/>
    <w:rsid w:val="00886717"/>
    <w:rsid w:val="0089263F"/>
    <w:rsid w:val="008A6531"/>
    <w:rsid w:val="008A6BBB"/>
    <w:rsid w:val="008C48D0"/>
    <w:rsid w:val="008D0A77"/>
    <w:rsid w:val="008D1118"/>
    <w:rsid w:val="008D2459"/>
    <w:rsid w:val="008E537D"/>
    <w:rsid w:val="008F52AF"/>
    <w:rsid w:val="009025AE"/>
    <w:rsid w:val="00912CC5"/>
    <w:rsid w:val="009135F1"/>
    <w:rsid w:val="009151D2"/>
    <w:rsid w:val="0091619F"/>
    <w:rsid w:val="0091697B"/>
    <w:rsid w:val="00921895"/>
    <w:rsid w:val="00926154"/>
    <w:rsid w:val="00926C27"/>
    <w:rsid w:val="00930538"/>
    <w:rsid w:val="0093181E"/>
    <w:rsid w:val="00934D0D"/>
    <w:rsid w:val="00935239"/>
    <w:rsid w:val="009356EB"/>
    <w:rsid w:val="0093598C"/>
    <w:rsid w:val="00947462"/>
    <w:rsid w:val="009475F3"/>
    <w:rsid w:val="00962C48"/>
    <w:rsid w:val="00967AE6"/>
    <w:rsid w:val="00973BB3"/>
    <w:rsid w:val="00975937"/>
    <w:rsid w:val="0097698B"/>
    <w:rsid w:val="00994C75"/>
    <w:rsid w:val="009B53F7"/>
    <w:rsid w:val="009B6F2F"/>
    <w:rsid w:val="009C359F"/>
    <w:rsid w:val="009C6F3A"/>
    <w:rsid w:val="009E55D4"/>
    <w:rsid w:val="009F1440"/>
    <w:rsid w:val="009F7E39"/>
    <w:rsid w:val="00A0767E"/>
    <w:rsid w:val="00A154CA"/>
    <w:rsid w:val="00A16E3E"/>
    <w:rsid w:val="00A27D2B"/>
    <w:rsid w:val="00A34983"/>
    <w:rsid w:val="00A35A0D"/>
    <w:rsid w:val="00A371B6"/>
    <w:rsid w:val="00A43308"/>
    <w:rsid w:val="00A439EE"/>
    <w:rsid w:val="00A518D3"/>
    <w:rsid w:val="00A61166"/>
    <w:rsid w:val="00A62FF1"/>
    <w:rsid w:val="00A92B6A"/>
    <w:rsid w:val="00AA0B0B"/>
    <w:rsid w:val="00AA2D8E"/>
    <w:rsid w:val="00AA562B"/>
    <w:rsid w:val="00AB0E39"/>
    <w:rsid w:val="00AB47B1"/>
    <w:rsid w:val="00AC058A"/>
    <w:rsid w:val="00AC19CF"/>
    <w:rsid w:val="00AE0DB8"/>
    <w:rsid w:val="00AE27D9"/>
    <w:rsid w:val="00AE2D24"/>
    <w:rsid w:val="00AE3ADE"/>
    <w:rsid w:val="00AF3FD5"/>
    <w:rsid w:val="00B00F7B"/>
    <w:rsid w:val="00B14EB8"/>
    <w:rsid w:val="00B209E9"/>
    <w:rsid w:val="00B230E0"/>
    <w:rsid w:val="00B35033"/>
    <w:rsid w:val="00B4093A"/>
    <w:rsid w:val="00B42CCA"/>
    <w:rsid w:val="00B446EA"/>
    <w:rsid w:val="00B53EA3"/>
    <w:rsid w:val="00B664ED"/>
    <w:rsid w:val="00B70B3A"/>
    <w:rsid w:val="00B70DA2"/>
    <w:rsid w:val="00B73177"/>
    <w:rsid w:val="00B80F50"/>
    <w:rsid w:val="00B81CF2"/>
    <w:rsid w:val="00B84D3E"/>
    <w:rsid w:val="00B90B9E"/>
    <w:rsid w:val="00B9486E"/>
    <w:rsid w:val="00BA20E6"/>
    <w:rsid w:val="00BA37E6"/>
    <w:rsid w:val="00BB1184"/>
    <w:rsid w:val="00BB20B5"/>
    <w:rsid w:val="00BB4A2C"/>
    <w:rsid w:val="00BD0AC0"/>
    <w:rsid w:val="00BD563A"/>
    <w:rsid w:val="00BE0417"/>
    <w:rsid w:val="00BE2C7E"/>
    <w:rsid w:val="00C05DEB"/>
    <w:rsid w:val="00C11D73"/>
    <w:rsid w:val="00C13A28"/>
    <w:rsid w:val="00C14E52"/>
    <w:rsid w:val="00C256BE"/>
    <w:rsid w:val="00C34941"/>
    <w:rsid w:val="00C54A5F"/>
    <w:rsid w:val="00C57AC8"/>
    <w:rsid w:val="00C63928"/>
    <w:rsid w:val="00C712C6"/>
    <w:rsid w:val="00C7431B"/>
    <w:rsid w:val="00C8138A"/>
    <w:rsid w:val="00C860D7"/>
    <w:rsid w:val="00C86B0F"/>
    <w:rsid w:val="00C9112C"/>
    <w:rsid w:val="00C91C54"/>
    <w:rsid w:val="00CA02F6"/>
    <w:rsid w:val="00CA0920"/>
    <w:rsid w:val="00CA19EB"/>
    <w:rsid w:val="00CB1DEF"/>
    <w:rsid w:val="00CB3EF9"/>
    <w:rsid w:val="00CB42CA"/>
    <w:rsid w:val="00CC4083"/>
    <w:rsid w:val="00CC4EF2"/>
    <w:rsid w:val="00CC7C39"/>
    <w:rsid w:val="00CD38BF"/>
    <w:rsid w:val="00CE33D2"/>
    <w:rsid w:val="00CE3F63"/>
    <w:rsid w:val="00CF25C4"/>
    <w:rsid w:val="00CF2C9D"/>
    <w:rsid w:val="00CF6598"/>
    <w:rsid w:val="00CF74B7"/>
    <w:rsid w:val="00CF7658"/>
    <w:rsid w:val="00D022C7"/>
    <w:rsid w:val="00D14C7A"/>
    <w:rsid w:val="00D15141"/>
    <w:rsid w:val="00D208A6"/>
    <w:rsid w:val="00D26AD5"/>
    <w:rsid w:val="00D4054D"/>
    <w:rsid w:val="00D430E9"/>
    <w:rsid w:val="00D60C48"/>
    <w:rsid w:val="00D6147F"/>
    <w:rsid w:val="00D62AF2"/>
    <w:rsid w:val="00D65996"/>
    <w:rsid w:val="00D673FB"/>
    <w:rsid w:val="00D70A89"/>
    <w:rsid w:val="00D82C80"/>
    <w:rsid w:val="00D8741F"/>
    <w:rsid w:val="00DA31A4"/>
    <w:rsid w:val="00DB1301"/>
    <w:rsid w:val="00DB33F2"/>
    <w:rsid w:val="00DB64F1"/>
    <w:rsid w:val="00DB77D7"/>
    <w:rsid w:val="00DC3443"/>
    <w:rsid w:val="00DC7E8A"/>
    <w:rsid w:val="00DC7F59"/>
    <w:rsid w:val="00DD1B5C"/>
    <w:rsid w:val="00DD4DE4"/>
    <w:rsid w:val="00DD6DDD"/>
    <w:rsid w:val="00DE16D2"/>
    <w:rsid w:val="00DF7631"/>
    <w:rsid w:val="00E0112C"/>
    <w:rsid w:val="00E015A6"/>
    <w:rsid w:val="00E109AA"/>
    <w:rsid w:val="00E135D5"/>
    <w:rsid w:val="00E1367F"/>
    <w:rsid w:val="00E14BB8"/>
    <w:rsid w:val="00E16D8F"/>
    <w:rsid w:val="00E176D2"/>
    <w:rsid w:val="00E23CD8"/>
    <w:rsid w:val="00E25978"/>
    <w:rsid w:val="00E30E00"/>
    <w:rsid w:val="00E3385A"/>
    <w:rsid w:val="00E350BA"/>
    <w:rsid w:val="00E42430"/>
    <w:rsid w:val="00E427CF"/>
    <w:rsid w:val="00E43D28"/>
    <w:rsid w:val="00E5287E"/>
    <w:rsid w:val="00E551BA"/>
    <w:rsid w:val="00E5673F"/>
    <w:rsid w:val="00E6273C"/>
    <w:rsid w:val="00E64998"/>
    <w:rsid w:val="00E679AE"/>
    <w:rsid w:val="00E712EB"/>
    <w:rsid w:val="00E75207"/>
    <w:rsid w:val="00E765F7"/>
    <w:rsid w:val="00E801F2"/>
    <w:rsid w:val="00E95947"/>
    <w:rsid w:val="00E962D0"/>
    <w:rsid w:val="00EA7314"/>
    <w:rsid w:val="00EA7AC9"/>
    <w:rsid w:val="00EA7AF9"/>
    <w:rsid w:val="00EB088A"/>
    <w:rsid w:val="00EC0727"/>
    <w:rsid w:val="00EC1FC5"/>
    <w:rsid w:val="00EC3C18"/>
    <w:rsid w:val="00ED2E34"/>
    <w:rsid w:val="00ED3655"/>
    <w:rsid w:val="00EE4B7F"/>
    <w:rsid w:val="00EF1EA3"/>
    <w:rsid w:val="00F0075A"/>
    <w:rsid w:val="00F039AD"/>
    <w:rsid w:val="00F0715B"/>
    <w:rsid w:val="00F15D7F"/>
    <w:rsid w:val="00F169D5"/>
    <w:rsid w:val="00F20E8B"/>
    <w:rsid w:val="00F379A6"/>
    <w:rsid w:val="00F448E9"/>
    <w:rsid w:val="00F54710"/>
    <w:rsid w:val="00F551C0"/>
    <w:rsid w:val="00F60013"/>
    <w:rsid w:val="00F73A01"/>
    <w:rsid w:val="00F77DC1"/>
    <w:rsid w:val="00F817A7"/>
    <w:rsid w:val="00F81FC6"/>
    <w:rsid w:val="00F86434"/>
    <w:rsid w:val="00F8753F"/>
    <w:rsid w:val="00F903E5"/>
    <w:rsid w:val="00F94967"/>
    <w:rsid w:val="00F954F8"/>
    <w:rsid w:val="00FA1913"/>
    <w:rsid w:val="00FA27A1"/>
    <w:rsid w:val="00FA410D"/>
    <w:rsid w:val="00FA7125"/>
    <w:rsid w:val="00FB0004"/>
    <w:rsid w:val="00FB1CC7"/>
    <w:rsid w:val="00FC39A7"/>
    <w:rsid w:val="00FC41FD"/>
    <w:rsid w:val="00FC79AC"/>
    <w:rsid w:val="00FC7D91"/>
    <w:rsid w:val="00FD0397"/>
    <w:rsid w:val="00FD320D"/>
    <w:rsid w:val="00FD6EC0"/>
    <w:rsid w:val="00FD7F79"/>
    <w:rsid w:val="00FE42CD"/>
    <w:rsid w:val="00FE5888"/>
    <w:rsid w:val="00FF1678"/>
    <w:rsid w:val="00FF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95">
      <o:colormenu v:ext="edit" fillcolor="none" strokecolor="none"/>
    </o:shapedefaults>
    <o:shapelayout v:ext="edit">
      <o:idmap v:ext="edit" data="1"/>
    </o:shapelayout>
  </w:shapeDefaults>
  <w:decimalSymbol w:val="."/>
  <w:listSeparator w:val=";"/>
  <w14:docId w14:val="7393B1E5"/>
  <w15:docId w15:val="{9A87C1C1-F0F1-41FA-AFDE-1196B8C42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291537"/>
    <w:pPr>
      <w:spacing w:after="248" w:line="248" w:lineRule="exact"/>
    </w:pPr>
    <w:rPr>
      <w:rFonts w:ascii="Arial" w:hAnsi="Arial"/>
      <w:sz w:val="21"/>
    </w:rPr>
  </w:style>
  <w:style w:type="paragraph" w:styleId="berschrift1">
    <w:name w:val="heading 1"/>
    <w:aliases w:val="1.1 Überschrift"/>
    <w:basedOn w:val="Titel01"/>
    <w:next w:val="Standard"/>
    <w:link w:val="berschrift1Zchn"/>
    <w:uiPriority w:val="9"/>
    <w:qFormat/>
    <w:rsid w:val="004035F1"/>
    <w:pPr>
      <w:keepNext/>
      <w:keepLines/>
      <w:outlineLvl w:val="0"/>
    </w:pPr>
    <w:rPr>
      <w:rFonts w:eastAsiaTheme="majorEastAsia" w:cstheme="majorBidi"/>
      <w:bCs/>
      <w:color w:val="auto"/>
      <w:szCs w:val="28"/>
    </w:rPr>
  </w:style>
  <w:style w:type="paragraph" w:styleId="berschrift2">
    <w:name w:val="heading 2"/>
    <w:basedOn w:val="Titel02"/>
    <w:next w:val="Standard"/>
    <w:link w:val="berschrift2Zchn"/>
    <w:uiPriority w:val="9"/>
    <w:unhideWhenUsed/>
    <w:qFormat/>
    <w:rsid w:val="00EC13D3"/>
    <w:pPr>
      <w:keepNext/>
      <w:keepLines/>
      <w:outlineLvl w:val="1"/>
    </w:pPr>
    <w:rPr>
      <w:rFonts w:eastAsiaTheme="majorEastAsia" w:cstheme="majorBidi"/>
      <w:bCs/>
      <w:szCs w:val="26"/>
    </w:rPr>
  </w:style>
  <w:style w:type="paragraph" w:styleId="berschrift3">
    <w:name w:val="heading 3"/>
    <w:basedOn w:val="Titel03"/>
    <w:next w:val="Standard"/>
    <w:link w:val="berschrift3Zchn"/>
    <w:uiPriority w:val="9"/>
    <w:unhideWhenUsed/>
    <w:qFormat/>
    <w:rsid w:val="004035F1"/>
    <w:pPr>
      <w:keepNext/>
      <w:keepLines/>
      <w:outlineLvl w:val="2"/>
    </w:pPr>
    <w:rPr>
      <w:rFonts w:eastAsiaTheme="majorEastAsia" w:cstheme="majorBidi"/>
      <w:bCs/>
      <w:color w:val="auto"/>
    </w:rPr>
  </w:style>
  <w:style w:type="paragraph" w:styleId="berschrift4">
    <w:name w:val="heading 4"/>
    <w:basedOn w:val="Titel04"/>
    <w:next w:val="Standard"/>
    <w:link w:val="berschrift4Zchn"/>
    <w:uiPriority w:val="9"/>
    <w:unhideWhenUsed/>
    <w:qFormat/>
    <w:rsid w:val="004F5ECA"/>
    <w:pPr>
      <w:keepNext/>
      <w:keepLines/>
      <w:outlineLvl w:val="3"/>
    </w:pPr>
    <w:rPr>
      <w:rFonts w:eastAsiaTheme="majorEastAsia" w:cstheme="majorBidi"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rsid w:val="001B758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B75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758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758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758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rsid w:val="00AD0322"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rsid w:val="00AD032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AD03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aliases w:val="1.1 Überschrift Zchn"/>
    <w:basedOn w:val="Absatz-Standardschriftart"/>
    <w:link w:val="berschrift1"/>
    <w:uiPriority w:val="9"/>
    <w:rsid w:val="004035F1"/>
    <w:rPr>
      <w:rFonts w:ascii="Arial Black" w:eastAsiaTheme="majorEastAsia" w:hAnsi="Arial Black" w:cstheme="majorBidi"/>
      <w:bCs/>
      <w:sz w:val="4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rsid w:val="00AD03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D03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13D3"/>
    <w:rPr>
      <w:rFonts w:ascii="Arial Black" w:eastAsiaTheme="majorEastAsia" w:hAnsi="Arial Black" w:cstheme="majorBidi"/>
      <w:bCs/>
      <w:color w:val="000000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035F1"/>
    <w:rPr>
      <w:rFonts w:ascii="Arial Black" w:eastAsiaTheme="majorEastAsia" w:hAnsi="Arial Black" w:cstheme="majorBidi"/>
      <w:bCs/>
      <w:sz w:val="21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F5ECA"/>
    <w:rPr>
      <w:rFonts w:ascii="Arial Black" w:eastAsiaTheme="majorEastAsia" w:hAnsi="Arial Black" w:cstheme="majorBidi"/>
      <w:bCs/>
      <w:iCs/>
      <w:color w:val="000000"/>
      <w:sz w:val="21"/>
      <w:szCs w:val="20"/>
    </w:rPr>
  </w:style>
  <w:style w:type="character" w:styleId="SchwacheHervorhebung">
    <w:name w:val="Subtle Emphasis"/>
    <w:basedOn w:val="Absatz-Standardschriftart"/>
    <w:uiPriority w:val="19"/>
    <w:rsid w:val="00AD0322"/>
    <w:rPr>
      <w:i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rsid w:val="00AD0322"/>
    <w:rPr>
      <w:i/>
      <w:iCs/>
    </w:rPr>
  </w:style>
  <w:style w:type="character" w:styleId="IntensiveHervorhebung">
    <w:name w:val="Intense Emphasis"/>
    <w:basedOn w:val="Absatz-Standardschriftart"/>
    <w:uiPriority w:val="21"/>
    <w:rsid w:val="00AD0322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0218C1"/>
    <w:rPr>
      <w:rFonts w:ascii="Arial Black" w:hAnsi="Arial Black"/>
      <w:bCs/>
    </w:rPr>
  </w:style>
  <w:style w:type="paragraph" w:styleId="Zitat">
    <w:name w:val="Quote"/>
    <w:basedOn w:val="Standard"/>
    <w:next w:val="Standard"/>
    <w:link w:val="ZitatZchn"/>
    <w:uiPriority w:val="29"/>
    <w:rsid w:val="00AD0322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AD0322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AD032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D0322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rsid w:val="00AD0322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AC30F3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AC30F3"/>
    <w:rPr>
      <w:b/>
      <w:bCs/>
      <w:smallCaps/>
      <w:spacing w:val="5"/>
    </w:rPr>
  </w:style>
  <w:style w:type="paragraph" w:customStyle="1" w:styleId="BriefKopf">
    <w:name w:val="Brief_Kopf"/>
    <w:basedOn w:val="Grundtext"/>
    <w:rsid w:val="00530317"/>
    <w:pPr>
      <w:spacing w:after="0" w:line="200" w:lineRule="exact"/>
    </w:pPr>
    <w:rPr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1D4042"/>
    <w:pPr>
      <w:tabs>
        <w:tab w:val="center" w:pos="4513"/>
        <w:tab w:val="right" w:pos="902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D4042"/>
  </w:style>
  <w:style w:type="paragraph" w:styleId="Fuzeile">
    <w:name w:val="footer"/>
    <w:basedOn w:val="Standard"/>
    <w:link w:val="FuzeileZchn"/>
    <w:uiPriority w:val="99"/>
    <w:unhideWhenUsed/>
    <w:rsid w:val="001D4042"/>
    <w:pPr>
      <w:tabs>
        <w:tab w:val="center" w:pos="4513"/>
        <w:tab w:val="right" w:pos="902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D4042"/>
  </w:style>
  <w:style w:type="paragraph" w:customStyle="1" w:styleId="Normalbold">
    <w:name w:val="Normal bold"/>
    <w:basedOn w:val="Standard"/>
    <w:rsid w:val="00625FA9"/>
    <w:rPr>
      <w:rFonts w:ascii="Arial Black" w:hAnsi="Arial Black"/>
      <w:lang w:eastAsia="en-GB"/>
    </w:rPr>
  </w:style>
  <w:style w:type="paragraph" w:customStyle="1" w:styleId="Randtitel">
    <w:name w:val="Randtitel"/>
    <w:basedOn w:val="Standard"/>
    <w:rsid w:val="0020260B"/>
    <w:pPr>
      <w:spacing w:after="0"/>
      <w:jc w:val="right"/>
    </w:pPr>
    <w:rPr>
      <w:sz w:val="16"/>
      <w:lang w:eastAsia="en-GB"/>
    </w:rPr>
  </w:style>
  <w:style w:type="paragraph" w:customStyle="1" w:styleId="BriefKopffett">
    <w:name w:val="Brief_Kopf_fett"/>
    <w:basedOn w:val="BriefKopf"/>
    <w:next w:val="BriefKopf"/>
    <w:rsid w:val="00530317"/>
    <w:rPr>
      <w:rFonts w:ascii="Arial Black" w:hAnsi="Arial Black"/>
    </w:rPr>
  </w:style>
  <w:style w:type="paragraph" w:customStyle="1" w:styleId="Neutral">
    <w:name w:val="Neutral"/>
    <w:basedOn w:val="Standard"/>
    <w:rsid w:val="00F93792"/>
    <w:pPr>
      <w:spacing w:after="0" w:line="240" w:lineRule="auto"/>
    </w:pPr>
  </w:style>
  <w:style w:type="numbering" w:customStyle="1" w:styleId="NumericList">
    <w:name w:val="NumericList"/>
    <w:basedOn w:val="KeineListe"/>
    <w:uiPriority w:val="99"/>
    <w:rsid w:val="00EC0D5A"/>
    <w:pPr>
      <w:numPr>
        <w:numId w:val="2"/>
      </w:numPr>
    </w:pPr>
  </w:style>
  <w:style w:type="paragraph" w:customStyle="1" w:styleId="MMKopfgross">
    <w:name w:val="MM_Kopf_gross"/>
    <w:basedOn w:val="BriefKopf"/>
    <w:next w:val="BriefKopf"/>
    <w:rsid w:val="00721E76"/>
    <w:pPr>
      <w:spacing w:line="320" w:lineRule="exact"/>
    </w:pPr>
    <w:rPr>
      <w:rFonts w:ascii="Arial Black" w:hAnsi="Arial Black"/>
      <w:sz w:val="32"/>
    </w:rPr>
  </w:style>
  <w:style w:type="paragraph" w:customStyle="1" w:styleId="BriefAnschrift">
    <w:name w:val="Brief_Anschrift"/>
    <w:basedOn w:val="Grundtext"/>
    <w:rsid w:val="0035023A"/>
    <w:pPr>
      <w:spacing w:after="0"/>
    </w:pPr>
  </w:style>
  <w:style w:type="paragraph" w:customStyle="1" w:styleId="BriefDatum">
    <w:name w:val="Brief_Datum"/>
    <w:basedOn w:val="Grundtext"/>
    <w:rsid w:val="0035023A"/>
    <w:pPr>
      <w:spacing w:after="0"/>
    </w:pPr>
  </w:style>
  <w:style w:type="paragraph" w:customStyle="1" w:styleId="BriefBetreff">
    <w:name w:val="Brief_Betreff"/>
    <w:basedOn w:val="Grundtext"/>
    <w:rsid w:val="00C51119"/>
    <w:pPr>
      <w:spacing w:after="744"/>
    </w:pPr>
    <w:rPr>
      <w:rFonts w:ascii="Arial Black" w:hAnsi="Arial Black"/>
    </w:rPr>
  </w:style>
  <w:style w:type="paragraph" w:customStyle="1" w:styleId="Grundtext">
    <w:name w:val="Grundtext"/>
    <w:qFormat/>
    <w:rsid w:val="00782866"/>
    <w:pPr>
      <w:spacing w:after="248" w:line="248" w:lineRule="exact"/>
    </w:pPr>
    <w:rPr>
      <w:rFonts w:ascii="Arial" w:eastAsia="Times New Roman" w:hAnsi="Arial" w:cs="Arial"/>
      <w:color w:val="000000"/>
      <w:sz w:val="21"/>
      <w:szCs w:val="20"/>
    </w:rPr>
  </w:style>
  <w:style w:type="paragraph" w:customStyle="1" w:styleId="BriefAnrede">
    <w:name w:val="Brief_Anrede"/>
    <w:basedOn w:val="Grundtext"/>
    <w:next w:val="Grundtext"/>
    <w:rsid w:val="009B7E1A"/>
  </w:style>
  <w:style w:type="character" w:customStyle="1" w:styleId="Grundtextfett">
    <w:name w:val="Grundtext_fett"/>
    <w:basedOn w:val="Absatz-Standardschriftart"/>
    <w:uiPriority w:val="1"/>
    <w:qFormat/>
    <w:rsid w:val="004B2EBB"/>
    <w:rPr>
      <w:rFonts w:ascii="Arial Black" w:hAnsi="Arial Black"/>
    </w:rPr>
  </w:style>
  <w:style w:type="paragraph" w:customStyle="1" w:styleId="BriefGruss">
    <w:name w:val="Brief_Gruss"/>
    <w:basedOn w:val="Grundtext"/>
    <w:next w:val="Grundtext"/>
    <w:rsid w:val="009B7E1A"/>
    <w:pPr>
      <w:spacing w:before="248" w:after="744"/>
    </w:pPr>
  </w:style>
  <w:style w:type="paragraph" w:customStyle="1" w:styleId="ListeBindestrich">
    <w:name w:val="Liste_Bindestrich"/>
    <w:basedOn w:val="Grundtext"/>
    <w:rsid w:val="00B57ACA"/>
    <w:pPr>
      <w:numPr>
        <w:numId w:val="24"/>
      </w:numPr>
    </w:pPr>
  </w:style>
  <w:style w:type="paragraph" w:customStyle="1" w:styleId="ListePunkt">
    <w:name w:val="Liste_Punkt"/>
    <w:basedOn w:val="Grundtext"/>
    <w:rsid w:val="00B57ACA"/>
    <w:pPr>
      <w:numPr>
        <w:numId w:val="25"/>
      </w:numPr>
    </w:pPr>
  </w:style>
  <w:style w:type="paragraph" w:customStyle="1" w:styleId="ListeNummernArabisch">
    <w:name w:val="Liste_Nummern_Arabisch"/>
    <w:basedOn w:val="Grundtext"/>
    <w:rsid w:val="00B57ACA"/>
    <w:pPr>
      <w:numPr>
        <w:numId w:val="26"/>
      </w:numPr>
    </w:pPr>
  </w:style>
  <w:style w:type="paragraph" w:customStyle="1" w:styleId="ListeNummernRoemisch">
    <w:name w:val="Liste_Nummern_Roemisch"/>
    <w:basedOn w:val="Grundtext"/>
    <w:rsid w:val="00A53D8E"/>
    <w:pPr>
      <w:numPr>
        <w:numId w:val="27"/>
      </w:numPr>
    </w:pPr>
  </w:style>
  <w:style w:type="paragraph" w:customStyle="1" w:styleId="Titel01">
    <w:name w:val="Titel_01"/>
    <w:basedOn w:val="Grundtext"/>
    <w:next w:val="Grundtext"/>
    <w:rsid w:val="00EC13D3"/>
    <w:pPr>
      <w:spacing w:after="540" w:line="540" w:lineRule="exact"/>
    </w:pPr>
    <w:rPr>
      <w:rFonts w:ascii="Arial Black" w:hAnsi="Arial Black"/>
      <w:sz w:val="48"/>
    </w:rPr>
  </w:style>
  <w:style w:type="paragraph" w:customStyle="1" w:styleId="Titel02">
    <w:name w:val="Titel_02"/>
    <w:basedOn w:val="Grundtext"/>
    <w:next w:val="Grundtext"/>
    <w:rsid w:val="00EC13D3"/>
    <w:pPr>
      <w:spacing w:before="320" w:after="360" w:line="360" w:lineRule="exact"/>
    </w:pPr>
    <w:rPr>
      <w:rFonts w:ascii="Arial Black" w:hAnsi="Arial Black"/>
      <w:sz w:val="32"/>
    </w:rPr>
  </w:style>
  <w:style w:type="paragraph" w:customStyle="1" w:styleId="Titel03">
    <w:name w:val="Titel_03"/>
    <w:basedOn w:val="Grundtext"/>
    <w:next w:val="Grundtext"/>
    <w:rsid w:val="004035F1"/>
    <w:pPr>
      <w:spacing w:after="0"/>
    </w:pPr>
    <w:rPr>
      <w:rFonts w:ascii="Arial Black" w:hAnsi="Arial Black"/>
    </w:rPr>
  </w:style>
  <w:style w:type="paragraph" w:customStyle="1" w:styleId="Titel01Nummern">
    <w:name w:val="Titel_01_Nummern"/>
    <w:basedOn w:val="Titel01"/>
    <w:next w:val="Grundtext"/>
    <w:rsid w:val="00931B37"/>
  </w:style>
  <w:style w:type="paragraph" w:customStyle="1" w:styleId="Titel02Nummern">
    <w:name w:val="Titel_02_Nummern"/>
    <w:basedOn w:val="Titel02"/>
    <w:next w:val="Grundtext"/>
    <w:rsid w:val="00931B37"/>
  </w:style>
  <w:style w:type="paragraph" w:customStyle="1" w:styleId="Titel03Nummern">
    <w:name w:val="Titel_03_Nummern"/>
    <w:basedOn w:val="Titel03"/>
    <w:next w:val="Grundtext"/>
    <w:rsid w:val="00931B37"/>
  </w:style>
  <w:style w:type="paragraph" w:customStyle="1" w:styleId="Zwischentitel">
    <w:name w:val="Zwischentitel"/>
    <w:basedOn w:val="Grundtext"/>
    <w:next w:val="Grundtext"/>
    <w:rsid w:val="006A330A"/>
    <w:pPr>
      <w:spacing w:after="0"/>
    </w:pPr>
    <w:rPr>
      <w:rFonts w:ascii="Arial Black" w:hAnsi="Arial Black"/>
    </w:rPr>
  </w:style>
  <w:style w:type="paragraph" w:customStyle="1" w:styleId="Lead">
    <w:name w:val="Lead"/>
    <w:basedOn w:val="Grundtext"/>
    <w:next w:val="Grundtext"/>
    <w:rsid w:val="00B006F1"/>
    <w:rPr>
      <w:rFonts w:ascii="Arial Black" w:hAnsi="Arial Black"/>
    </w:rPr>
  </w:style>
  <w:style w:type="paragraph" w:customStyle="1" w:styleId="InhaltsverzeichnisH01">
    <w:name w:val="Inhaltsverzeichnis_H01"/>
    <w:basedOn w:val="Grundtext"/>
    <w:rsid w:val="006A330A"/>
    <w:pPr>
      <w:tabs>
        <w:tab w:val="right" w:pos="8505"/>
      </w:tabs>
      <w:spacing w:before="248" w:after="0"/>
    </w:pPr>
    <w:rPr>
      <w:rFonts w:ascii="Arial Black" w:hAnsi="Arial Black"/>
    </w:rPr>
  </w:style>
  <w:style w:type="paragraph" w:customStyle="1" w:styleId="InhaltsverzeichnisH02">
    <w:name w:val="Inhaltsverzeichnis_H02"/>
    <w:basedOn w:val="Grundtext"/>
    <w:rsid w:val="006A330A"/>
    <w:pPr>
      <w:tabs>
        <w:tab w:val="right" w:pos="8505"/>
      </w:tabs>
      <w:spacing w:after="0"/>
    </w:pPr>
  </w:style>
  <w:style w:type="paragraph" w:customStyle="1" w:styleId="InhaltsverzeichnisH03">
    <w:name w:val="Inhaltsverzeichnis_H03"/>
    <w:basedOn w:val="Grundtext"/>
    <w:rsid w:val="006A330A"/>
    <w:pPr>
      <w:tabs>
        <w:tab w:val="right" w:pos="8505"/>
      </w:tabs>
      <w:spacing w:after="0"/>
    </w:pPr>
  </w:style>
  <w:style w:type="paragraph" w:customStyle="1" w:styleId="TitelblattOberzeilefett">
    <w:name w:val="Titelblatt_Oberzeile_fett"/>
    <w:basedOn w:val="Grundtext"/>
    <w:next w:val="Grundtext"/>
    <w:rsid w:val="006A330A"/>
    <w:pPr>
      <w:spacing w:after="0"/>
    </w:pPr>
    <w:rPr>
      <w:rFonts w:ascii="Arial Black" w:hAnsi="Arial Black"/>
    </w:rPr>
  </w:style>
  <w:style w:type="paragraph" w:customStyle="1" w:styleId="TitelblattTitelGross">
    <w:name w:val="Titelblatt_Titel_Gross"/>
    <w:basedOn w:val="Grundtext"/>
    <w:next w:val="Grundtext"/>
    <w:rsid w:val="008C3572"/>
    <w:pPr>
      <w:spacing w:after="0" w:line="1440" w:lineRule="exact"/>
    </w:pPr>
    <w:rPr>
      <w:rFonts w:ascii="Arial Black" w:hAnsi="Arial Black"/>
      <w:sz w:val="144"/>
    </w:rPr>
  </w:style>
  <w:style w:type="paragraph" w:customStyle="1" w:styleId="TitelblattTitelZusatz">
    <w:name w:val="Titelblatt_Titel_Zusatz"/>
    <w:basedOn w:val="Grundtext"/>
    <w:next w:val="Grundtext"/>
    <w:rsid w:val="006A330A"/>
    <w:pPr>
      <w:spacing w:after="0" w:line="480" w:lineRule="exact"/>
    </w:pPr>
    <w:rPr>
      <w:rFonts w:ascii="Arial Black" w:hAnsi="Arial Black"/>
      <w:sz w:val="48"/>
    </w:rPr>
  </w:style>
  <w:style w:type="paragraph" w:customStyle="1" w:styleId="TabelleHeader">
    <w:name w:val="Tabelle_Header"/>
    <w:basedOn w:val="Grundtext"/>
    <w:next w:val="TabelleZelle"/>
    <w:rsid w:val="006A330A"/>
    <w:pPr>
      <w:spacing w:after="0" w:line="480" w:lineRule="exact"/>
    </w:pPr>
    <w:rPr>
      <w:rFonts w:ascii="Arial Black" w:hAnsi="Arial Black"/>
    </w:rPr>
  </w:style>
  <w:style w:type="paragraph" w:customStyle="1" w:styleId="TabelleZelle">
    <w:name w:val="Tabelle_Zelle"/>
    <w:basedOn w:val="Grundtext"/>
    <w:rsid w:val="00990EE5"/>
    <w:pPr>
      <w:spacing w:after="0"/>
    </w:pPr>
  </w:style>
  <w:style w:type="paragraph" w:customStyle="1" w:styleId="TabelleZellefett">
    <w:name w:val="Tabelle_Zelle_fett"/>
    <w:basedOn w:val="TabelleZelle"/>
    <w:rsid w:val="006A330A"/>
    <w:rPr>
      <w:rFonts w:ascii="Arial Black" w:hAnsi="Arial Black"/>
      <w:sz w:val="20"/>
    </w:rPr>
  </w:style>
  <w:style w:type="paragraph" w:customStyle="1" w:styleId="Tabelleberschrift">
    <w:name w:val="Tabelle_Überschrift"/>
    <w:basedOn w:val="TabelleZellefett"/>
    <w:next w:val="Grundtext"/>
    <w:rsid w:val="00B51B63"/>
    <w:pPr>
      <w:numPr>
        <w:numId w:val="21"/>
      </w:numPr>
      <w:tabs>
        <w:tab w:val="left" w:pos="369"/>
      </w:tabs>
      <w:ind w:left="369" w:hanging="369"/>
    </w:pPr>
  </w:style>
  <w:style w:type="paragraph" w:customStyle="1" w:styleId="AntragListeAlphabetisch">
    <w:name w:val="Antrag_Liste_Alphabetisch"/>
    <w:basedOn w:val="Grundtext"/>
    <w:rsid w:val="00012506"/>
    <w:pPr>
      <w:numPr>
        <w:numId w:val="22"/>
      </w:numPr>
      <w:tabs>
        <w:tab w:val="left" w:pos="567"/>
      </w:tabs>
    </w:pPr>
  </w:style>
  <w:style w:type="paragraph" w:customStyle="1" w:styleId="AntragListeRoemisch">
    <w:name w:val="Antrag_Liste_Roemisch"/>
    <w:basedOn w:val="Grundtext"/>
    <w:rsid w:val="00012506"/>
    <w:pPr>
      <w:numPr>
        <w:numId w:val="23"/>
      </w:numPr>
      <w:tabs>
        <w:tab w:val="left" w:pos="567"/>
      </w:tabs>
    </w:pPr>
  </w:style>
  <w:style w:type="paragraph" w:customStyle="1" w:styleId="Titel0216pt">
    <w:name w:val="Titel_02_16pt"/>
    <w:basedOn w:val="Titel02"/>
    <w:rsid w:val="001A0532"/>
    <w:pPr>
      <w:spacing w:before="0" w:after="0"/>
    </w:pPr>
  </w:style>
  <w:style w:type="paragraph" w:customStyle="1" w:styleId="GDberschrift2ohneNrLinks075cmNach0ptZeilen">
    <w:name w:val="GD_Überschrift2_ohneNr + Links:  0.75 cm Nach:  0 pt Zeilen..."/>
    <w:basedOn w:val="Gruformel"/>
    <w:rsid w:val="0007008B"/>
    <w:pPr>
      <w:spacing w:line="360" w:lineRule="auto"/>
      <w:ind w:left="0" w:right="425"/>
    </w:pPr>
    <w:rPr>
      <w:rFonts w:ascii="Arial Black" w:hAnsi="Arial Black"/>
      <w:sz w:val="32"/>
    </w:rPr>
  </w:style>
  <w:style w:type="paragraph" w:styleId="Gruformel">
    <w:name w:val="Closing"/>
    <w:basedOn w:val="Standard"/>
    <w:link w:val="GruformelZchn"/>
    <w:uiPriority w:val="99"/>
    <w:semiHidden/>
    <w:unhideWhenUsed/>
    <w:rsid w:val="0096202A"/>
    <w:pPr>
      <w:spacing w:after="0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96202A"/>
    <w:rPr>
      <w:rFonts w:ascii="Arial" w:hAnsi="Arial"/>
      <w:sz w:val="21"/>
    </w:rPr>
  </w:style>
  <w:style w:type="paragraph" w:customStyle="1" w:styleId="Titel04">
    <w:name w:val="Titel_04"/>
    <w:basedOn w:val="Titel03"/>
    <w:next w:val="Grundtext"/>
    <w:rsid w:val="004F5ECA"/>
  </w:style>
  <w:style w:type="numbering" w:customStyle="1" w:styleId="ListeNummernArabischEinfach">
    <w:name w:val="Liste_Nummern_ArabischEinfach"/>
    <w:uiPriority w:val="99"/>
    <w:rsid w:val="00990EE5"/>
    <w:pPr>
      <w:numPr>
        <w:numId w:val="30"/>
      </w:numPr>
    </w:pPr>
  </w:style>
  <w:style w:type="table" w:styleId="Tabellenraster">
    <w:name w:val="Table Grid"/>
    <w:basedOn w:val="NormaleTabelle"/>
    <w:uiPriority w:val="59"/>
    <w:rsid w:val="00202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AE2D24"/>
    <w:pPr>
      <w:spacing w:after="0" w:line="240" w:lineRule="auto"/>
    </w:pPr>
    <w:rPr>
      <w:rFonts w:ascii="Arial" w:hAnsi="Arial"/>
      <w:sz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2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2D24"/>
    <w:rPr>
      <w:rFonts w:ascii="Tahoma" w:hAnsi="Tahoma" w:cs="Tahoma"/>
      <w:sz w:val="16"/>
      <w:szCs w:val="16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758E"/>
    <w:rPr>
      <w:rFonts w:asciiTheme="majorHAnsi" w:eastAsiaTheme="majorEastAsia" w:hAnsiTheme="majorHAnsi" w:cstheme="majorBidi"/>
      <w:color w:val="243F60" w:themeColor="accent1" w:themeShade="7F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B758E"/>
    <w:rPr>
      <w:rFonts w:asciiTheme="majorHAnsi" w:eastAsiaTheme="majorEastAsia" w:hAnsiTheme="majorHAnsi" w:cstheme="majorBidi"/>
      <w:i/>
      <w:iCs/>
      <w:color w:val="243F60" w:themeColor="accent1" w:themeShade="7F"/>
      <w:sz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758E"/>
    <w:rPr>
      <w:rFonts w:asciiTheme="majorHAnsi" w:eastAsiaTheme="majorEastAsia" w:hAnsiTheme="majorHAnsi" w:cstheme="majorBidi"/>
      <w:i/>
      <w:iCs/>
      <w:color w:val="404040" w:themeColor="text1" w:themeTint="BF"/>
      <w:sz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7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75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1B758E"/>
    <w:pPr>
      <w:spacing w:after="0"/>
    </w:p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1B758E"/>
  </w:style>
  <w:style w:type="character" w:customStyle="1" w:styleId="AnredeZchn">
    <w:name w:val="Anrede Zchn"/>
    <w:basedOn w:val="Absatz-Standardschriftart"/>
    <w:link w:val="Anrede"/>
    <w:uiPriority w:val="99"/>
    <w:semiHidden/>
    <w:rsid w:val="001B758E"/>
    <w:rPr>
      <w:rFonts w:ascii="Arial" w:hAnsi="Arial"/>
      <w:sz w:val="21"/>
    </w:rPr>
  </w:style>
  <w:style w:type="paragraph" w:styleId="Aufzhlungszeichen">
    <w:name w:val="List Bullet"/>
    <w:basedOn w:val="Standard"/>
    <w:uiPriority w:val="99"/>
    <w:semiHidden/>
    <w:unhideWhenUsed/>
    <w:rsid w:val="001B758E"/>
    <w:pPr>
      <w:numPr>
        <w:numId w:val="5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1B758E"/>
    <w:pPr>
      <w:numPr>
        <w:numId w:val="6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1B758E"/>
    <w:pPr>
      <w:numPr>
        <w:numId w:val="7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1B758E"/>
    <w:pPr>
      <w:numPr>
        <w:numId w:val="8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1B758E"/>
    <w:pPr>
      <w:numPr>
        <w:numId w:val="9"/>
      </w:numPr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B758E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1B758E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1B758E"/>
  </w:style>
  <w:style w:type="character" w:customStyle="1" w:styleId="DatumZchn">
    <w:name w:val="Datum Zchn"/>
    <w:basedOn w:val="Absatz-Standardschriftart"/>
    <w:link w:val="Datum"/>
    <w:uiPriority w:val="99"/>
    <w:semiHidden/>
    <w:rsid w:val="001B758E"/>
    <w:rPr>
      <w:rFonts w:ascii="Arial" w:hAnsi="Arial"/>
      <w:sz w:val="21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1B7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1B758E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1B758E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1B758E"/>
    <w:rPr>
      <w:rFonts w:ascii="Arial" w:hAnsi="Arial"/>
      <w:sz w:val="21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B758E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B758E"/>
    <w:rPr>
      <w:rFonts w:ascii="Arial" w:hAnsi="Arial"/>
      <w:sz w:val="20"/>
      <w:szCs w:val="20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B758E"/>
    <w:pPr>
      <w:spacing w:after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B758E"/>
    <w:rPr>
      <w:rFonts w:ascii="Arial" w:hAnsi="Arial"/>
      <w:sz w:val="2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B758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B758E"/>
    <w:rPr>
      <w:rFonts w:ascii="Arial" w:hAnsi="Arial"/>
      <w:sz w:val="20"/>
      <w:szCs w:val="2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1B758E"/>
    <w:pPr>
      <w:spacing w:after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1B758E"/>
    <w:rPr>
      <w:rFonts w:ascii="Arial" w:hAnsi="Arial"/>
      <w:i/>
      <w:iCs/>
      <w:sz w:val="21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1B758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1B758E"/>
    <w:rPr>
      <w:rFonts w:ascii="Consolas" w:hAnsi="Consolas"/>
      <w:sz w:val="20"/>
      <w:szCs w:val="20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1B758E"/>
    <w:pPr>
      <w:spacing w:after="0" w:line="240" w:lineRule="auto"/>
      <w:ind w:left="210" w:hanging="21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1B758E"/>
    <w:pPr>
      <w:spacing w:after="0" w:line="240" w:lineRule="auto"/>
      <w:ind w:left="420" w:hanging="21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1B758E"/>
    <w:pPr>
      <w:spacing w:after="0" w:line="240" w:lineRule="auto"/>
      <w:ind w:left="630" w:hanging="21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1B758E"/>
    <w:pPr>
      <w:spacing w:after="0" w:line="240" w:lineRule="auto"/>
      <w:ind w:left="840" w:hanging="21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1B758E"/>
    <w:pPr>
      <w:spacing w:after="0" w:line="240" w:lineRule="auto"/>
      <w:ind w:left="1050" w:hanging="21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1B758E"/>
    <w:pPr>
      <w:spacing w:after="0" w:line="240" w:lineRule="auto"/>
      <w:ind w:left="1260" w:hanging="21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1B758E"/>
    <w:pPr>
      <w:spacing w:after="0" w:line="240" w:lineRule="auto"/>
      <w:ind w:left="1470" w:hanging="21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1B758E"/>
    <w:pPr>
      <w:spacing w:after="0" w:line="240" w:lineRule="auto"/>
      <w:ind w:left="1680" w:hanging="21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1B758E"/>
    <w:pPr>
      <w:spacing w:after="0" w:line="240" w:lineRule="auto"/>
      <w:ind w:left="1890" w:hanging="21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1B758E"/>
    <w:rPr>
      <w:rFonts w:asciiTheme="majorHAnsi" w:eastAsiaTheme="majorEastAsia" w:hAnsiTheme="majorHAnsi" w:cstheme="majorBidi"/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B758E"/>
    <w:pPr>
      <w:spacing w:before="480" w:after="0" w:line="248" w:lineRule="exact"/>
      <w:outlineLvl w:val="9"/>
    </w:pPr>
    <w:rPr>
      <w:rFonts w:asciiTheme="majorHAnsi" w:hAnsiTheme="majorHAnsi"/>
      <w:b/>
      <w:color w:val="365F91" w:themeColor="accent1" w:themeShade="BF"/>
      <w:sz w:val="2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75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758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75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758E"/>
    <w:rPr>
      <w:rFonts w:ascii="Arial" w:hAnsi="Arial"/>
      <w:b/>
      <w:bCs/>
      <w:sz w:val="20"/>
      <w:szCs w:val="20"/>
    </w:rPr>
  </w:style>
  <w:style w:type="paragraph" w:styleId="Liste">
    <w:name w:val="List"/>
    <w:basedOn w:val="Standard"/>
    <w:uiPriority w:val="99"/>
    <w:semiHidden/>
    <w:unhideWhenUsed/>
    <w:rsid w:val="001B758E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1B758E"/>
    <w:pPr>
      <w:ind w:left="566" w:hanging="283"/>
      <w:contextualSpacing/>
    </w:pPr>
  </w:style>
  <w:style w:type="paragraph" w:styleId="Liste3">
    <w:name w:val="List 3"/>
    <w:basedOn w:val="Standard"/>
    <w:uiPriority w:val="99"/>
    <w:semiHidden/>
    <w:unhideWhenUsed/>
    <w:rsid w:val="001B758E"/>
    <w:pPr>
      <w:ind w:left="849" w:hanging="283"/>
      <w:contextualSpacing/>
    </w:pPr>
  </w:style>
  <w:style w:type="paragraph" w:styleId="Liste4">
    <w:name w:val="List 4"/>
    <w:basedOn w:val="Standard"/>
    <w:uiPriority w:val="99"/>
    <w:semiHidden/>
    <w:unhideWhenUsed/>
    <w:rsid w:val="001B758E"/>
    <w:pPr>
      <w:ind w:left="1132" w:hanging="283"/>
      <w:contextualSpacing/>
    </w:pPr>
  </w:style>
  <w:style w:type="paragraph" w:styleId="Liste5">
    <w:name w:val="List 5"/>
    <w:basedOn w:val="Standard"/>
    <w:uiPriority w:val="99"/>
    <w:semiHidden/>
    <w:unhideWhenUsed/>
    <w:rsid w:val="001B758E"/>
    <w:pPr>
      <w:ind w:left="1415" w:hanging="283"/>
      <w:contextualSpacing/>
    </w:pPr>
  </w:style>
  <w:style w:type="paragraph" w:styleId="Listenabsatz">
    <w:name w:val="List Paragraph"/>
    <w:basedOn w:val="Standard"/>
    <w:uiPriority w:val="34"/>
    <w:rsid w:val="001B758E"/>
    <w:pPr>
      <w:ind w:left="720"/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1B758E"/>
    <w:pPr>
      <w:spacing w:after="120"/>
      <w:ind w:left="283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1B758E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1B758E"/>
    <w:pPr>
      <w:spacing w:after="120"/>
      <w:ind w:left="849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1B758E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1B758E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semiHidden/>
    <w:unhideWhenUsed/>
    <w:rsid w:val="001B758E"/>
    <w:pPr>
      <w:numPr>
        <w:numId w:val="10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1B758E"/>
    <w:pPr>
      <w:numPr>
        <w:numId w:val="11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1B758E"/>
    <w:pPr>
      <w:numPr>
        <w:numId w:val="12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1B758E"/>
    <w:pPr>
      <w:numPr>
        <w:numId w:val="13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1B758E"/>
    <w:pPr>
      <w:numPr>
        <w:numId w:val="14"/>
      </w:numPr>
      <w:contextualSpacing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1B758E"/>
  </w:style>
  <w:style w:type="paragraph" w:styleId="Makrotext">
    <w:name w:val="macro"/>
    <w:link w:val="MakrotextZchn"/>
    <w:uiPriority w:val="99"/>
    <w:semiHidden/>
    <w:unhideWhenUsed/>
    <w:rsid w:val="001B758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8" w:lineRule="exact"/>
    </w:pPr>
    <w:rPr>
      <w:rFonts w:ascii="Consolas" w:hAnsi="Consolas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1B758E"/>
    <w:rPr>
      <w:rFonts w:ascii="Consolas" w:hAnsi="Consolas"/>
      <w:sz w:val="20"/>
      <w:szCs w:val="20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1B758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1B758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semiHidden/>
    <w:unhideWhenUsed/>
    <w:rsid w:val="001B758E"/>
    <w:pPr>
      <w:spacing w:after="0" w:line="240" w:lineRule="auto"/>
    </w:pPr>
    <w:rPr>
      <w:rFonts w:ascii="Consolas" w:hAnsi="Consolas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1B758E"/>
    <w:rPr>
      <w:rFonts w:ascii="Consolas" w:hAnsi="Consolas"/>
      <w:sz w:val="21"/>
      <w:szCs w:val="21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1B758E"/>
    <w:pPr>
      <w:spacing w:after="0"/>
      <w:ind w:left="210" w:hanging="210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1B758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B758E"/>
    <w:rPr>
      <w:rFonts w:ascii="Times New Roman" w:hAnsi="Times New Roman" w:cs="Times New Roman"/>
      <w:sz w:val="24"/>
      <w:szCs w:val="24"/>
    </w:rPr>
  </w:style>
  <w:style w:type="paragraph" w:styleId="Standardeinzug">
    <w:name w:val="Normal Indent"/>
    <w:basedOn w:val="Standard"/>
    <w:uiPriority w:val="99"/>
    <w:semiHidden/>
    <w:unhideWhenUsed/>
    <w:rsid w:val="001B758E"/>
    <w:pPr>
      <w:ind w:left="708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1B758E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B758E"/>
    <w:rPr>
      <w:rFonts w:ascii="Arial" w:hAnsi="Arial"/>
      <w:sz w:val="21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1B758E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1B758E"/>
    <w:rPr>
      <w:rFonts w:ascii="Arial" w:hAnsi="Arial"/>
      <w:sz w:val="21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1B758E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1B758E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1B758E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1B758E"/>
    <w:rPr>
      <w:rFonts w:ascii="Arial" w:hAnsi="Arial"/>
      <w:sz w:val="21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1B758E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1B758E"/>
    <w:rPr>
      <w:rFonts w:ascii="Arial" w:hAnsi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1B758E"/>
    <w:pPr>
      <w:spacing w:after="248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1B758E"/>
    <w:rPr>
      <w:rFonts w:ascii="Arial" w:hAnsi="Arial"/>
      <w:sz w:val="21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B758E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B758E"/>
    <w:rPr>
      <w:rFonts w:ascii="Arial" w:hAnsi="Arial"/>
      <w:sz w:val="21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1B758E"/>
    <w:pPr>
      <w:spacing w:after="248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1B758E"/>
    <w:rPr>
      <w:rFonts w:ascii="Arial" w:hAnsi="Arial"/>
      <w:sz w:val="21"/>
    </w:rPr>
  </w:style>
  <w:style w:type="paragraph" w:styleId="Umschlagabsenderadresse">
    <w:name w:val="envelope return"/>
    <w:basedOn w:val="Standard"/>
    <w:uiPriority w:val="99"/>
    <w:semiHidden/>
    <w:unhideWhenUsed/>
    <w:rsid w:val="001B758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1B758E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1B758E"/>
    <w:pPr>
      <w:spacing w:after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1B758E"/>
    <w:rPr>
      <w:rFonts w:ascii="Arial" w:hAnsi="Arial"/>
      <w:sz w:val="21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1B758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semiHidden/>
    <w:unhideWhenUsed/>
    <w:rsid w:val="001B758E"/>
    <w:pPr>
      <w:spacing w:after="100"/>
      <w:ind w:left="210"/>
    </w:pPr>
  </w:style>
  <w:style w:type="paragraph" w:styleId="Verzeichnis3">
    <w:name w:val="toc 3"/>
    <w:basedOn w:val="Standard"/>
    <w:next w:val="Standard"/>
    <w:autoRedefine/>
    <w:uiPriority w:val="39"/>
    <w:semiHidden/>
    <w:unhideWhenUsed/>
    <w:rsid w:val="001B758E"/>
    <w:pPr>
      <w:spacing w:after="100"/>
      <w:ind w:left="420"/>
    </w:p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1B758E"/>
    <w:pPr>
      <w:spacing w:after="100"/>
      <w:ind w:left="630"/>
    </w:p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1B758E"/>
    <w:pPr>
      <w:spacing w:after="100"/>
      <w:ind w:left="840"/>
    </w:p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1B758E"/>
    <w:pPr>
      <w:spacing w:after="100"/>
      <w:ind w:left="1050"/>
    </w:p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1B758E"/>
    <w:pPr>
      <w:spacing w:after="100"/>
      <w:ind w:left="1260"/>
    </w:p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1B758E"/>
    <w:pPr>
      <w:spacing w:after="100"/>
      <w:ind w:left="1470"/>
    </w:p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1B758E"/>
    <w:pPr>
      <w:spacing w:after="100"/>
      <w:ind w:left="1680"/>
    </w:pPr>
  </w:style>
  <w:style w:type="paragraph" w:customStyle="1" w:styleId="1berschrift">
    <w:name w:val="1. Überschrift"/>
    <w:basedOn w:val="Standard"/>
    <w:link w:val="1berschriftZchn"/>
    <w:qFormat/>
    <w:rsid w:val="00043DD4"/>
    <w:pPr>
      <w:numPr>
        <w:numId w:val="34"/>
      </w:numPr>
      <w:shd w:val="clear" w:color="auto" w:fill="DDF0FF"/>
      <w:spacing w:after="0" w:line="240" w:lineRule="auto"/>
      <w:ind w:left="426" w:hanging="426"/>
      <w:outlineLvl w:val="0"/>
    </w:pPr>
    <w:rPr>
      <w:rFonts w:ascii="Arial Black" w:eastAsia="Times New Roman" w:hAnsi="Arial Black" w:cs="Times New Roman"/>
      <w:b/>
      <w:sz w:val="20"/>
      <w:szCs w:val="20"/>
      <w:lang w:eastAsia="de-DE"/>
    </w:rPr>
  </w:style>
  <w:style w:type="character" w:customStyle="1" w:styleId="1berschriftZchn">
    <w:name w:val="1. Überschrift Zchn"/>
    <w:basedOn w:val="Absatz-Standardschriftart"/>
    <w:link w:val="1berschrift"/>
    <w:rsid w:val="00043DD4"/>
    <w:rPr>
      <w:rFonts w:ascii="Arial Black" w:eastAsia="Times New Roman" w:hAnsi="Arial Black" w:cs="Times New Roman"/>
      <w:b/>
      <w:sz w:val="20"/>
      <w:szCs w:val="20"/>
      <w:shd w:val="clear" w:color="auto" w:fill="DDF0FF"/>
      <w:lang w:eastAsia="de-DE"/>
    </w:rPr>
  </w:style>
  <w:style w:type="paragraph" w:customStyle="1" w:styleId="111berschrift">
    <w:name w:val="1.1.1 Überschrift"/>
    <w:basedOn w:val="berschrift1"/>
    <w:qFormat/>
    <w:rsid w:val="00043DD4"/>
    <w:pPr>
      <w:keepNext w:val="0"/>
      <w:keepLines w:val="0"/>
      <w:shd w:val="clear" w:color="auto" w:fill="DDF0FF"/>
      <w:tabs>
        <w:tab w:val="left" w:pos="567"/>
      </w:tabs>
      <w:spacing w:after="0" w:line="240" w:lineRule="auto"/>
      <w:ind w:left="567" w:hanging="567"/>
    </w:pPr>
    <w:rPr>
      <w:rFonts w:eastAsia="Times New Roman" w:cs="Times New Roman"/>
      <w:b/>
      <w:bCs w:val="0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278tb1\AppData\Local\Temp\03aa5342-9372-4005-aa45-91d64a1c5601.dotx" TargetMode="External"/></Relationships>
</file>

<file path=word/theme/theme1.xml><?xml version="1.0" encoding="utf-8"?>
<a:theme xmlns:a="http://schemas.openxmlformats.org/drawingml/2006/main" name="Thema farbig">
  <a:themeElements>
    <a:clrScheme name="Thema farbig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ema farbig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OneOffixxImageDefinitionPart xmlns:xsi="http://www.w3.org/2001/XMLSchema-instance" xmlns:xsd="http://www.w3.org/2001/XMLSchema" xmlns="http://schema.oneoffixx.com/OneOffixxImageDefinitionPart/1">
  <ImageDefinitions>
    <ImageSizeDefinition>
      <Id>1885151822</Id>
      <Width>216427</Width>
      <Height>216427</Height>
    </ImageSizeDefinition>
    <ImageSizeDefinition>
      <Id>983159903</Id>
      <Width>1115663</Width>
      <Height>1079084</Height>
    </ImageSizeDefinition>
  </ImageDefinitions>
</OneOffixxImageDefinitionPart>
</file>

<file path=customXml/item3.xml><?xml version="1.0" encoding="utf-8"?>
<OneOffixxExtendedBindingPart xmlns:xsi="http://www.w3.org/2001/XMLSchema-instance" xmlns:xsd="http://www.w3.org/2001/XMLSchema" xmlns="http://schema.oneoffixx.com/OneOffixxExtendedBindingPart/1">
  <ExtendedBindings/>
</OneOffixxExtendedBindingPart>
</file>

<file path=customXml/item4.xml><?xml version="1.0" encoding="utf-8"?>
<OneOffixxFormattingPart xmlns:xsi="http://www.w3.org/2001/XMLSchema-instance" xmlns:xsd="http://www.w3.org/2001/XMLSchema" xmlns="http://schema.oneoffixx.com/OneOffixxFormattingPart/1">
  <Configuration>
    <DocumentFunction xmlns="">
      <!-- Parametrierung der Überschriften -->
      <Group name="Headings">
        <Definition type="Heading" level="1" style="Überschrift 1"/>
        <Definition type="Heading" level="2" style="Überschrift 2"/>
        <Definition type="Heading" level="3" style="Überschrift 3"/>
        <Definition type="Heading" level="4" style="Überschrift 4"/>
      </Group>
      <!-- Parametrierung der Tabulatoren -->
      <Group name="Indents" maxListLevels="4"/>
      <!-- Parametrierung der Listen, Aufzählungen und Nummerierungen -->
      <Group name="NumberingStyles">
        <Definition type="Numeric" tabPosition="1" style="Liste_Nummern_Arabisch"/>
        <Definition type="Alphabetic" tabPosition="1" style="Liste_Nummern_Roemisch"/>
        <Definition type="Bullet" tabPosition="1" style="Liste_Punkt"/>
        <Definition type="Line" tabPosition="1" style="Liste_Bindestrich"/>
      </Group>
      <!-- Parametrierung der Nummerierungs-Optionen -->
      <Group name="NumberingBehaviors">
        <Definition type="Increment" style="Liste_Nummern_Arabisch"/>
        <Definition type="Decrement"/>
        <!--<Definition type="RestartMain"/>
  <Definition type="RestartSub"/>-->
        <Definition type="ResetChapter" style="Überschrift 1"/>
        <Definition type="ResetList" style="Liste_Nummern_Arabisch"/>
      </Group>
      <!-- Parametrierung der weiteren Formatierungs-Optionen -->
      <Group name="Styles">
        <Definition type="Standard" style="Grundtext"/>
        <Definition type="Bold" style="Fett"/>
        <Definition type="Italic" style=""/>
        <Definition type="Underline" style=""/>
      </Group>
      <!-- Parametrierung der weiteren kundenspezifischen Formatierungs-Optionen -->
      <Group name="CustomStyles">
        <Category id="Formatierungen">
          <Label lcid="1042">Formatierungen</Label>
          <Definition type="Randtitel" style="Randtitel">
            <Label lcid="1042">Randtitel</Label>
          </Definition>
          <Definition type="Lead" style="Lead">
            <Label lcid="1042">Lead</Label>
          </Definition>
        </Category>
      </Group>
    </DocumentFunction>
  </Configuration>
</OneOffixxFormattingPart>
</file>

<file path=customXml/item5.xml>��< ? x m l   v e r s i o n = " 1 . 0 "   e n c o d i n g = " u t f - 1 6 " ? > < O n e O f f i x x D o c u m e n t P a r t   x m l n s : x s d = " h t t p : / / w w w . w 3 . o r g / 2 0 0 1 / X M L S c h e m a "   x m l n s : x s i = " h t t p : / / w w w . w 3 . o r g / 2 0 0 1 / X M L S c h e m a - i n s t a n c e "   i d = " 5 b 2 a e a c f - 6 c 8 3 - 4 3 1 b - 8 d 6 4 - 2 1 7 d b 8 d 5 4 a e 5 "   t I d = " e f 9 f 0 9 6 1 - f a 9 1 - 4 e 4 a - 8 9 c 0 - 3 8 4 c e d 3 0 0 a 2 e "   i n t e r n a l T I d = " 0 0 0 0 0 0 0 0 - 0 0 0 0 - 0 0 0 0 - 0 0 0 0 - 0 0 0 0 0 0 0 0 0 0 0 0 "   m t I d = " 2 7 5 a f 3 2 e - b c 4 0 - 4 5 c 2 - 8 5 b 7 - a f b 1 c 0 3 8 2 6 5 3 "   t n a m e = " F o r m u l a r   N e u t r a l   A 4   h o c h "   r e v i s i o n = " 0 "   c r e a t e d m a j o r v e r s i o n = " 0 "   c r e a t e d m i n o r v e r s i o n = " 0 "   c r e a t e d = " 0 0 0 1 - 0 1 - 0 1 T 0 0 : 0 0 : 0 0 "   m o d i f i e d m a j o r v e r s i o n = " 0 "   m o d i f i e d m i n o r v e r s i o n = " 0 "   m o d i f i e d = " 0 0 0 1 - 0 1 - 0 1 T 0 0 : 0 0 : 0 0 "   p r o f i l e = " 8 3 d f 8 0 c 1 - 0 f 7 c - 4 2 4 f - 8 c 3 4 - 7 a 3 7 c d d 6 4 d 8 6 "   m o d e = " S a v e d D o c u m e n t "   c o l o r m o d e = " C o l o r "   l c i d = " 2 0 5 5 "   x m l n s = " h t t p : / / s c h e m a . o n e o f f i x x . c o m / O n e O f f i x x D o c u m e n t P a r t / 1 " >  
     < C o n t e n t >  
         < D a t a M o d e l   x m l n s = " " >  
             < S c r i p t i n g >  
                 < T e x t   i d = " C u s t o m E l e m e n t s . H e a d e r . F o r m u l a r . S c r i p t 6 . T e s t "   l a b e l = " C u s t o m E l e m e n t s . H e a d e r . F o r m u l a r . S c r i p t 6 . T e s t " > < ! [ C D A T A [ 0 ] ] > < / T e x t >  
                 < T e x t   i d = " C u s t o m E l e m e n t s . L a b e l D e f i n i t i o n "   l a b e l = " C u s t o m E l e m e n t s . L a b e l D e f i n i t i o n " > < ! [ C D A T A [   ] ] > < / T e x t >  
                 < T e x t   i d = " C u s t o m E l e m e n t s . H e a d e r . A d r e s s . E m p t y L i n e s "   l a b e l = " C u s t o m E l e m e n t s . H e a d e r . A d r e s s . E m p t y L i n e s " > < ! [ C D A T A [ �  
 � ] ] > < / T e x t >  
                 < T e x t   i d = " C u s t o m E l e m e n t s . H e a d e r . S c r i p t 1 "   l a b e l = " C u s t o m E l e m e n t s . H e a d e r . S c r i p t 1 " > < ! [ C D A T A [ K a n t o n   Z � r i c h  
 B a u d i r e k t i o n ] ] > < / T e x t >  
                 < T e x t   i d = " C u s t o m E l e m e n t s . H e a d e r . S c r i p t 2 "   l a b e l = " C u s t o m E l e m e n t s . H e a d e r . S c r i p t 2 " > < ! [ C D A T A [ H o c h b a u a m t ] ] > < / T e x t >  
                 < T e x t   i d = " C u s t o m E l e m e n t s . H e a d e r . V o r g e s e t z t e r . S c r i p t 2 _ f e t t "   l a b e l = " C u s t o m E l e m e n t s . H e a d e r . V o r g e s e t z t e r . S c r i p t 2 _ f e t t " > < ! [ C D A T A [   ] ] > < / T e x t >  
                 < T e x t   i d = " C u s t o m E l e m e n t s . H e a d e r . S c r i p t 3 "   l a b e l = " C u s t o m E l e m e n t s . H e a d e r . S c r i p t 3 " > < ! [ C D A T A [ B a u b e r e i c h   1  
 �  
 R e s s o r t   3   G e b � u d e t e c h n i k ] ] > < / T e x t >  
                 < T e x t   i d = " C u s t o m E l e m e n t s . H e a d e r . S c r i p t 4 "   l a b e l = " C u s t o m E l e m e n t s . H e a d e r . S c r i p t 4 " > < ! [ C D A T A [ P a t r i k   K � n z l i ] ] > < / T e x t >  
                 < T e x t   i d = " C u s t o m E l e m e n t s . H e a d e r . S c r i p t 5 "   l a b e l = " C u s t o m E l e m e n t s . H e a d e r . S c r i p t 5 " > < ! [ C D A T A [ P r o j e k t l e i t e r  
 S t a m p f e n b a c h s t r a s s e   1 1 0  
 8 0 9 0   Z � r i c h  
 T e l e f o n   + 4 1   4 3   2 5 9   2 8   5 3  
 p a t r i k . k u e n z l i @ b d . z h . c h  
 w w w . h o c h b a u a m t . z h . c h ] ] > < / T e x t >  
                 < T e x t   i d = " C u s t o m E l e m e n t s . H e a d e r . K o n t a k t S c r i p t K o m p l e t t "   l a b e l = " C u s t o m E l e m e n t s . H e a d e r . K o n t a k t S c r i p t K o m p l e t t " > < ! [ C D A T A [ K o n t a k t :  
  
 P a t r i k   K � n z l i  
 P r o j e k t l e i t e r  
  
 S t a m p f e n b a c h s t r a s s e   1 1 0  
 8 0 9 0   Z � r i c h  
 T e l e f o n   + 4 1   4 3   2 5 9   2 8   5 3  
 p a t r i k . k u e n z l i @ b d . z h . c h  
 w w w . h o c h b a u a m t . z h . c h ] ] > < / T e x t >  
                 < T e x t   i d = " C u s t o m E l e m e n t s . H e a d e r . R e f N r "   l a b e l = " C u s t o m E l e m e n t s . H e a d e r . R e f N r " > < ! [ C D A T A [   ] ] > < / T e x t >  
                 < T e x t   i d = " C u s t o m E l e m e n t s . H e a d e r . T e x t F o l g e s e i t e n "   l a b e l = " C u s t o m E l e m e n t s . H e a d e r . T e x t F o l g e s e i t e n " > < ! [ C D A T A [ H o c h b a u a m t ] ] > < / T e x t >  
                 < T e x t   i d = " C u s t o m E l e m e n t s . H e a d e r . V o r g e s e t z e r S c r i p t 1 "   l a b e l = " C u s t o m E l e m e n t s . H e a d e r . V o r g e s e t z e r S c r i p t 1 " > < ! [ C D A T A [ P a t r i k   K � n z l i ] ] > < / T e x t >  
                 < T e x t   i d = " C u s t o m E l e m e n t s . H e a d e r . V o r g e s e t z e r S c r i p t 2 "   l a b e l = " C u s t o m E l e m e n t s . H e a d e r . V o r g e s e t z e r S c r i p t 2 " > < ! [ C D A T A [ P r o j e k t l e i t e r ] ] > < / T e x t >  
                 < T e x t   i d = " C u s t o m E l e m e n t s . H e a d e r . D a t e "   l a b e l = " C u s t o m E l e m e n t s . H e a d e r . D a t e " > < ! [ C D A T A [ 1 9 .   M � r z   2 0 1 4 ] ] > < / T e x t >  
                 < T e x t   i d = " C u s t o m E l e m e n t s . H e a d e r . D a t e F i e l d "   l a b e l = " C u s t o m E l e m e n t s . H e a d e r . D a t e F i e l d " > < ! [ C D A T A [ 1 9 .   M � r z   2 0 1 4 ] ] > < / T e x t >  
                 < T e x t   i d = " C u s t o m E l e m e n t s . H e a d e r . D a t e S t a m p L i n e "   l a b e l = " C u s t o m E l e m e n t s . H e a d e r . D a t e S t a m p L i n e " > < ! [ C D A T A [   ] ] > < / T e x t >  
                 < T e x t   i d = " C u s t o m E l e m e n t s . U s e r . O u L e v 3 . L i n e "   l a b e l = " C u s t o m E l e m e n t s . U s e r . O u L e v 3 . L i n e " > < ! [ C D A T A [ H o c h b a u a m t ] ] > < / T e x t >  
                 < T e x t   i d = " C u s t o m E l e m e n t s . H e a d e r . F o r m u l a r . B a s i s 2 . S c r i p t 1 "   l a b e l = " C u s t o m E l e m e n t s . H e a d e r . F o r m u l a r . B a s i s 2 . S c r i p t 1 " > < ! [ C D A T A [ K a n t o n   Z � r i c h  
 B a u d i r e k t i o n ] ] > < / T e x t >  
                 < T e x t   i d = " C u s t o m E l e m e n t s . H e a d e r . F o r m u l a r . B a s i s 2 . S c r i p t 2 "   l a b e l = " C u s t o m E l e m e n t s . H e a d e r . F o r m u l a r . B a s i s 2 . S c r i p t 2 " > < ! [ C D A T A [   ] ] > < / T e x t >  
                 < T e x t   i d = " C u s t o m E l e m e n t s . H e a d e r . F o r m u l a r . B a s i s 2 . S c r i p t 3 "   l a b e l = " C u s t o m E l e m e n t s . H e a d e r . F o r m u l a r . B a s i s 2 . S c r i p t 3 " > < ! [ C D A T A [   ] ] > < / T e x t >  
                 < T e x t   i d = " C u s t o m E l e m e n t s . H e a d e r . F o r m u l a r . B a s i s . S c r i p t 1 "   l a b e l = " C u s t o m E l e m e n t s . H e a d e r . F o r m u l a r . B a s i s . S c r i p t 1 " > < ! [ C D A T A [ K a n t o n   Z � r i c h ] ] > < / T e x t >  
                 < T e x t   i d = " C u s t o m E l e m e n t s . H e a d e r . F o r m u l a r . B a s i s . S c r i p t 2 "   l a b e l = " C u s t o m E l e m e n t s . H e a d e r . F o r m u l a r . B a s i s . S c r i p t 2 " > < ! [ C D A T A [ B a u d i r e k t i o n ] ] > < / T e x t >  
                 < T e x t   i d = " C u s t o m E l e m e n t s . H e a d e r . F o r m u l a r . B a s i s . S c r i p t 3 "   l a b e l = " C u s t o m E l e m e n t s . H e a d e r . F o r m u l a r . B a s i s . S c r i p t 3 " > < ! [ C D A T A [   ] ] > < / T e x t >  
                 < T e x t   i d = " C u s t o m E l e m e n t s . H e a d e r . F o r m u l a r . B a s i s . S c r i p t 4 "   l a b e l = " C u s t o m E l e m e n t s . H e a d e r . F o r m u l a r . B a s i s . S c r i p t 4 " > < ! [ C D A T A [ ] ] > < / T e x t >  
                 < T e x t   i d = " C u s t o m E l e m e n t s . H e a d e r . F o r m u l a r . B a s i s . S c r i p t 5 "   l a b e l = " C u s t o m E l e m e n t s . H e a d e r . F o r m u l a r . B a s i s . S c r i p t 5 " > < ! [ C D A T A [   ] ] > < / T e x t >  
                 < T e x t   i d = " C u s t o m E l e m e n t s . H e a d e r . F o r m u l a r . S c r i p t 6 . D a t e "   l a b e l = " C u s t o m E l e m e n t s . H e a d e r . F o r m u l a r . S c r i p t 6 . D a t e " > < ! [ C D A T A [   ] ] > < / T e x t >  
                 < T e x t   i d = " C u s t o m E l e m e n t s . H e a d e r . F o r m u l a r . S c r i p t 1 "   l a b e l = " C u s t o m E l e m e n t s . H e a d e r . F o r m u l a r . S c r i p t 1 " > < ! [ C D A T A [ K a n t o n   Z � r i c h  
 B a u d i r e k t i o n ] ] > < / T e x t >  
                 < T e x t   i d = " C u s t o m E l e m e n t s . H e a d e r . F o r m u l a r . S c r i p t 2 "   l a b e l = " C u s t o m E l e m e n t s . H e a d e r . F o r m u l a r . S c r i p t 2 " > < ! [ C D A T A [ H o c h b a u a m t  
 B a u b e r e i c h   1 ] ] > < / T e x t >  
                 < T e x t   i d = " C u s t o m E l e m e n t s . H e a d e r . F o r m u l a r . R e f N r "   l a b e l = " C u s t o m E l e m e n t s . H e a d e r . F o r m u l a r . R e f N r " > < ! [ C D A T A [   ] ] > < / T e x t >  
                 < T e x t   i d = " C u s t o m E l e m e n t s . H e a d e r . F o r m u l a r . K o n t a k t "   l a b e l = " C u s t o m E l e m e n t s . H e a d e r . F o r m u l a r . K o n t a k t " > < ! [ C D A T A [ K o n t a k t :   H o c h b a u a m t ,   B a u b e r e i c h   1   ( K U P )  
 T e l e f o n   + 4 1   4 3   2 5 9   3 1   6 5 ,   w w w . h o c h b a u a m t . z h . c h ] ] > < / T e x t >  
                 < T e x t   i d = " C u s t o m E l e m e n t s . H e a d e r . S t a m p L i n e s . v o m "   l a b e l = " C u s t o m E l e m e n t s . H e a d e r . S t a m p L i n e s . v o m " > < ! [ C D A T A [   ] ] > < / T e x t >  
                 < T e x t   i d = " C u s t o m E l e m e n t s . H e a d e r . S t a m p L i n e s . N r "   l a b e l = " C u s t o m E l e m e n t s . H e a d e r . S t a m p L i n e s . N r " > < ! [ C D A T A [   ] ] > < / T e x t >  
                 < T e x t   i d = " C u s t o m E l e m e n t s . H e a d e r . P a r a m e t e r S t a m p s "   l a b e l = " C u s t o m E l e m e n t s . H e a d e r . P a r a m e t e r S t a m p s " > < ! [ C D A T A [   ] ] > < / T e x t >  
                 < T e x t   i d = " C u s t o m E l e m e n t s . F o o t e r . L i n e "   l a b e l = " C u s t o m E l e m e n t s . F o o t e r . L i n e " > < ! [ C D A T A [   ] ] > < / T e x t >  
                 < T e x t   i d = " C u s t o m E l e m e n t s . F o o t e r . N r "   l a b e l = " C u s t o m E l e m e n t s . F o o t e r . N r " > < ! [ C D A T A [   ] ] > < / T e x t >  
                 < T e x t   i d = " C u s t o m E l e m e n t s . F o o t e r . P a t h "   l a b e l = " C u s t o m E l e m e n t s . F o o t e r . P a t h " > < ! [ C D A T A [   ] ] > < / T e x t >  
                 < T e x t   i d = " C u s t o m E l e m e n t s . V e r t r a g . V e r t r a g s p a r t n e r . N a m e "   l a b e l = " C u s t o m E l e m e n t s . V e r t r a g . V e r t r a g s p a r t n e r . N a m e " > < ! [ C D A T A [   ] ] > < / T e x t >  
                 < T e x t   i d = " C u s t o m E l e m e n t s . V e r t r a g . V e r t r a g s p a r t n e r . A d r e s s e "   l a b e l = " C u s t o m E l e m e n t s . V e r t r a g . V e r t r a g s p a r t n e r . A d r e s s e " > < ! [ C D A T A [   ] ] > < / T e x t >  
                 < T e x t   i d = " C u s t o m E l e m e n t s . V e r t r a g . V e r t r e t u n g . O U "   l a b e l = " C u s t o m E l e m e n t s . V e r t r a g . V e r t r e t u n g . O U " > < ! [ C D A T A [ B a u d i r e k t i o n ,   H o c h b a u a m t ,   S t a m p f e n b a c h s t r a s s e   1 1 0 ,   8 0 9 0   Z � r i c h ] ] > < / T e x t >  
                 < T e x t   i d = " C u s t o m E l e m e n t s . V e r t r a g . V e r t r e t u n g . U s e r "   l a b e l = " C u s t o m E l e m e n t s . V e r t r a g . V e r t r e t u n g . U s e r " > < ! [ C D A T A [ H e r r ,   P a t r i k   K � n z l i ,   B a u d i r e k t i o n ] ] > < / T e x t >  
                 < T e x t   i d = " C u s t o m E l e m e n t s . V e r t r a g . V e r t r e t u n g P a r t n e r P e r s o n L i s t "   l a b e l = " C u s t o m E l e m e n t s . V e r t r a g . V e r t r e t u n g P a r t n e r P e r s o n L i s t " > < ! [ C D A T A [   ] ] > < / T e x t >  
                 < T e x t   i d = " C u s t o m E l e m e n t s . V e r t r a g . P a r t n e r L i s t "   l a b e l = " C u s t o m E l e m e n t s . V e r t r a g . P a r t n e r L i s t " > < ! [ C D A T A [   ] ] > < / T e x t >  
                 < T e x t   i d = " C u s t o m E l e m e n t s . V e r t r a g . V e r t r e t u n g P a r t n e r L i s t "   l a b e l = " C u s t o m E l e m e n t s . V e r t r a g . V e r t r e t u n g P a r t n e r L i s t " > < ! [ C D A T A [   ] ] > < / T e x t >  
                 < T e x t   i d = " C u s t o m E l e m e n t s . V e r t r a g . V e r t r e t u n g P e r s o n L i s t "   l a b e l = " C u s t o m E l e m e n t s . V e r t r a g . V e r t r e t u n g P e r s o n L i s t " > < ! [ C D A T A [   ] ] > < / T e x t >  
                 < T e x t   i d = " C u s t o m E l e m e n t s . V e r t r a g . V e r t r e t u n g "   l a b e l = " C u s t o m E l e m e n t s . V e r t r a g . V e r t r e t u n g " > < ! [ C D A T A [ H o c h b a u a m t ,   S t a m p f e n b a c h s t r a s s e   1 1 0 ,   8 0 9 0   Z � r i c h ] ] > < / T e x t >  
                 < T e x t   i d = " C u s t o m E l e m e n t s . V e r t r a g . F u e r D e n A u s z u g "   l a b e l = " C u s t o m E l e m e n t s . V e r t r a g . F u e r D e n A u s z u g " > < ! [ C D A T A [   ] ] > < / T e x t >  
                 < T e x t   i d = " C u s t o m E l e m e n t s . V e r t r a g . C i t y "   l a b e l = " C u s t o m E l e m e n t s . V e r t r a g . C i t y " > < ! [ C D A T A [ Z � r i c h , � ] ] > < / T e x t >  
                 < T e x t   i d = " C u s t o m E l e m e n t s . D e f a u l t G r e e t i n g "   l a b e l = " C u s t o m E l e m e n t s . D e f a u l t G r e e t i n g " > < ! [ C D A T A [ F r e u n d l i c h e   G r � s s e ] ] > < / T e x t >  
                 < T e x t   i d = " C u s t o m E l e m e n t s . S i g n e r 1 W i t h o u t F u n c t i o n "   l a b e l = " C u s t o m E l e m e n t s . S i g n e r 1 W i t h o u t F u n c t i o n " > < ! [ C D A T A [ P a t r i k   K � n z l i ] ] > < / T e x t >  
                 < T e x t   i d = " C u s t o m E l e m e n t s . S i g n e r 2 W i t h o u t F u n c t i o n "   l a b e l = " C u s t o m E l e m e n t s . S i g n e r 2 W i t h o u t F u n c t i o n " > < ! [ C D A T A [   ] ] > < / T e x t >  
                 < T e x t   i d = " C u s t o m E l e m e n t s . S i g n e r 3 W i t h o u t F u n c t i o n "   l a b e l = " C u s t o m E l e m e n t s . S i g n e r 3 W i t h o u t F u n c t i o n " > < ! [ C D A T A [   ] ] > < / T e x t >  
                 < T e x t   i d = " C u s t o m E l e m e n t s . S i g n e r 1 "   l a b e l = " C u s t o m E l e m e n t s . S i g n e r 1 " > < ! [ C D A T A [ P a t r i k   K � n z l i  
 P r o j e k t l e i t e r ] ] > < / T e x t >  
                 < T e x t   i d = " C u s t o m E l e m e n t s . S i g n e r 2 "   l a b e l = " C u s t o m E l e m e n t s . S i g n e r 2 " > < ! [ C D A T A [   ] ] > < / T e x t >  
                 < T e x t   i d = " C u s t o m E l e m e n t s . S i g n e r 3 "   l a b e l = " C u s t o m E l e m e n t s . S i g n e r 3 " > < ! [ C D A T A [   ] ] > < / T e x t >  
                 < T e x t   i d = " C u s t o m E l e m e n t s . M i t t e i l u n g A n L i s t "   l a b e l = " C u s t o m E l e m e n t s . M i t t e i l u n g A n L i s t " > < ! [ C D A T A [   ] ] > < / T e x t >  
             < / S c r i p t i n g >  
             < P a r a m e t e r   w i n d o w w i d t h = " 7 5 0 "   w i n d o w h e i g h t = " 3 0 0 " >  
                 < D a t e T i m e   i d = " D o c P a r a m . D a t e "   l i d = " D e u t s c h   ( D e u t s c h l a n d ) "   f o r m a t = " d .   M M M M   y y y y "   r o w = " 2 "   c o l u m n = " 1 "   c o l u m n s p a n = " 1 "   l a b e l = " D a t u m " > 2 0 1 4 - 0 3 - 1 9 T 0 0 : 0 0 : 0 0 Z < / D a t e T i m e >  
                 < T e x t   i d = " D o c P a r a m . H e a d e r S u b j e c t "   r o w = " 3 "   c o l u m n = " 1 "   c o l u m n s p a n = " 3 "   m u l t i l i n e = " T r u e "   m u l t i l i n e r o w s = " 1 . 5 "   l a b e l = " T e x t   F o l g e s e i t e n " > < ! [ C D A T A [ H o c h b a u a m t ] ] > < / T e x t >  
                 < T e x t   i d = " D o c P a r a m . R e f N r "   r o w = " 1 "   c o l u m n = " 1 "   c o l u m n s p a n = " 3 "   l a b e l = " R e f e r e n z - N r . " > < ! [ C D A T A [   ] ] > < / T e x t >  
                 < T e x t   i d = " D o c P a r a m . S u b j e c t "   c o l u m n = " 1 "   c o l u m n s p a n = " 3 "   m u l t i l i n e = " T r u e "   m u l t i l i n e r o w s = " 1 . 5 "   l a b e l = " T i t e l " > < ! [ C D A T A [ A n g a b e n   z u m   A n g e b o t   ( U n t e r l a g e   4 ) ] ] > < / T e x t >  
                 < T e x t   i d = " S p e c i a l . C h e c k b o x G r o u p V i e w L i s t "   l a b e l = " S p e c i a l . C h e c k b o x G r o u p V i e w L i s t "   v i s i b l e = " F a l s e " > < ! [ C D A T A [   ] ] > < / T e x t >  
                 < T e x t   i d = " S p e c i a l . C h e c k b o x G r o u p V i e w B o x "   l a b e l = " S p e c i a l . C h e c k b o x G r o u p V i e w B o x "   v i s i b l e = " F a l s e " > < ! [ C D A T A [   ] ] > < / T e x t >  
                 < T e x t   i d = " S p e c i a l . C h e c k b o x G r o u p V i e w T e x t "   l a b e l = " S p e c i a l . C h e c k b o x G r o u p V i e w T e x t "   v i s i b l e = " F a l s e " > < ! [ C D A T A [   ] ] > < / T e x t >  
                 < T e x t   i d = " S p e c i a l . C h e c k b o x G r o u p V i e w B o x A n d T e x t "   l a b e l = " S p e c i a l . C h e c k b o x G r o u p V i e w B o x A n d T e x t "   v i s i b l e = " F a l s e " > < ! [ C D A T A [   ] ] > < / T e x t >  
             < / P a r a m e t e r >  
             < T o o l b o x >  
                 < T e x t   i d = " D o c u m e n t P r o p e r t i e s . S a v e P a t h " > < ! [ C D A T A [ K : \ B D - H B A - P r o j e k t e \ W i n t e r t h u r \ T o e s s t a l s t r _ 2 6 \ 4 6 0 1 2 _ 1 0 _ B F S W _ S o f o r t m a s s n a h m e n _ 2 0 2 5 - 2 6 \ 0 7 _ D i e n s t l _ A u f t r a e g e \ 5 9 1 _ A u s s c h r e i b u n g E N T W U R F \ 0 3 _ S u b m i s s i o n s u n t e r l a g e n \ 4 6 0 1 2 _ U n t e r l a g e _ 4 _ A n g a b e n   z u m   A n g e b o t . d o c x ] ] > < / T e x t >  
                 < T e x t   i d = " D o c u m e n t P r o p e r t i e s . D o c u m e n t N a m e " > < ! [ C D A T A [ 4 6 0 1 2 _ U n t e r l a g e _ 4 _ A n g a b e n   z u m   A n g e b o t . d o c x ] ] > < / T e x t >  
                 < D a t e T i m e   i d = " D o c u m e n t P r o p e r t i e s . S a v e T i m e s t a m p "   l i d = " D e u t s c h   ( D e u t s c h l a n d ) " > 2 0 2 6 - 0 1 - 2 2 T 1 2 : 3 9 : 2 0 . 5 9 6 4 9 6 6 Z < / D a t e T i m e >  
             < / T o o l b o x >  
             < P r o f i l e >  
                 < T e x t   i d = " P r o f i l e . I d "   l a b e l = " P r o f i l e . I d "   v i s i b l e = " F a l s e " > < ! [ C D A T A [ 8 3 d f 8 0 c 1 - 0 f 7 c - 4 2 4 f - 8 c 3 4 - 7 a 3 7 c d d 6 4 d 8 6 ] ] > < / T e x t >  
                 < T e x t   i d = " P r o f i l e . O r g a n i z a t i o n U n i t I d "   l a b e l = " P r o f i l e . O r g a n i z a t i o n U n i t I d "   v i s i b l e = " F a l s e " > < ! [ C D A T A [ 5 f 9 8 4 b 2 6 - 4 c e 2 - 4 6 f d - 8 4 a a - 1 f 7 d b 5 4 8 a f e 8 ] ] > < / T e x t >  
                 < I m a g e   i d = " P r o f i l e . O r g . H e a d e r L o g o S h o r t "   l a b e l = " P r o f i l e . O r g . H e a d e r L o g o S h o r t "   v i s i b l e = " F a l s e " > i V B O R w 0 K G g o A A A A N S U h E U g A A A W 4 A A A F i C A Y A A A D W Y D L 0 A A A A A X N S R 0 I A r s 4 c 6 Q A A A A R n Q U 1 B A A C x  
 j w v 8 Y Q U A A A A J c E h Z c w A A L i I A A C 4 i A a r i 3 Z I A A A A Y d E V Y d F N v Z n R 3 Y X J l A H B h a W 5 0 L m 5 l d C A 0 L j A u  
 M v v h p 8 Y A A J X W S U R B V H h e 7 d 3 / s 3 V 1 e R / 8 / B n P z N M O d q C j H e x I B z r Q g Y 5 W a S R K I 4 0 0 U q V K A i E E i a A S  
 t U o i s c Q i Q U p 8 k K A S q 4 Q o K o m o R G 3 C K I m 3 g M q T o P F R m t h I R 1 v N a O I X o m i m k / O c 1 7 q 9 D t f 5 3 G v v t f b e  
 a 6 2 9 9 t 7 r h z P 3 u c 9 e e 6 3 P + n x 5 X 9 f n f b 2 v 6 / N j f / / 3 f 7 8 3 / b T v g 2 9 / + 9 t 7 7 3 3 v n X t / 8 i c P 7 f n 9 B z / 4  
 Q a v + + z / / 5 / / s f e 9 7 3 9 / 7 2 7 / 9 2 7 1 v f v O b e 9 / 4 x j f 3 H n r o c 3 t H j t y 3 9 + E P f 2 T v 5 p t v 2 X v j 9 T f s v f 7 1  
 1 + 7 9 8 i / / 8 t 5 / + A / / Y e 9 f / + t / v X f q q a f t / Z N / 8 k / 2 / u E / / I d 7 / + A f / N 9 z f / 7 x P / 7 H e / / 8 n / / z v Z / 4  
 i Z / Y e + l L X 7 r 3 G z e + a e / m W 9 6 y 9 7 G P 3 b v 3 P / / n / 9 z 7 7 n e / u 6 c d 0 3 i 3 H + + p r 6 a + G u M c + L E x N m r M b b r 7  
 7 g / v / d N / + k / 3 / t k / + 2 c V u A L H t 9 3 6 W 3 s f v / e P 9 u 6 7 7 4 G 9 B z 7 1 6 e p f g O x v t 9 1 2 + 9 6 b 3 n T T 3 h u u v W 7 v  
 m t d d s / e L v / i L e / / 2 3 / 7 b v X / 5 L / / l 3 l N O O q m 6 F 8 D 9 R / / o H + 0 d 9 4 T j G s G 5 C b w B f P 5 x X 8 D / L / 7 F v 9 j 7  
 h V / 4 h a q 9 2 s f o T C A + g d K Y 1 9 r U t t n z c w L u B X Y c f / V X f 1 W B X / Z + / R 7 g C I T z D 8 A M U I 7 v 1 H n O b b z p J s C e  
 9 3 m + / 3 F P e E L V R k a H N / 7 n f / 6 l 1 r u G a S F N Q D / N g X H M g Q m 4 F w D u I 0 e O 7 D 3 5 x C e v 7 B U 3 g S x D 4 A f o A / / S  
 I N T 9 / 8 T 9 d r n W 9 9 o a A t e i Y 9 7 y l r f u / Y / / 8 Z e T B 7 7 A X J g A b B w A t q v j M A H 3 A o s V D 9 0 W F G e B c 3 j o Q B k A  
 o 0 z + / b 9 / f s V J / + q v v q 6 i M u 6 8 8 / f 2 7 v 3 4 v f v c 9 0 f 3 7 v 2 j P 6 5 o l 6 B h P v 3 p B / c e / H / / p P r x e 1 A z n z j y  
 y e p a P 7 9 z + 7 v 2 f u 2 a 1 + 9 d e N F F 1 f 0 9 a 1 6 7 A T j 6 x n O / / / 3 v T x z 4 A n N i V 4 F j e u / 1 G q 4 J u B d Y p C 9 7 2 Z W H  
 A J C H C / A A 8 P E n n L D P U T + h 8 n j D W w 4 u / F / 9 q 3 9 V U R O / 9 E u v q L z b u + + + e + + e e z 5 W g S / 6 R d B Q 0 F L w s i v e  
 + b H 9 o O m j j / 5 t 5 U k D 9 z f f d H P V 1 n k g r r 0 C p A K Z 0 8 J c 7 8 K c + n / q / 3 l z Y A L u l s A t m A d 4 s y c N C P / X / / p f  
 F Q D z d K l N 3 n / X B 6 r f P / r f / m C P F 0 x 9 8 q 3 9 7 3 7 n O 9 + t v N m / + 7 u / W w s o e u 7 X v v b 1 q m 2 8 + y c + 8 U m 1 l A + j  
 c + m l l 1 W A P 3 n f E 3 h M B m S c c 2 A C 7 p b A T b 4 n M J m B m x f d l Y f c x w I B v L x u 8 k O e / c P / / b 9 X R s a / 7 3 z n b d V O  
 o Y 7 S Q a s w S u g W H v h b 3 3 p r J S n 0 P f e y O x j z e / f R l 9 M 9 x w l g u z o u E 3 C 3 B G 4 e 9 3 9 8 1 X 8 8 B H Q / + 7 M X D Q J g  
 Q B J Y l j / Z I + Z R a y N w 5 e 2 j R q 6 / 7 t f 3 L r 3 s s r 1 / 8 2 / + T S U H J G H M g c 1 5 v H d W w Y R q h k b c v f T D d d d d v / d 7  
 v 3 f X A Z h P 3 v k E b L s K o u t 4 7 w m 4 W w A 3 w L z r A x + s w C 9 7 q P / u 3 / 2 7 3 q R 0 E n t I 9 Q Q M X 3 / t G 6 q k H B T G z / z M  
 z 1 S e P 9 q G N r x K s t k P m g J q n 2 k j 7 h 3 f n s G 3 C x l i K Y O M h J / n n n t u F V j l x T M c j + 7 3 1 z o m 8 / T M y X j s y h y Y  
 g L s B u I H 2 n e + 7 s / J W M 2 g D R s k 0 e O O u J w v w u + H G 3 9 g T 1 C y D i S U A h 0 o l k m 6 a 9 N 5 Z 1 V J K D f 2 / T n v e d E + f  
 u 6 + 2 M h y M C m W L I O d E q U x g 2 v X 6 m O 7 3 9 3 s T c M 8 B b q A j 4 F i C N o D i 7 f Y B T I K C v / j i F 1 f K l D a A 2 X Q N Q E V x  
 4 O N x 1 u 9 6 1 x 2 V o u U P 7 7 l n 7 4 / / + E g l N f z k f f d X / / o / L v s P / u C e a o f x W 7 / 1 9 u o 9 L 7 7 4 k o o i c Z + m 9 P s w  
 I P r o O e e c U / H j + m l d Q d l p k U + G Y x v n w A T c M 4 A b a N N R l / Q I Q B K w + 5 u / + Z v O P W 0 T T H p 8 n V f 9 l K e c V I E n  
 O o S n 7 + f n f u 7 n q i D i P E A F t L x f w c l l e G j f s e u g i v m L L 3 2 p A n b 0 D W o E V c S o z T M y P n v 2 2 W c f B D k Z B f J E  
 Y K 5 N W Q 6 5 T P u 2 c V F O 7 z Q Z m 6 Y 5 s N P A D Z z r P E F A x f s E i h l E g R C v 9 a / / u h / Q p t j g G e d n A l 7 a 7 y h q p W 0 A  
 L g B V Q D K 0 2 j h m Y H 7 S P s i X 9 w C 0 X e q z P R + Y a x d d O n o E i N c Z n a B S c m k A 1 0 o O 4 p V r s 4 C n v k U R M Q z u G 6 A +  
 0 S 0 T k D U B 2 a 5 9 v t P A j U u m j n j T T W + u i k G 9 / e 3 v q D x e g U B e b B m M u / L l V 1 a 6 7 b 4 m i W q B m Z b x f O 0 D z m 2 e  
 C e C + 9 a 1 v V 1 m W v m e 3 E O 8 A N F U e l O z T 5 l 6 L X s O g y O R 8 9 a u v q r j u W T L D + H s d J + 9 v Y g e R V Y r j t 7 N A 1 9 D H  
 C 9 Z O x b E m E F 9 0 b m 7 j 9 T s N 3 P j X n O k Y d T 5 K U P F / n v C X H 3 m k F 9 C L i Y V G y L Q D b x v 3 X D f x o k R s S A R L r 5 R H  
 j J K Q b B P 3 d D 8 A u O x E D i 9 / n g c s 2 e j a f Q O x a m m A 8 N I z Z 3 7 6 6 W d U i h o K G k b C u y / 7 L t P 3 J g O w y X N g Z 4 G b  
 5 2 l 7 X 3 r V d V t 9 t U Q k r v Q 9 0 H e 8 5 7 2 H 2 s P j 5 G X m 5 1 Y q l 3 0 q w a 4 g p I F X v e a q y i s F / H Y E u U Y 4 u u G W f b l g  
 e M F X X H 7 F U l y 3 + 3 o G y s W / g r b 6 B L 1 T c t M 8 / u x 1 6 1 P 6 c b s Y u 4 C n P v V p F U 2 S t e W M y v H H n 9 A K 8 B k i 9 z J +  
 n j V R K R M I 9 7 0 2 x 3 b / n Q V u f K / K e P O K Q Q E b A P m F L z w 8 C D i g a r L h E P w D v H n S + D 8 u + x W v e F V V n A q A x U 4 B  
 + D l E 4 d a 3 3 b r 3 + f / v C w d t Z q T w x 5 E R + Z W v f n V h I 8 R 7 P / m U U 6 r + C u k f W k c c 4 D V X / X K l J Z d O j 2 + n R k F 5  
 R N 9 6 D z G D z 3 3 u 8 1 V Q N / 9 8 9 n O f q 3 Y G d h a q L 0 a B L L w 3 c J + n Y t G O 0 8 8 4 Y + 9 D d / / + w u 8 z t o U 4 t W c y P o v M  
 g Z 0 F b v x 2 K f M D h D z K X / m V q 6 u A I D A Z c j v u m R m 4 J b b U e Z M 8 a l 4 u Q A Z 8 v F 9 c M E M T O m 0 K F H + P 4 C u P 2 f s B  
 0 W V 4 e g Y D m M 5 K 5 M n Z l d n b 9 r v 4 w S K T M i g Z x j W q H b 7 k J V f M 1 L X z v N v G A R Z p x 3 T t B K Z j n Q M 7 D d x l r Q 7 A  
 G a q N d W y / c e 4 Z G J 9 3 3 n m t A C + C k j x X 9 E l w 2 g z T b b f / z g H 4 h z Z 7 2 X f 7 z I M P V u A / S / 5 X g r r r b v p / / p 9 j  
 d g 2 L L o Z I + S d H p E G n Q M l F s r S p 3 J k s + o z p + g m k N 2 k O 7 C x w 4 4 7 R D J k q Q Y u s M 1 F E c k w b j 3 v e B O N N v 2 7 /  
 i L S 4 D 7 q B t M 5 3 w l N f Z Y K i Q m S S R o n Y e V Q T e q Z r Q A X i C n 7 Z U c S z B Y 6 7 f s 4 q f T R 9 d z I C f c + B n Q V u A J c X  
 P x D A e X e p d V 5 0 8 C S 3 Z G / 2 n O e c s 1 R K v X d D a w Q f r d b J o m 2 Z d z 3 j 5 h m K W a F o 8 N A l g A P 2 v v q y H D s e + J C U  
 V p d 9 O d 1 r A v l l 5 s D O A j c e F Z + d P V y q B j p u w B Q / y 3 T q s t 9 5 6 K H P H u L d 7 Q i W V b P g h o N r R p 8 s 2 6 a m 7 9 G N  
 y z C l g M n g z d t u + m 7 T 5 7 x o 7 1 H y 1 2 I P J 5 / 8 e K A U c D f d a / p 8 A s h t m g M 7 C 9 w G k Y K h 5 G t J 1 P 7 r O 9 6 5 d 9 M +  
 g P O A h x x s 0 j o g G w B I m Y E + W a Y N K I 1 n P e v s 6 l 5 K u y 5 z j 7 b f Y e T w 6 z n Y + + 4 7 3 r P y M + 9 / 4 F P V L k h S j 0 M p  
 A D k v P h Q y s a O g x m n b 1 u m 6 C c C 3 Y Q 7 s N H D b c t v S l 9 t 8 Y C 5 w S Z 4 2 9 C B L L s m 7 A M e l L U M D M A I X X X h h 5 X V /  
 8 I N 3 9 / 4 e 2 h g H T e i / B + 5 / Y O V n k g 1 e / d q r K + N q P H j 1 5 H / H n 3 D 8 w Z j p q 0 k O O I H x 0 O t 0 3 c / b a e A W 6 K K 0  
 q E v R / q n n n r u W g J e 0 d w H F M C b o E t 7 s M h O F S s W u o q / a K m W b 1 B n R b r s W O v J l 2 l x + 5 y t f + W q l I p m V R n / c  
 E 4 5 b m k 7 q o n 3 T P S a j s Y 4 5 s N P A r c N x t C X X D X z U 9 V h W N r f K Q D 7 2 2 A + q w x H C 6 / Y v n f I y 1 Q i p S I Z U y a j 5  
 o u / Q P V 0 a C + 8 u W 5 Q G v a x P D r j x 4 K v 0 + f T d C X w 3 b Q 7 s P H A b s O u u f + M h e g I 4 O J Z r X Y O J x 6 V N D q 9 b e 2 Q j  
 5 l T 2 d b V t 3 n N f f u U v V f 2 o 7 G 3 X 7 W N E U V v o K / K / X K x K d c K u n z f d b w L z M c + B n Q d u i g V Z e Z n n t t U P 7 f O 6  
 B k 8 N j q z U w P H i v 5 f x v I d 4 B + 3 6 6 e e d V w U o l 6 V 2 2 r b z n j + 8 p 6 p r E s H J R T M z 2 z 5 n u m 4 C 7 7 H O g Z 0 H b u q L  
 s m a J L f m 6 U 6 h 5 m O p 7 Z L 5 b t q B 0 f D z 4 k B R I m 8 l L y i h w y N t 2 s n y b 7 y x 7 D f 4 8 + o W H L 3 F q 2 X t N 3 5 v A e R P n  
 w M 4 D N 8 A p E 0 i A 4 z r 4 7 X I C a Q N 1 B l l f 5 r x 5 4 p J q 7 A r q q v O t Y y I K 8 q J 3 F J L q + / l q t D C u 4 X H b M f X 9 z O n +  
 E 8 C P a Q 7 s P H B L H s l a b g B J i T G W Q Q L e A J p X G U W k A B a N N 8 X J C 1 9 4 Q R V c p W 1 W o W + Z A l J d v K s S A g p 3 D W H w  
 P I M 2 P e g t N c f X v U P q o g + n e 0 z G o e 0 c 2 H n g F v T L u m m B Q A q G t h 0 4 1 H W O C c M d X 7 N f h 0 T p V i C u r c e f c E K 1  
 Y 0 B T K O e 6 K w D G U A V w U 7 F M t U o m 0 B t q L Y 7 h O T s P 3 G i R D N w A U Q W 6 M Q x O X R u k 6 g M p w U v t J I X D h S v v u k u H  
 7 T r M I Y B 7 q g 4 4 g f Z Y 1 2 t f 7 d p 5 4 L b N z s D d Z f J I X 4 O 2 6 / d F l b x y P y l n A u 4 J s H d 1 L e w 0 c E v T V t 0 u S w E F  
 / n C 1 u z o h N u G 9 B S f P f 8 H 5 E 1 W y n 4 O w C e M 1 t b H 7 c d p p 4 E Y 5 / O z P X n Q I u C k 4 d o U n 7 n N B O c w Y w H 7 t a 1 + v  
 A q b x o 8 8 f 3 T e Y y 9 R f i f Y q O J V r q T O + P / z h 3 0 0 g N g H 5 z s y B n Q Z u / H B 5 f J l T Z 8 a m k e 4 T Y L u 6 N / o C S O P b  
 p e y r 6 K c m u J r n d P L P O P P M K q i q q B e g v f b 1 / 7 k 6 d P j m W 9 5 S H X K s f K 2 M U c A O 8 O M H b y 9 j 1 P 8 l + b h O M D L L  
 I 6 + 7 7 v q d W b B d j d d 0 n + 6 9 4 C H 7 d G e B G x 2 i m l 1 5 3 B Z p 3 R C S t i E H u c 9 n 6 a u / / P I j e 2 9 + 8 y 2 V j l t w l 1 S x  
 7 m z K T E n 5 P M 7 H p I 7 x v V N P O 6 3 S r A N 8 h a U o R 4 z H 9 f v A 7 F + A z d M u g 8 n z a p Z r H + W Q Q x 9 W 8 f L 7 7 M P p 3 p s N  
 o u s Y v 5 0 D b g k r P L z s t Q W g k N V J J F n H Q G z i M 3 n D a r q o p D j r H M p Z R 5 u 1 + X u A e y T a l M Y g s i b n Z W o C b g k 6  
 d l Y 3 3 H D j 2 n T u m z i + U 5 v H a 1 C 2 H r h x r b b g n / 7 0 g 3 v K n F K R 5 E S W A B D A w 8 s b a y 2 Q s S 0 i c Q C J S k 9 5 y k m H  
 Y g T A l A G U k q 4 Y F N D U r 6 + 9 + l e r J K J X v O J V e x d f f E m V O I R C 4 U E b D / 2 f 6 Q / / z z 8 l a P P S 7 Z i + + P D D j Y Z W  
 P f L Q v E v J 3 y X Z 5 N j m z d S e b o z B 1 g M 3 r f N T n / q 0 Q + B Q g g C g k d i y r q z D T Z v M Y g B A O 5 c K 0 K e k l A 4 q F j t Q  
 A 4 Y n j J 8 u f w A n z v p b + + C v 7 s o n 7 7 u / 0 q T H o R Y A + y 1 v e W u V C O X n 7 r s / v P f j z z y r M h C e y f i + / 6 4 P V I c G  
 t + m 7 X N u E k b D j a v O 9 6 Z p u Q G b q x + 7 7 c e u B 2 y K t 2 8 Y D G l 6 Y m h c 8 s i 7 r R 2 / 7 R A X M m W v W v 2 q G y + x c t v Q s  
 S g N A q / p n b A Q 4 I 9 b g e b F L E t C 0 K 1 o k D u E w h r O f f f Q Y N / c G / A z H t o / T 9 H 7 d A + Z Y + n T r g V t G Y V l E C g g I  
 d i k P a l E v A g J j G b h 1 t Y P q o 1 R 1 A N M u U s 5 R W l Q o A F a A U j w i T q w H u O i X Z Q 5 P F o j O J X K f / o w z q x 3 B u v p w  
 e u 7 2 A u p Q Y 7 v 1 w G 2 B 5 t K o Q M G W X O 2 P b Q P s I d 5 H 8 F Z 5 2 Y g N 4 L G 7 o p i 0 3 8 l D c f w Z k F a D n E d v d 4 S e W c a j  
 5 8 l n 4 8 1 w d 3 W 0 2 l A L d X r O B P Z 5 D m w 9 c N t W X / b i x y v J A Q X e l 2 p 2 d Y v B 9 T y 9 T V o o O G c g B 9 g c x d Z X 2 8 n p  
 U C L 5 Z B 7 V F e c 9 D x j 7 X u i w c z I O j t v f s 0 w P y E Z Q U v D x i U 9 6 U v V / X v 0 y 4 + I 7 d O M 5 r n H i i U + e g H t K 1 u l t  
 n f S 1 / n Y K u L 0 s N U l Z A f C 9 7 7 3 z 0 M A B G I W b L P L M r w 4 x C K s + g 0 a Z Q o N 3 2 q d i A u U g k S a A W 3 y g 9 L Y Z E b Q J  
 j / b d d 7 x n T 3 K M w C 8 Q d j 0 q J H 5 e c P 7 5 V X / T a / O 0 l a W l u Q 4 + O + I Q P v / G E s Y U a B v L 8 q B h h n u i S i Y P d t V 1  
 t 8 7 v b 7 3 H r X P x 3 D l F G v A 8 9 9 x z K 0 V D d L 6 a 1 z L 7 L P J N 0 n I D S N S P H x x x n 5 O J 8 i O O D N O H Z H 7 x P A b j T x 9 6  
 q N J K v + i C n 6 l 0 0 y H x y 3 r s U r 8 d n + V k n G x k g S w w / 8 h H / 9 v e F 7 7 w c G U o S B F n J d M w w D 6 3 A x H H K A 8 X 9 n z G  
 Y i p r M A F 3 n 2 u l 7 3 v v B H A D F T K 1 D A h + v + j C i / Y e / M y D F e C h A P x t k 4 p M A S + p 5 Q D y n e + 8 r V f Q N h F J 9 D L w  
 B u f M 6 P G K y Q G d u j 4 v Y S Y D d d s k H J m Y A J g x Y F w v v f S y / Z T 5 a y v 6 h C 7 7 T W + 6 q d p t 8 K 7 9 3 1 h G W 0 r p p 7 5 6  
 1 7 v u 6 L 2 v + l 6 4 0 / 1 3 2 / D s B H C b 5 M D l 1 F N P O 3 Q 6 e C g V b O O P P + H 4 6 j P B t m U C Y O t Y S O q C o B U Y m y G O D L v 8  
 i p c e 6 j / y P 4 A p + F s H k H Y 5 0 u C d / g 5 k X c v A + G E E g P 3 L X n b l 3 v O f f 3 7 1 H m 2 B P B s G o F 4 m 6 s x K t / d 3 3 n Z b  
 / f c 6 x n R 6 5 m 4 D c t v x 3 x n g B s a h U K j b r s f f N q l W i U M g t F u F w z 6 5 7 Z h M F 1 9 y y S H g x l l n / h g w 8 o r p p D / 8  
 4 Y 9 U V J R g b y T g Z N U L L j z + b s f D Y H q X 0 N x T g f C u g X 8 d 3 d E G 5 M v a K O i k z / 9 Z / 2 d i t l 1 8 0 3 U T S C 8 7 B 3 Y G  
 u H W Q Y N U 1 r 3 v d z L o a g M f 2 f w h Z 3 b I D F t / z L v T U w G m o U 8 7 z O Y 8 l b w 1 c r 3 z 5 l R W 3 v I j U E r C j O A A 2 0 I 9 g  
 I u C W e O N + j I D g J X B f B s i 1 j a f 9 8 B c f 3 o i x X X V u T N / f f o O w U 8 B t Q l M T 2 K K X S o P w 9 t 5 3 5 + 9 u B P 8 p S B f J  
 K s B u i M V 6 w 4 2 / U U t n A F w B x E X l e k D 7 H W 9 / R 6 W x R n l c d / 0 b q 3 j D O c 8 5 p 6 J e 7 C j C i P L Q S Q c F Q K l o q F W A  
 M T W N 5 8 c Z n M Y 1 q g 2 i k H j / U 2 b s 9 g P Z E P N / T M / Y O e D W + Q D j r v f f V S 3 6 U i a o 2 t 2 Y B m h W W w B 3 p H E 7 x m u I  
 N n / s Y / c e s 1 s B m K S V b U u m h q 6 b Z B D P D b S N A W 9 d P W + f B y V z 7 n 7 V Q Z m t d e 8 G y D 1 T P y g g d u T I f V W g m Z e O  
 e y f t Z A S G o J C G 6 P v p G Z P x y X N g J 4 F b B 1 j 4 g n v Z 8 5 Y R q H j R J i w S g I V j t l N A m b Q B z j j s A P 2 w q H e s T 0 g P  
 c + q 4 Z 6 v 0 N 0 9 a h 8 c O X T e Z J b m g H Y 8 2 R 9 8 D b 7 E F H j f P P Y K g j I L v f O 3 r R w F 9 E 8 Z l a u M E s E P M g b U D d 1 S K  
 s w 3 G j e b T T / p e r B J K c i o 0 I N k U j 1 u 5 2 i s u v 7 w C b q q O p h R u 4 E r N I U D n e h X 5 F p 1 g j z 3 2 g 4 p P z 7 s U n P M d  
 7 3 n v w c k 1 n s O o 8 H p v u / 1 3 K j V J c N N Z 1 1 0 G D t 2 T l D A U I q E c A d 4 / / b z z K s C n n N k U x U 9 T 3 5 r b M d f t A P W b  
 / 0 + n L 0 3 A 3 z R 3 f D 4 o c J u s J i l p H s 8 W T 2 l h 4 y E v v O i i a o E r L o S 7 v P q 1 V 1 e f v X 2 f A 7 U N 7 m P b C 7 i l P + c U  
 b m V E 2 3 T c G K 4 h p Q t u f l 6 7 g Q L g C 3 U G j f O y B y I D Z N + P P g O 4 + h C 4 0 l f z p F F Q Z Y 3 t W d r u t u o Q z 1 G e F 8 W 1  
 q f Q H o 8 O o q V h J e 8 4 I 6 i 9 9 Z + 7 T n 4 t X 4 O T N 9 2 0 x U m N Y K 9 v W h k G A 2 0 K z P T d Z A T Q v b Z b 3 l R d 4 Z N P x i t V j  
 t p 3 m E X c 1 q Y F X P n N S m z Y l O G k i o h U C + G i l 6 y Y n L + 7 W t 9 1 6 S F K H 7 l g 2 y 5 L x 5 W G 3 1 V 2 X n j X j 4 f A F b a D x  
 p q E H W H H I g o M X B F 2 N S 5 k w 5 V 4 k g s u 2 f V 2 L V 5 + Z a + a / j N 3 g 9 b M y J y c m 6 S P v S b 7 q e x O A T 1 5 4 O X d 7 B W 6 A  
 z U O T G u 0 8 w V w X e 1 4 a 9 C w v L G p X 2 O 5 b B C b 1 K n S K 7 5 f e I w 9 / X Q t 8 0 e c y Y t F X + q Q 8 v c e 2 G z 1 S l r V F l a x S  
 q 4 M x 4 B U C 2 D p 1 T h h f n z H S r g P O v H 6 l d M 0 J 4 O s + 6 B c n t I e m G w W k L s n 9 D 3 y q a j s A y w A O 7 L s o I b t o X y 9 7  
 v d 2 O T E 3 j M 6 8 u v L 6 q O w X I + 9 / 5 v j u n F P 2 p K N Y h X O o F u I G p I 6 W k m Z e H u 2 b u 0 p a a x 8 X b c i B s p C 6 j S B x x  
 Z R s J Z M J D y Y B u k g O E 2 2 6 7 f e n j x i g W t C H f l 5 e z i j F Y d o E v 8 z 3 6 5 m h 7 6 Y l 6 B w o L h q n M J H z K S S f N 5 b g Z  
 3 K Y + 8 D n w B c Q 0 1 u g t a h C 0 1 3 + 6 5 t c q i k t t E 7 Q Y g + K e i / K 3 U f U w l + V l A N o E Y p f p z 6 6 / g x a R g l 8 a z k h U  
 8 i 5 2 L 0 e O H K m M G Z m j Q l v o w m w Q 7 T 5 8 3 n X 7 p v t t r i f f O X B b o D g 8 H g Z t b u Z C T W B K C D I w o G L h 8 7 B 4 X B Y p  
 M P A T W X W O v u I V A w D e m n u W m X r + j + t F x T S B T T l R K S s i Y y / a y Y g s C j D r W g B 4 7 e x x R 6 U + / W C h 6 6 8 A b Q Y 0  
 a C F G T 5 + W 7 Q a I w I P x I s 1 r + 1 7 6 q / x Z d C x m P c v O g F E K g w / s 2 r Z r n d c Z C z v N u l 2 m v 3 E 4 7 D h y P 1 k 7 o c C J  
 Y 9 y 8 t 8 O Y N 2 m X s c 5 + 3 5 V n d w r c P C s T s v S y g e s l P 3 / J H h 2 w C b j M o r a V 5 i E D F m B b A j j v m z F Y B H Q t n F x f  
 2 i I R K F r k H u u a K P q Q r C 6 A m / F S i 1 u d c W V s z 9 w / 5 S W D N m P K K 4 7 r e Y K 5 7 Q D S T g d 3 H V m L 6 3 q 3 / F w V A c P j  
 9 j 6 b Q G W Z 4 0 r Z Z t D W r 8 Y L 1 e M 9 l C l g P M 1 p a h m 0 k B g O x 8 b 7 H n / C C Q d j Z d c k k E 8 J N A H 4 5 n r J X a 6 n z o B b  
 4 R 4 L v z x A F h X B M 1 w W s M u X B V i 8 G a n p u b h R V P Y D U I s A L 0 o m U w n a 2 9 W J L l 0 O V H k v u 5 X s l f 3 k f r Y h 2 k m 9  
 7 B I w 9 B V v z k 4 n 3 t V 3 A w S A t u 9 G Z T / g D k T G Q E k Y z 5 h T 3 m v s l A E H g 1 E M x 0 J / m 1 P i E e S u w D f 4 b u / 1 7 L P P  
 r u b x v G B 9 p h e N U 8 g v + 5 x f 0 7 3 H b S A 6 A W 4 L v C x Y b y L y 8 B Q a W g R I 2 0 4 Y Q S 0 Z c / n 8 Q x P 8 9 N P P q D y Z t s / M  
 Y O b 7 v J t c p 3 t e e w A f o 7 T M D q L t e 9 Z d B 4 Q p S j I V F Y s 7 q 3 J U Q 7 z j 3 X c c A D B Z Z a h B A I v d k e A Z k C 7 v h V a x  
 g x n 6 3 c r 3 F d g L Y 2 N s m v T q q / R r F 9 + N u E K M g 5 0 g G i / m o / 5 k K L M e P j s O P G 1 9 H 9 R W W W D L t Q D f T t E O d l K c  
 j B t g u 5 h T d f d Y G b i B C P C K U 0 t C V 6 z O R B v Z F n r F x H Y P m X M C W 4 D E t h I 4 C d z w g O s m a C w C A b H s Z f J w H r j /  
 g V Z c q P t n 2 q X t Q Q q e b d t O u z w 0 u P E 6 v W M J t g E W F r Y A l + v E D 2 L g g X S m S 9 x D 7 K A M n g W d g p J a V u / d x Y Q 1  
 5 j z M a M 8 F L 7 p g 1 F S B m E w + J o 2 h M b / y / A D g 6 L 4 I G g c Q B 0 D b t R q 3 z z z 4 Y P W v 7 F 5 B e x R K D t L 7 n n u g x S b 6  
 Z P f A e 2 X g 5 t 1 m S R 0 A p S Z p m k z 4 W N / l O Z S 6 7 p A K u p f J y m s x o Z 1 k U w f g P B j g H Z 6 L f 0 3 0 N p K 3 O k m g w k d N  
 Y O z e 6 A n t a r q 2 C x D L 9 7 D D s a h R I D w 3 Y A G o 9 Y H 2 8 P p m 9 b + T Z A K o Q y c f w B g F m n J A W a 3 s Z Q K / s 9 7 Z + I k t  
 t P E U c 4 q 9 t j L o X f d l l / d D 6 9 C o h / M C c P N 7 m i e A P C g + / W 3 c S C v F K L w j 6 k 7 / 5 H b F c X D W S 6 k 4 c Q / f a T P X  
 u 3 z X 6 V 7 r N R Y r A b f J c v 4 L X n A I M E X S m x Q J f / n l R 6 r K b 9 l L n 6 f r j n R o S R u o j b / + 6 7 8 5 Z g E D Y B 5 Z g D d v  
 l A E p F 0 E 5 4 X j 8 A q d Z E m h x N A E L r 4 l h s S s Y G r j z O / C o I 3 W a Q q e p L b x u u 5 l S I u h d o o 5 I q Y S g 6 s C r 2 v k 0  
 3 T / a B m z 0 r V 2 X g k / S 3 z 2 X Y Q H A T r B R b R B 9 M y v + g S a J t m g v g B s r Y H h f 7 x X 9 a j d T 7 l b + 4 k t f q o L f r j H 3  
 b / / t 2 w / 6 F A f O o K J J v O e s f t Z X D H Z O H P O 9 T c r 4 H e s Y b l K 7 l g Z u X p + F G N t 1 k 9 H h r 0 2 W n + r h i s u v O J R s  
 k I M v v G 8 e / M k n n 1 J b Q J + H 4 b l 1 A U S e Y d b 8 S s V 2 a n j T g A g m Z S C T p d n 0 H o 4 M 8 5 1 N q d + d + 4 A n a 0 e S 3 9 m u  
 R p 8 C B u B a J o v o d 4 o I f W X 7 D p B d L + B G V u n / + g x I M 6 5 2 A m g O x h a w l M k l Y a h 9 p l A V T X o 2 s n 6 3 g w i D a l z N  
 n a a x X N f n 3 j 9 y A r w b S W X p b c d B H v o S x Z G D v 4 L 7 c X y e + Q / I O S j 6 2 E 6 T g d P v d l r G T 4 Z p l k i W y V f r 6 o f p  
 u c N 4 4 k s D t 0 m U D + D 1 u 6 3 c P I / M J M y U R m w p R d n f d u t v H R T O B 8 A C j 0 B A 0 L P M O g M C w L u k A y w U H n A c Q + b +  
 e N o m 2 s Y W N w M V M A E k s y a h B R f c K x l X W y 9 0 T J N a 3 2 a d 9 + u v f c P B + + o v 2 / y 6 t P b g Z A E p s G e s 3 Y e x M w f q  
 Q D r v Z s r f A 8 A 9 S / I J Q 6 C f 0 D 3 h V b q G I R i D y m X W G J p D 0 V / m k h 1 Z v l a f R n + L 4 9 T t B O 1 E 0 V 6 c I e 8 O y K X I  
 + 1 2 / P v F J T 6 r + B e x B d z E C v O 2 m H e K Y 5 t 7 U l t X B f S n g t t 1 G i Y T H Z q J a 6 P O K / 9 j G 0 6 J m z 8 t E B 8 w m 7 C z w  
 s w X l z d y y v 6 j L S n 7 u 5 7 7 l A k F 1 R N u c S s 6 7 m Q e u 2 V s K L 4 Z n O e s 7 v K M A b v T C J g K 3 N t M P A w r 9 i n v N / Q h Y  
 g M 9 5 + 1 v 7 D L Y l x Z L V L E 3 X z Q N w n w E h 8 Q U g V 8 4 v 5 V 3 H v O C z + s V u s V S / B L A z b j z o W e 9 i T O K A j L q + r j N 8  
 r l c T f Z l S v W P u 0 6 l t s w F + K e D m D W V v D A f a R C 3 w x k t e L v T F b Q a I J 2 b x Z v B 2 v z r P O G t / T X S e z j y F C 4 N T  
 l i t F J Q i g 1 r V N W 2 I b b 5 v f V n r Y 5 j 2 H v k a t a 3 R S n X o E u H / 4 w x + d e d R b E x C X Q B 7 B 0 G y 8 y 3 s A N i n 0 u W o j  
 i q a N Q m n o v s t 8 P k M f 7 2 I 9 f O W r j x 8 A o R / t J r y / I O S s n Y P v 5 G x L 1 2 c 5 o L m v f 3 J s K A y n 6 6 5 6 z V W V w d h E  
 R 2 J d Y 7 e p z 1 0 Y u E 2 6 H I S x C J t 4 X s A Y / F 1 M N E C 5 K C / H C 8 S f 5 o C V D L S S C n H f T M m 0 k f j h F M v E l b q 0 8 B j o  
 u D 9 e s 8 l o j X 1 y z F v o W f t d A j G 6 J L b x o U i J A J v P G L + o R W N n Z U v P S A i + o b T M i b I K Y N B n 8 S x j Y m z G D E Y M  
 d + b j 0 X N 5 b v v 8 a D z o u E r y W j c f 7 G I F 7 M O o o U M Y A 7 u e 6 C O g T i b I c a L B F 1 Q v J Y K c l C b K c u z z c W p f M 5 W y  
 M H A 7 8 y 9 z 2 4 A L 1 T G v s w W V s m T Q o n a f Z Q a I 5 5 W T b g K U y 4 V N 9 p b 1 2 e i T R / e N z q x n e o d 8 u g t v Z 5 7 U 7 + b f  
 P J q F 6 B k M 1 z L v s g n f 4 Y k / f T 9 9 v v S M 8 a 1 A R b D M D 6 o F b x 5 H h / H 8 g B F t c 9 S h y e 9 r v D g B Y h k 5 A 7 R 8 j n F r  
 i l G s u x 8 5 J i 9 8 4 Q U H f a T N J X A L Z g P l u h 2 i v o j d Z E h Z 9 a f 7 c g p C P m g + 5 k Q e l J 3 r r I f s z P D 4 x 5 A 8 t e 5 x  
 2 e b n L w T c U S Y 0 T x L b 2 q b A C E 8 r p w D z 2 G U + L t u x A K M E 5 Z L f s 9 h p k A M I G J t 5 6 d I W S d 5 J + N 4 z z z p r 5 h Z d  
 A D V o m 3 K h L v t e Y / w e c P V + J a A K o A G H L t o M f O o C o c Z M E L y L Z / R 5 D 3 M n F y u r A 2 7 r x J y t 6 z N z N Z w R o J v p  
 D r v M O K K u j v I D + p y Z 1 1 z 1 y 4 f A W 3 s 2 f S f Y 5 5 h t + r 0 X A m 4 e V F 7 E F h s + u a k T T N o I t E Q U v O k 7 8 z 4 3 0 W 3 B  
 4 5 7 a U U d r 3 H z L W w 4 F U N E s 8 7 b c + N x s E A Q 2 Z x 1 l l m u F H F W h f L S x H 1 Z 5 5 3 V + 1 x a + j s + m R O m C 3 z e v A F d +  
 h n F A p 6 x i 4 I f q M 4 7 L p Z d d d t D + k i o x 5 w Q P Z w E 3 R y R O q e d 5 5 z 7 1 X b Q I Z y n y B u o c p V K x 5 V o e + q a e F j T U  
 2 G 3 q c x Y C b j U 8 R M x j g c k c b C r I Z B J K t o j v 4 O t s j 1 f t M E d Y Z c + f R r Y E E e 3 N n h y j M 2 8 i e x e B s A w g D E Q d  
 F 1 8 m X O D a 2 3 L 2 v j t m a V s 5 N u W h y t E / a D L 1 t l c d S 9 9 H J c R 9 A 7 T b 9 m c X z 1 / l H s a T c x L t 5 x m X O 0 C G P S S z  
 J W U U g U u c N f q j b A u q M Z Q m 7 i F O U D o g U U a 2 1 O a P O a i 7 S p / v + n c X A m 7 Z b x k s B U 9 y L Y y 6 z g R Q G b h N v L Z F  
 n O Y N D u 4 1 c 9 K 2 k 0 5 O y d / h m W c g x t U 2 b R / L o l O A H 1 9 e 1 x Z e f n j o i 3 j d v P h 5 g c + x T c o v P / J I L Q 8 N J A Q Y  
 u + C g B S / d T y y E d 7 o p o G 2 s A L f j 4 Q K 4 z c s y 7 h N O A d l g H l / f F a g P b 7 p u 7 I H 0 v R + / 9 y B I i f N m C M I J C Z q v  
 D K 6 L v X S x I x r b f J z a s 8 B h w b Z n O V U a Y E m D b t O J 9 N b h C V i Y 8 3 S s b e 7 n G g Y h S / j s B M q T y 0 1 a 2 / x 4 d l N i  
 j f s y K o 5 Z i 0 U Y 4 F T n q f N m l O W M a 0 k D m 7 a m 7 h + R / 7 b v u u 7 r A A c Q q N M V A w v j u 6 p n h y 4 A 3 v j d T Q Q b d E b 0  
 D + e k d B C 8 k 6 J k d P 9 5 P M 0 X N J H 1 N M + Y o 4 z E i p x e 5 D n m u 1 2 m 5 1 D + Z M G A M f G s T d r V r X u O b 9 r z W 3 v c e E g H  
 / e Z g 3 0 M P f b Y V c O e U 8 q 6 o E h 3 9 X 9 / x z o M d g M l q 8 Z Q D 8 O 4 7 3 n N o l 9 C U j G M h 4 Q Y z S F k U F B P l v R m z X M + 7  
 q S S s 5 A q L l E f m 9 0 2 a L I B Z F l 8 d 1 6 3 v G a 1 V i l H p y 0 0 E 7 B h D T k z e f d X t 7 O w i y r 8 H c H M q H P c 3 b 0 6 4 F k 0 S  
 K h P 9 b q e J U 4 / 5 6 l / 0 X h O F u U l z b 2 r r s f L A 1 s B t O / z U p z 3 t Y O H i 3 N p u Z 2 3 r c o q u r X A X g 8 E 7 y x w 2 z 6 9 c  
 / A A y J + 0 A 2 i a A E P k v D 4 T g D d Z 9 z 7 s 8 4 b j j D i r C 1 Q U z H 9 s H J f e M 0 0 9 4 X U 1 t 6 K J / u r 4 H j z B 7 d q W u G + e N  
 a g L y Y 9 Z d d 9 0 v 7 v f + u z 5 w a I 6 3 P f A h q B I J R 0 2 y 2 q B l x B y A c 1 Z q 5 R h S 2 2 f 3 0 Q / T P Z s 1 2 F 3 0 U W v g R m 9 k  
 k J R w 0 E Q L R A N 5 G c F H h z 6 6 C + D i V c R 5 h C Y u z 6 O M u I c O N g e O m u S L A k t Z J e C 7 Q K m u i D 8 v 8 8 n 7 i y 4 S i y g h  
 4 r 1 J u R i O m / b L A c R x b t q 7 z h r X q 0 w a / Y Y y q Z P u 5 Y Q Z 4 / C + O 3 9 3 p w A c W O Z a J W 3 U V s a C g e O t c x Q e / E y 7  
 o L 3 v R J X A b E i t L U k 6 8 / I V V h n / 6 b v D g H K b f m 4 N 3 K x 8 9 k J v 3 P c a m w A w G h D H O c V 2 z l a v i 5 N M y o M B g G I Z  
 o A T C W W r G g D j n r 6 l z Z P d l a a B t K X l h 6 U k 6 E z E n F w E t 2 X H o F o s o t r X e 3 S I r i w 8 1 t W N s n + N N c a 3 6 c V 4 t  
 D f 2 F y 8 f D 6 q O m 8 r p j e 8 9 F 2 8 O A 5 8 O Y P 3 T 3 7 z f O s X j G k U 8 c q e b Q o v V Y O C 5 R k Z D h N F 8 X e e 6 i 7 z h d v 4 H A  
 / Y f 3 3 H N o a 5 Y 9 y z Y D + o k j n 9 w 7 5 U d S Q q m / 1 + / T G o C 3 z X d n X R P b z A A Q x 5 a V B q E 8 E L j t 8 V c W R X k C P H q o  
 D M K V i y e q 3 c W / 4 Y k D b Q t z G y g E 7 2 A H R l E y 6 / S c e H + J O o y X Q D K q Z Z G a 3 q v M j a G / K 9 4 T 3 m + k 6 b d t A 2 N o  
 B 6 t q 4 C L z Q 3 + W N Y P U n m n 7 3 O m 6 8 Q D x o m P R 2 u O O J I C o J S H I t 8 j D 0 C p R j 9 g 9 L H i R 7 1 U 9 M Z M 9 g J v H U 8 f v  
 5 T o p r l H v o U 3 b 7 3 z f n Y f q l / B o S g 6 b o S h 5 3 + y J + v 2 c f b 2 7 8 w G 7 o I f a t H u o a + x m p H D T s O e a G W U A M 0 D c  
 N X h + H D / 9 t y J e i w D V U O + 1 z H O o h T J w t 1 V c H X j d + 9 m j 4 i h t 1 4 N + U 1 I 4 B y V l / r a l L 5 d 5 x + k 7 4 w H 6 1 s D 9  
 p p v e f A B i A A z o L j q Q + O Z c Z y T K u q 4 i J d O O 0 K 8 C h r r g Y C k J b L s l 1 a 7 M o Q M k S R K 5 a m B Z y z t z v T x N i h o n  
 n 2 w L Q N W N O b 4 V l Q Y 4 T j / j j M Z q g k E b v e q V r 6 p o F 5 z / p g O O 2 j u Z K l n 0 R B r z g 7 f c d p 7 o r 7 L 0 7 a L O 1 K L r  
 d 7 p + A 4 G b N x A A q c D Q r K S U p s H l o Y a 6 w g J 2 T 5 Q E j 9 4 C 5 s W 1 5 c 4 9 i z w q 2 j V L W 5 6 9 c t c I n D W 1 0 + c 8 5 E g M  
 C U C m o + U 9 x / d x m 2 g A W Z n e 6 6 I L L 6 o o B B 6 X d 1 3 k X d q 0 a c z X A B P v 7 N 3 1 R 1 3 l v 6 C O 4 l 9 j h 6 e V I 0 B 5 s 6 l U  
 S n m Q Q l v n Y N n x 5 J k / 5 5 x z D l R e n B Z 0 5 L L 3 m 7 4 3 H l B u M x a t P W 7 b 2 z i m z C R Z p f j P w 1 9 8 u J I z 5 S x M v / N Q  
 / Z 1 k D x h K I 2 4 K J M b Z j 0 H h l J l p O i E n A B 1 / w g l V Z l 6 b z n E N V U g Z u d e u 7 B n l c x / j I N y 2 n l P b d m z S d d 6 d  
 V P S h P / 1 s Z f j K E 8 r n U S l 2 Z C S F A p q b l E B C b R P z 2 b 9 9 Z 8 a W F T f r k n 4 2 a c 5 M b V 3 M c L Q G 7 g x + R 0 9 M u a 8 1  
 + N U N C s 9 K A o 0 j r 6 I G c c 5 W 5 I 2 3 U Z / w d E L 9 4 T 5 1 J V Z z G r t r F u E f y w x N b U S f T A k O 7 S a a X Q s q x X z h V Q v w  
 5 s M B Z i X 0 U K 0 w 3 o L i X a T U 9 w k M 5 k i c Q e p 9 7 D S 6 U E 3 N a 7 N 6 P / l g E t 7 3 2 P u p z z H Y t X u 3 B m 6 V 4 H I 1 v j K 9  
 f J m O s 6 j R I 2 i S O F g 2 v H o L w O J t O o 4 p e 9 z a p 5 5 K 2 Z a y O u E i H r d 7 2 f b m O h A M 1 7 J U 0 T L 9 t C 3 f Q R u J c x g z  
 o I w i y f 1 a 5 4 n r a 3 P D m P n u 2 H Y y 5 r A E s 5 O e c t K B l t 9 x c A 7 6 7 X P c y t O g P L N t Y L P P d k 3 3 b u f Q r N p P r Y E 7  
 1 y k R V K x L A V + 2 M V F U 3 4 L O 8 j L b 5 q a g F V U D + i O o k j r g f t 3 r r j l U V r Y t x x 3 v k x O I g p t t K h G 7 S F 9 Y / K i B  
 R b 6 z 6 d c G i N P L k 8 J F g l K d B x 6 x E L p w A b i x A D g 5 q 2 C 4 n W G 0 2 9 o Y Q q t P j p u p x q m E 6 z C A O Z Z 1 1 w q 4 L T L g  
 l y d n 1 2 m 1 F B z q X W R 5 U 1 N d E Z 2 Y j x w z k e s 4 b k X m 4 7 4 C q 4 t G / J 0 x e c X l V x y q 0 y H 4 1 p X 3 p z 0 v e c k V O w X c  
 e Q E A Q F t / Y O R w 4 j p t e E g K j b F y w g y n q o X r W E j W A 9 3 2 t a / / z 4 d k k N p G 8 j o E N + 8 5 e a 0 A 7 n X 0 x f T M 9 R i M  
 V s B t I l 7 T E 3 B b B A K A + Z B U B k K i T B s 6 J q s + 6 l Q l w N U B r Z n m w Z s u O u F e m U 6 1 1 z 5 c 7 a z D h B e 5 N 6 q I J 1 l W  
 j V v k H t t y b f D h P F b z Y Z 4 X D i S p e F A G Q 3 G 7 5 q r E I y C Z M 2 I j a 9 E Y t q 3 f s 8 q Y a Y f M 5 Z j T d p y L x G 1 W e f b 0  
 3 f U A d d n v r Y E 7 F 7 q f l e j S Z l B N O r I v Q U X b Z E F P X G d O W s F z + 3 s T T e J 5 r 7 3 6 V w + V b V X s J 7 f D Q r r y 5 V c e  
 q m q 4 T F n Z r A W P 2 i X 0 2 W 3 e e d 4 1 v E w G h 6 x x 1 X t t 0 / e N v U Q p O n j z Q 7 Z t H Y 2 i 7 3 D g Z J l 9 S S / D u d C W M t X f  
 v O V k C I r b m Q 0 x B t r D s E V / 2 K F 0 v Q M e 4 j 2 m Z y x v B F o D d z 7 F G n C 3 L Y h T D g 4 P G C h b c K W a J P h j B Z 7 a V E o z  
 g f M 5 k V W 7 9 h d w f q Y g U a 5 V 0 k a p U t f m f G p 8 A P e s Q x k o C t p 4 g X H W o I X f 1 U k y 2 7 Y Y S C 1 J 3 2 Q J 2 u X U B T N D  
 g X T H u + 9 o 1 e 9 t + y j O c 0 T L U D 9 x K H I p g y c + 8 U l 7 g o J A s y + j U d d W Q c i f 3 q e U A r h P P f W 0 S e W 0 7 8 S 1 H d d t  
 u K 4 1 c E t r j o l S B 5 C L d A Z O t 2 4 B A n O e R N M p N f E s 3 j R v K 9 o F l M s g H + 7 c o b 9 x j c V f d z z U v P b n o 6 P i P j / 1  
 3 H N n R v H f t F 8 N k G q i C b z x u r y l u k N g F + n P X b g W i D L m A P y s f R C t K 3 B l / q D F u q i + a N 7 w o o 1 N O V c 9 R 9 I Y  
 S q d v 9 U j d 2 F Y l l p / 6 e I l l O v m m u b Y L c 2 S X 3 r E V c A N I E z h A C / e 4 y u L g o e Q A l E i 8 V H J 8 Z Z P 8 L w 8 O L X U G  
 Z V v q k m P U T t m O 0 f b n n X f e Q t 6 R L T u w y I s X a J R J O L l d c a T Z O x r K A g i + u h c Q 6 C r Q u e 2 T V z 8 x z l R O d Z m Z  
 + h P 3 L U F s m d o w A F D A 2 z 1 y d c h Q L Q F J 8 3 S d G Z 6 5 o J X 3 t e v c h E O V t 3 1 u D v l + r Y D b Z M 4 A C b h X C c L I h s z J  
 A 2 g I 9 1 s U v F A S T / m R f t b C q q v H L f E j g y 6 u v u 2 C 1 i Z e V 2 6 r 5 3 j / e Z m j U b u c d z 8 r U U c b b L P d D 5 W z 6 L s P  
 O U n G + C x 0 g b G N 8 g m Z / w Z m u G g A 3 H a s v / e 9 7 1 f 3 M x d L V Y v 7 S b p i w N c J 2 D E O D E d O O k P l j H G M p j b 1 R 9 + 0  
 B u 5 8 + g 1 K Y l X g z l s 9 g L u M h K p M j B E 8 K h d q 9 p Y t Q F 7 w P J D 0 f V S N A G q U L c 3 b c k Y A F T I P E P 7 s 8 0 f T 5 A F A  
 r m u S J 3 L w 2 w C H D H I C 7 u U m u b F y G H W d h F D s A C 0 3 b 6 z 0 u 1 0 Z u W u p Y o l i W G M 6 C x O X n q W A d q t l X G c C z O X m  
 0 i b 1 W 2 v g z v U 6 6 G h X q a X N 4 3 b i e n h J 7 r d M 1 l f O 5 h Q 4 K s + c t C h z K v L x x 5 9 Q K V n m D R B A 5 Q n T e 5 c 8 K i + H  
 c W h K d w f c D n P 1 f Q G z W T x l 0 E 8 v f O E F E 3 C v E F w y F x n o k 0 8 5 5 Z D y J I K W s x Q 7 n A / G 3 z i U Y 8 1 A 0 + o z 4 G 3 U  
 T U M t + q 9 9 7 e t V 7 Z d Y O 3 Y c i 9 C L Q 7 V z e k 6 / x q M V c P N q M l 1 g Q i / j I c d g A u 5 n n P k 4 c D / r W W c v D N z l A Q k 8  
 D 4 s s T x i B o x y 8 t L C b Z F M W a c 4 S j Q V C Q X D z z b e 0 0 m 7 z g M I D n H X g h B K e c U I 8 4 B h S l b C N i 0 r / C R b m 0 4 h C  
 p Y S y y h L Q 8 L K N c 4 x T T m b h p K A f x k C L l G O F / s l t t o O c 5 k 6 / I D n G 9 d I K u H F / e S t K M b G K F w K 4 M 1 U C w B b 1  
 u E X 9 4 x z L k O e V E s K 6 a 9 r U / l Z 7 o g x M e X / b 7 j a L h B c X Q O C 4 s 1 k e d 3 h O g q p t l T R j n E R j a R N A r j v Q 2 F j Y  
 R R l 7 D o c y C b O 8 b P E G 8 Y s 2 4 z z 0 e / O s O U 0 x t + z q K J O G b s f 0 v P U b i l b A L U C X T 5 T m R a 7 C y V p A m X p 5 7 r m z  
 p X W z J o n F l c H V h C 4 X m 8 z L f E 1 d 8 L L u / j z 1 U r c d 2 Z w O b p g n J 9 Q v O V l n l s d t E V 5 y 8 c 9 X W 1 6 7 h b 7 L g O 7 K  
 Y s N n K 0 h V H m i M + k B z y X r M K q N c x g F 3 P N Y T 6 s 0 r 2 Z F 5 H Z L O r k J Z 7 s q c 2 M b 3 b A R u C y E H Q y y A Z U 6 / y Z 2 X  
 q Q Q L h z e 0 i I c T S T x 5 e 1 t n T G 7 + z b c e K s R z y z 7 V 0 d b g a G P 2 6 G O B W z i 8 M p y q p B n 1 M i w e f C m P H w D b m s c 2  
 f V Z d F O 2 I E 0 y 8 h w D Y N k 6 w d b y T 8 c g H f 8 T Y m b u l J j s U K E B x 0 V 3 f k O / G U c n F r E 4 8 8 c l 7 9 3 7 8 8 Q M 9 h m z L  
 9 K w N 8 L g t A t 5 s 9 k x W r Q z I I 8 o L i C e 0 C H A D y b J N Z U U 2 W + J 8 1 i T A R Y G 0 n X Q M F j 6 x P E 8 y + k E w F O 9 P J i Z A  
 5 A f l k c 9 e b C r / m s 8 M V E + 5 K e j Z t u 3 T d X 9 f 9 W U u W l a X L h 8 a e k a 6 r U F f R 9 9 a b 2 i 1 7 K i Y 2 9 9 a 8 b D t d b z L  
 9 M x u Q L / R 4 8 5 i f 5 O f F 7 o K w F g g u c z q M h 4 8 / X Y O l v J w y 8 w x b Q z P N 2 i O R Y v b M y Z K w J Y B r z o Q q P s b D 4 n C  
 Z N Z k V Y s j t v Q M S 1 1 l w 2 m i H 5 3 o Y i r 6 h 7 y S s q I N 0 L p 2 l u E 1 7 9 B h Y y k R O 2 u c 0 X 0 Z t G M N r u o 8 T f O q G w B d  
 V z / O B W 6 L Q 3 Q 9 e 8 e O F V t F U c J b L g 8 M X p T f L W s R C 5 b W 8 d s 5 o K q 2 w z L V / N z X N h U / n g 9 5 a A P e 3 n M e B 6 k v  
 c i k B C 3 Q V o 7 i u S T T E c 8 1 F u y r G W I l d c 6 Z p H t o 1 0 d y X U j / / X 6 S 0 w h D v V z 7 D v L v n D + / Z o 7 j K 7 T e n 1 Z x v  
 m 1 i 0 j r Z P z + z f K M w F b g G 0 D L I A f N X A J E 8 h Z z v O y y 6 s m w C A s K R A 6 k 6 0 y Q Y n O O Q 2 X l r d M 8 t i Q / N O b Q l A  
 9 0 w U U N M k R p d E 5 T v l O U k O l 2 1 n 0 7 M 2 / X P 9 Q s 5 5 1 j O f W e 2 4 Q r I 3 7 7 0 k 1 6 C w s q F d l D Y b u t 8 Y d M f 6 2 e l l  
 0 N Z u 7 9 x k s I Z u 7 / S 8 / o G 6 7 O O 5 w M 2 r E Q S J S W 8 i z d v 6 N w 0 g L y L X z z Y p R f k X 4 b f R H X n 7 i 7 o p p X T A P Q J /  
 2 t 7 V Q o 2 T a g Q c 7 T w Y H X 0 C R E r 5 Y N t n C m j i y a O P v U + T 1 r y p n 7 f 5 c + C N k 5 b A x Y B e e u l l c + v m x K 4 x 7 5 a i  
 v s c q k t Y + + t j 8 U p t e 7 Z G 6 + c Q R Q B P 1 8 e z p n s O D 7 y p 9 P h O 4 g Z 8 6 1 j k g A g w X s f b f 2 P f Y c z E q v 2 e l x j I y  
 u F v f d u s h 6 o b 3 X Q K / 5 + Q I v G e u U h S r r o M 9 8 y t f / W q l L A G 0 p X y w 7 Y H C 7 s P L L v t 5 k n n N X k g A T r J V p K g L  
 V H / + z 2 b H E l R 3 z A l f j O Q y 5 X 1 X W W h N 3 y U x 5 R B w B s y F 7 G l b J 3 Z m j + 4 H 3 J v u M 3 2 + W Q C 8 7 H j V A j c v p T y M  
 t C 4 z c d 5 D B Q t 5 D j w i W z 9 S K / / P B f H R M I u k 6 5 a Z k L y S O p p E W n u c Q x l y w z 6 9 K x 5 / T u H 3 T A a l L e V B O 5 w D  
 q Z H s 0 / b 7 y w 7 + J n 8 P e K u u G C f G m 0 u z a r j r R 9 5 q W X N G f s K 6 + 8 C 8 F E M x X 0 o v O 6 S K H / 3 I R x d y m N b 9 T t P z  
 + z c e t c A N S A T j s h f I o 2 y r c 5 X O H d s 9 I K R W B C l e p l 3 8 n d x u k U E u M z g V t y 9 p E h 5 s T l m 3 R b 7 z f X e 2 B t F F  
 2 h P X l v J G C 3 C R g C t g A S K Z O x e o X H S X o C 9 2 S S L G k E e 8 w z j / p 2 t + b e Y c t S v K S i R z 2 z m f b e f 0 M v O i 6 T v W  
 G c 6 6 P A a N 4 T c X 5 D e g h a Z A Z P 9 A 2 D R W Y / v 8 G O B G h Z T J C y b 8 v D K m 8 V J R A 8 K C y C d Q 8 4 a y p C 4 W z S L e N k C +  
 K S k E g h 8 v J 7 X F k D l j 2 + k + p V M o D b u K H P z y / E V B V 7 t z 8 S D v 5 6 S g t v w / z w 2 V N a s a 4 d g m X l f t + c S R T x 7 M  
 L c 6 A n W L d v Q E 0 Z y S P E 8 B E o 3 T V l r b 3 0 R Y K G c X F 6 h K C 4 i i 0 S W E 0 A f a s O X U I u A G v s y B z 8 A + A 8 G C b u G 0 A  
 w 6 u O + s h 5 W 1 r K s S y Y R U t R y l A M / i / S x O t A y t / y l n N Z G W D b R a h 4 k a O j M i C Q J y 7 q J e n 7 f G J 9 a M / b G h 1 c  
 u w V / 9 9 3 z q x + 2 f a 9 N u U 4 / Z x p E D Z J Z Y C z j t 6 R L z P e h 3 l V b B d e V R C h r v E c Q f R 1 H o Q 3 1 / t N z u j N E h 4 C b  
 l 1 i K / S 2 E e d 6 j y W i h 8 N I j W F Q C d Q Y 1 X D k O e l F g K 4 8 7 0 8 6 y J j j j Q a W S K R 5 b 0 T 6 5 Y r K t U r K 1 C E 2 S J 7 P i  
 W + e / 4 P w D I + C + d R r 1 c g F k v X 1 Z I X E X F g v j G T u 6 e d J P R j 3 X M A m n Z I g + 4 m W j D O u K W 2 k H y S K 6 b D q C r D t w  
 G 2 J c 1 / W M A + A 2 Y a 5 6 z V X H R L M B Z h 3 w 2 Z o 7 Q i o O c a 1 L c i i 3 g b a y 6 p 4 s G i g E 0 F m 1 4 b 4 m e d m u k i b h 1 e D F  
 + + r c O p r E A l y U J s l U U 2 m g A F L T 7 i R o l k U D y H 3 1 y 9 D 3 t R u M 0 4 T M Q 1 R V X b V F n H h J R / l e 3 w o e b R H z K Q t f  
 x c 7 R Z 9 Z S n w 7 G 0 G M y P a 9 f A 1 Q B t 4 k v w y x T D I I 9 v G i A b m L 7 8 f s X H 3 6 4 8 p g d U A C k 4 q T 2 7 O X y v H 0 3 n 6 4 u  
 M A m 0 F + G 1 Y / B 5 k X n S z 5 J y 2 f b m d 7 B I + 1 y U p e w w 1 C S L 7 i b y J L f I M 0 e v X x n H W Q s h B z b 7 k D 1 u y g J E 0 4 W j  
 4 N 8 6 t V E U 9 s o 7 Q H O 4 T a n f Z f r B P E B 1 P f / 5 5 x + T d a u N 5 7 / g B R U n v 8 4 A 6 T L v N X 2 n X 1 B u 0 7 8 / h l 4 w e e r K  
 Y A r m 2 K r z C E T v 8 d c 8 w A D r M u 0 b a D q 4 A I D y q h 2 o C 3 g A L U 9 y m e P O t C / u E x X 3 t K c M 2 v m / v 2 c D 0 n c W o v c s  
 D x F W Z a 5 N x 7 s G k D C G j z 7 6 u D 7 X Y s + n 9 n i f i y 6 8 a O b i R h O E l J C e e V d B o M y Q v O z F l 9 U a b S c S 5 d 2 h X e B D  
 f / r Z 1 m P W d m x p r s U b 1 J 0 v 4 z 1 i I q S M Y 6 + T 0 v Z d p + u G B / I f A 9 o m 0 i x e u u 7 v 5 d 8 A N l A H z r l W t W A b w M f 5  
 L u u F 2 k L m Q x c Y m L q g Z J n c 0 z d N Y r K W J + W 0 V d / E L o d X i A I q M y U p D r J B Y C w V p C o X C E P I s E b C x g 0 3 3 N g 5  
 A G 3 K o j S / 8 m l H n I U 6 y q q O 5 1 5 U l t r U J 4 y n H W y d M 8 S 4 U m g t S h c 2 P X P 6 f H j w X G e f / 5 j g H c C Z F 1 C s K 6 g E  
 W A A K Y A Y 0 A m s l R x d 1 q p d 9 Q f e 7 4 c b f O L T N R L / U e e 6 0 2 h n s b E + X K S r V t q 3 a E L x q 9 I 8 D I d r s K v Q L j t 7 C  
 r l P s U B 5 k + a T 3 K g O e 7 q F u T F B D m 8 p v O y f 0 / g c + 1 V r 2 O G 9 8 b v / t 2 w / m s T 6 r q 1 f N y 8 2 1 S 8 x 7 O 7 q 2 4 9 5 0  
 H d A m 4 y z P L G 1 b W 6 X p / t P n u w X Q s 8 b 7 x / D b t L A A B L c K A E o q x O R 2 0 K 6 T Q y S 9 A C w V y p R 8 z d v 8 r i c V 7 j E O  
 1 A 2 5 l O 1 n a S A A d C 4 8 J T s T L 9 x n s K c u W 1 K / N D 0 T p Q N w L e x Z e m 8 J T O f t V z P M B t P W O u g V / S J e k P l 8 n n u f  
 f H 7 X Y x v 3 Q y 3 p B / + 2 1 a z P a o t Y S D 6 P s W 4 H 4 h n 0 0 7 k Y G P 3 7 q s / W p g q 0 r 3 / j o X G J Y C m v v k l S 2 1 c f T / f d  
 P r A / U J X Y a g I E I I 4 + 4 Y n z H H i 8 v C I e H 3 W D a 7 q Y 5 E 2 T C Q C S 2 m U v G o j X J S U 8 9 N D n D u l i e a v + 1 v S M V T 7 X  
 F 2 W K M k 6 9 6 Z 6 C V V H 1 b Z Z U M a s k A m D w 3 t 5 d E M 5 2 O x v X I W i h p v d a 9 n M 7 F B S H g D Z w a z J 8 8 5 6 T 6 T K A 6 b 4 l  
 W L p / W e r 1 e e e d t 7 I M z 5 o w n r m U s D b Y I S o c t c p 7 L d u 3 0 / e 2 D 7 B j T B v r c a 9 r 8 A X t c t o 9 o O J 1 l g v A / 3 k 5  
 u f o b z 7 d v D j G r G C J o q q b E v P 4 i R 5 N V a k E D 2 3 l V A F 9 0 w c 8 c 8 r g p R s Q R o j Z H A L p + c S R b 3 + / b 5 z z g F M Q O  
 B M g t + y w 7 r y z 3 s 3 u s K / 0 q q O x 5 0 Y f G I p 8 C v 8 z z 3 b P M D m Y 4 l p W G L t O G 6 T v b C 9 T l 2 D a e g L O u y e A k 7 u z R  
 A q 6 6 E 2 x 4 o T / 1 3 H M P F q H v A N C + P R w c d Z l 4 8 6 G 7 f 3 8 u 6 D i R O w J W Q H g W t W H 3 U 6 Z n Z 7 V M B u 1 r 9 / n Z e Y c X  
 r 2 v 8 F n m u M Y y M W 5 R X m z h B 3 f 2 N u d h G p p g Y N g H c L P k r 9 f 6 o t V U K T n E y s v T V W D k g Q 7 b v I v 0 w X b s 7 w L v q  
 W I 8 S u G m 9 n X K S w U p G Z J 0 y R T Z a B n i B p 7 r k i 1 U 7 q v w + G q m U l T E 2 s 5 5 T V q i b V z 0 Q E G Q e t i 4 4 7 J 2 l e m 9 L  
 p h 3 e X 3 + i G u b 1 4 7 x x 1 M c X X n T R I e C O g k 2 o p g D v O r o E / b R s X + Y i Y 9 6 B 1 7 / K z q H r u T r d b / s M w i i B m 0 o l  
 c 4 W 2 o H W 0 g m D Q y 6 / 8 p U M A L 8 i 6 r P R w k Q n + m q u O y v A C V K M K 4 q x 7 M E a X / P w l B 9 f P 0 3 u X y o c M 3 K G L f 9 u t  
 v 7 W 0 Z 7 r I e w 5 1 b a 7 e J 4 N 3 G e o H I F 9 + x U s P B R 5 z U g 7 q Q m z C v N H H m V a J E s G L 7 t S M 6 w U v u u B g L r g P Z 2 K o  
 f p u e s 3 2 g 3 G Z M R w f c E h d y e n v U k 6 h b y L y a X B A L D f H x e / 9 o k E U T + u k A V Q t W R u m s T k f z n H 7 6 G R W o A J P y  
 V P r 8 P S D 2 x C c + z s E G h 8 6 A X f O 6 a y o j N o R x a j O B u r q G t x u J R M t m g A J d J 7 v H m F B B 2 Z U E P W U u h Y T V + O U M  
 V d / x / 0 W D 2 k o q 5 I J R A u j T K T W 7 C a Z d r Y U 2 9 x k d c E t O y I k L J 5 9 8 S q 2 3 H d R D D k r i S f v U b u c O J T U r M + L m  
 8 a R Z h c I 7 n w f c g n W U D o A M Z 0 u u R t 6 o A u A y n m i b i T C G a y I g W + r W e c g K m Q n 0 8 Z T F B u o 8 Y 3 / L s Q H z S O I S  
 t U 9 d n Z C 6 + j q 8 8 k W o t n f f 8 Z 5 K K h v G 9 X X 7 h n U I 1 d U Y x m t q w / o M 1 K i A m 7 f t L M f M b e O C 6 8 B K Q C t r v C 1 2  
 9 M O i W 9 1 l J 9 / 7 7 v z d Y 5 K W F P K f 9 X w S y 3 i v J v m e h R / 1 Y f z 7 2 P 7 / l 2 3 n J n 0 P z R U A + P p r 3 3 D w z r I d 4 3 x P  
 e Q R 2 Z G r h M I Y 5 w P u 9 7 3 3 / 0 E l C + t l O J + p f l 5 U v 6 2 I H D r J e J J N S P k O e r 7 j 0 T e r z q a 3 r A 9 9 V + n 5 U w E 1 D  
 n r e d v C S y u 7 o X L I O S V Y r z F x 8 e b N H Y G Z Q 6 b t 5 x B h I g z s C 4 N t M / 6 J 1 J J n b s g i H 3 D D C 9 + J J L D s Y S j 2 w X  
 g t 5 A N 0 W K v 7 m i X y X e M O 7 6 9 M z 9 Q 4 T j H q 7 N S i R A n y V 7 O Q n H L o i 3 D r Q X O d v x X e + 6 4 9 C h I X Z H Q z k P q y z 8  
 6 b u b C d g x b q M B b o u l L K 5 k 2 1 o n D Q O O O V P S Q r Z F H Z L 3 t Z 3 O N V S A A C C R Y G P h U j A A o j r t N f B Y B r j x w N t c  
 R A o d F G B K T l f K J e 1 E g C 8 J 5 I l P f v K B d 8 4 Q o q n Q T 5 k S K R O 2 6 q o 5 R g w F + O v f R U G 3 r F w p A E 2 v P w H j Z g P j  
 2 M d v N M A t y I P P z i q N W c G + c r E s c 1 r 8 q g N T V 4 s b C E h F t x u g N M j H t + V t + T I e N 6 8 T Y G 3 z Q Q k k g d F P v N 9 Z  
 8 r z v f O e 7 l W S Q 9 D N o C r u f n L D l P h K x s u F X s O z 0 M 4 4 G i L M W f p 7 8 k I G e F 1 f Q x l y e Y F N r x q y 6 H q b v D 2 u o  
 R g H c 0 p J L l Q Y 9 b p 2 3 X Z 5 y Y w E K 5 K 2 j T k d o j z M Q 8 L r j J K A 6 D t X f T j 7 l l M b D E c q F g D L i q b c 5 + 3 N T F x G j  
 F 3 1 m p 6 J m y 6 x 3 4 R n b 3 U i + m l X B U p n f / P 2 y e F e T w g d o U 6 n M O 5 d S O 9 6 x f y R a B M k j z f 1 P H 3 p o C l L u 1 2 / Z  
 1 L k 4 9 n a P A r h 5 2 1 n W h 2 9 8 / 1 0 f q B 3 0 s n z r 0 E H J E g i e + r S n H Z P w M Q u w 4 + + 8 s k X O O k Q B C d o u S 7 G M f R J G  
 + x j v t s A d 3 0 G d l L I + 9 5 A N W W r l p b X n e R b A X V d F 0 P 2 j T r 2 x 4 h g E F c c D / 9 b + / 8 1 F n L i s y V J h 5 G + L q F M 2  
 Z Y y m d o 7 D G K 0 d u H n b + Q A E i 8 k B v 3 U n 5 f B u b r 7 l L Y c K T w l K 2 g K v Y 0 J Z w L z E e S V x G S F c a w 6 K 0 W h / 5 K P /  
 r X W b b c d 5 o N 5 1 m 8 E g S / n m U S X l W A P e E p D t f E p N N g 4 8 u P F M l Z B Z l v c M T 9 r Y o m T E V B g W / 1 7 9 K 6 + t C n 0 Z  
 j 7 p T 2 v 0 d o A 8 Z c 1 n H / J + e u T 4 Q X z t w f / K + + w 8 t u i r z 7 E P H l m 4 1 S S g 0 y j M D g f 4 6 F w g v L t d 3 z g k 5 c R q Q  
 d m d V i W 0 1 b 6 7 t x H d c H D A A T q s W Q 6 p 7 p v 5 T V 2 O d Z U c Z p 5 9 8 z j k H H j e P t W 0 K u n a X B l T f l 8 Z f n 5 d K I A B f  
 Z / g B N 0 n i v N 1 T q F u y E d B u d N Y 6 5 2 T b e T V d t z 7 g X b X v 1 w r c l C S l t 8 2 z r C v d 6 k X x v H n h z T o N Z 9 V O W e T 7  
 F i h J W N k u Q J K B J 6 f m W + i L F D V C B 8 g C 5 L 0 v e 4 L 8 v H e S t E R D v e y Z o I v 0 1 6 x r g S f j F C B I n b F I 3 O I v v / x I  
 V S s + d O B 1 / Z u 1 9 P G c W S f l A G 6 6 / C b a C 3 j z 4 s 1 b q p h Z c 7 e L P p r u s b l A 2 / X Y r R W 4 6 7 z t u 9 5 f X 5 P Z I q a R  
 z b Q E 7 2 a o T M l 5 H c + z i + A q Y w I 0 S u / 1 t V f / 6 q G 2 S y B p O 5 i A G 2 h 7 d 8 f D t f 3 e I t d J o 6 d 7 d h r M O u R s D F K u  
 T 0 M O u E j 7 A a 0 + 1 U d P 3 9 d y l 5 U k f X 7 T / n F i J R B L 7 K l L U a 9 o u f 2 M y 6 z 1 R n n Z 8 f l B l a B N 3 n T T m y u l D 8 B e  
 V E q 4 y P t N 1 0 6 g n e f A 2 o C 7 j t u 2 I G Z 5 L L a f v M 5 M R c y i V N Y x y S k P L G b g U U c 5 8 M a y 0 U G d t F 3 o g D v 0 y Y p b  
 9 f F + 1 D q 8 7 u N P O K E C u K H T t l X Y y x m I l 1 5 2 2 c F 7 6 q c 2 q f 5 R N 0 Q 5 g p K q c I / y q D l z S a J P X T x F H 2 t T p L P H  
 q U o c B V p 6 P 2 3 a 1 M d Y T f e c Q H x t w F 1 6 2 / P U I e V J 7 x Y c J c H Y A n X O 3 Z z F y 1 L J Z O C 2 t W 4 L 3 H j t C G 7 y E P v a  
 j q s X 7 j l 4 3 6 H 1 4 o p B Z e 8 W t R Q A J X h Y t 4 s p A U y / o N 7 q k p s Y 0 8 y h B 6 X C g M 7 i o 3 n t C l 5 F u / R 9 H z G G C Y g n  
 I F 5 0 D q w F u O u 8 7 V n H k n k h C y j z n w D Q Q t + k A B A q I A O 3 3 Y V E k j Y D l u u y U K T 0 w X N r B w M Z J / S s U p + 6 z T u V  
 1 5 Q H E f D + 4 x p q E O M / 7 8 S g u H Y W Z Q H M y 0 z X y J q c 1 V 7 9 E f R L A L 2 y B n Z / Q + 9 I l u n T 6 T v b a x D W A t x 1 3 v a s  
 w 3 3 r q g C e e t p p r R b x m C Y u 0 M m V D M 9 + 9 t m t d w y 2 5 P j U 8 P x s + f s C D g E 8 u 5 8 h 6 0 r b p e S C Y Q B V v f E Y P / N F  
 V q 0 Y x 7 I p / 2 W N 9 9 B w O 3 x 6 3 j y x q 4 v T e Q K 8 q X t 4 9 o p f r V O J M 6 b 5 P b V l W C M x O H C b 6 O q K Z O + T n K 7 u W D K T  
 Q c 2 P 5 5 z z u E z M 9 1 7 2 s i s 3 j l + U S Z c 1 v 4 t S P T m r E H D I G u x j s V B 3 o A f 0 M + 9 7 i F 1 N e X C E Z z P k 8 X 7 m w D n 7  
 U s G m w y p m 9 Q f j P y v L t U 3 9 b X 2 d K Z O Q A T I k i y h f + h i v 6 Z 7 D A u Z Y + n t w 4 L Y I e M x Z + w q U Z g E E b j M D n s U 7  
 7 8 C C s X R s 2 Q 4 e d z Z W i w L 3 / Q 9 8 6 t C B A D I p l w m O 6 e d 5 X q L P L n v x Z d X 4 o B Z m G d S m f p Z t C B T b 8 P g C u + V B  
 u 1 n O 5 x 6 4 a G 2 S m L M o x 2 9 3 c u m l R 9 8 p / / C k 5 2 n F P V f c 4 u 3 7 K e 2 5 j o 5 7 o G 7 U + m 7 q h + n z 5 Y G 1 S Y q 5 y 5 8 P  
 C t x 1 3 j Z P Z t b 5 f K L 9 E i k y 4 O E Y 2 y Z m j G n R l B p i g a 5 8 g G 1 T W + P U + 5 i s y x Y z E l x j K O d R D s 7 3 D F p g 2 W O 4  
 a N u B b B v g L 1 P R j T e w z H 1 y 5 / v u r A y 4 H 9 m z i 1 B F P P o y L d 4 z U E 7 4 a t 6 9 M 0 T F T U g A 1 V r n o e P Z g X u Z H c l 5  
 k E 4 / x G 6 k a V 5 s 8 + e 7 D M x N 7 z 4 o c F f e 9 q m P e 9 s 4 3 z r p V k z G U t t r A f H E 2 n h x Y 5 v Q b 3 n L W w 8 Z I M C 9 q M d 8  
 2 2 2 3 H 5 L M C S A u 6 n 0 a A 9 7 i v G J V w D r o A K V 2 l + l v E k a U D u A D 3 v P u 4 f O 8 C 4 v g c x 5 D 4 B t H m 8 U Z p G 3 b p f p f  
 1 o i H U W L 8 Q h 8 f 7 5 v / r V s 8 r m e U l u X a x z Y v x 9 y e 6 P / / 6 6 7 / v f c T H / 6 r v c 9 9 / Y c 7 v 8 O J P h k M u O u U J A B k  
 l r x K V m W u u b 3 q 1 n 2 d E 5 R n l l P e v Y t j u t o C T + Z 6 c x B P A H H R U 3 8 A 9 4 k n P r n y K G f 1 i W B g n H m 5 S M 2 Q f D 8 e  
 c S R M U d C g T m a B X V X b P B X r i j h G v p + + u v V t t x 4 Y r j A I T e M a q e u z K g g 2 e T Z Z o s h w M A I T a C 9 P f z S N V / 4 8  
 A / c E 3 k f 7 f H D g B h i n n X r q I a 2 u L f m s 7 W Y + 9 T s 8 J N c v s k V e Z J L 0 e S 2 v W O G s D B I y F B d 9 J h D K X r f 7 A f J F  
 9 O x A G e C j o G Y 9 n 2 4 6 i j b x b p f V L q P A w k v m 3 V J i 0 I e X 2 a 7 6 R / A x 9 0 9 d y j s u / N l n n 3 1 A 4 + C t m 9 4 d R x 1 t  
 a A v S M d / 0 k 3 5 g v F A o J I W L G t t F x 3 i 6 / n G j U A L 3 B N 4 D A 3 c d t w 0 Q b K f r J m q p n z W A c b r M J k 7 s O s p n 3 m H B  
 s 9 4 R a K C K s v e I b g I q b Q 3 a k U 8 c q b 5 P N z 0 r S I l 7 D 0 5 Y 5 u C R I 0 c W N j L e Q X s B d W j w P R e A o 3 h Q R 8 a f i g U g  
 5 s q A x l v a e l 0 i D R o n n 9 r O A L n H L E A t + z 7 A A C h 7 R + C P D s J n c w z w 3 G I A S g u Q + 2 n j m N P Z v / G N b 1 Z t V M c H  
 7 f g r v 3 J 1 t d P x w 1 D 6 m 7 n G i C 5 z w s 8 6 1 1 s d c O 8 6 e A / q c Z f c t g V 8 3 f V v n M n x 8 q w s 3 A x Q F t g Y 6 p I s O p H x  
 2 G U h L T V B 2 s j Q y m d Z o P n U l x j E t s k p 7 g f 4 w 1 P n j d a 9 T 1 m F c Z G C W O X 9 A O r H 7 / 2 j Y 9 o d I C 4 4 7 Z 3 K U 9 j F  
 M + p q s j M 2 A D a f L o S K U U a 1 l O b p + y t f f u U x a p L I 0 m 0 6 3 W b R s R 7 q e u 9 l L q i T w g D b F X i n W X S Q z 1 z D Y D p O  
 j 0 H 8 4 Q / / b i l j P N Q 7 Z l o A W J c / u 8 p 5 D w b c J h l v J k 8 q k 2 h W F l x d z e 3 g c o e c N F 0 8 y 7 v w + P I B y D p e f Y x F  
 A 5 M W G 7 o l 1 / P I / K s i V 2 2 8 7 k j k k f 4 9 S 9 U C H H M m I y 9 u l f 7 Q D + g X 3 r F a K C V l U Q c 4 V T / t n z 5 T V 0 e E 5 y g X  
 I K s 9 A L 9 3 + 8 N 7 7 j n w k A V g y z r d 7 s t Q N F E s q 7 x v X 9 + N M z e 9 O 2 M 9 q 9 / m U U L 6 z E 4 D 5 b Z o Y L u v 9 5 p 1 3 1 k e  
 d 4 D 4 L o L 3 Y M B d l u s 0 2 a 7 Z n 3 j z t u m 5 5 r a G O t N v 7 J O s b v J R S + T z C L 0 L I 7 T I 6 T d A 7 8 8 + / / k 9 1 f J i o V I 2  
 l M H O U F r M W 1 x A M L h 2 3 P h X v l r v c b u H 4 F 9 M E p 5 a F 9 y u K n w o i D h A u Y l z 1 l e 8 / b o 4 C P C W j l 6 q R e K 0 d r u c  
 s o + C u 7 7 x h v / S y s g N D V T z n q f v B J Q j O S r 3 n X 5 i j O j v 0 T 5 2 J H a 0 y t I y Z v q b 8 5 C B H o A z p K i s L s a 2 j 7 5 q  
 A u 5 d p E 0 G A W 7 b s V z r I b j q e T U n y m L 3 J p j t 3 V g n V 9 2 E 1 V a c Y n l 4 r Y V j 6 1 5 3 l u a s + y j 8 d P 4 L z j / k a V / 9  
 2 q t r 6 7 d Y s P P 6 C W U V F R b d c 1 Z V P G 3 J H n d T o s q i i 5 a n b 5 z x s I w 0 o x P S P P / 6 v 7 8 D X 2 2 e t Z O g 7 q C q E X y s  
 O 5 h 5 F n X g f c x L u y G B V / 0 w V k 2 2 d s m 6 B c B 5 h + H d 9 J M + x G F z k N S + K c d f 3 z F y + p E q R 1 / l 8 z E B P k d i 0 R 3 g  
 o m O + z P V t g H v X w H s Q 4 C 7 P h z T Z b O l n e d s A 7 Y r L r z j k G d g S t k n i W G Z i d P 0 d i w Y I y O y 0 Q E r g s E i U H m 3 z  
 X E E n S S c 5 1 T q 4 a W B j Q U r 9 z 5 4 X L 3 o W / R E 1 X 6 J N v O h 5 7 c i Z h t r Q B 7 U A l I C K 9 2 H M 8 b b + x f / b Y b W h f r y X  
 t g k o Z g B v 8 u b 1 A 0 8 V + D G w j J 7 d g G c b w z E 4 C j h 7 o I z a y P p y 3 j P 6 k X O w C O D q b 3 3 F a O W Y g j 4 g c x z D O + c 5  
 2 R a 4 d w m 8 e w d u i 4 7 a I Y N X U 7 a f I B a N c e Z u T d A 2 C 7 g N G P Z 5 j Q X E g 2 N 4 A E J + b 7 8 D F a A 0 b 3 H 4 D G A 5 j x J w  
 l s d s A d B 8 D w Y i P 8 f 1 l B B 1 7 2 n B P u t Z R 6 V 0 f g D d v P 7 I R a 2 M W 5 v K f H 3 2 b 9 O 9 A 8 D D k 9 d X 5 T j M A v P o w w j i  
 2 W 3 I p G R k n a y z D m + c 8 Q i A z e 3 T N g q S V Y p b + S 4 j l W k m / W X 9 j Q m 8 F w H u X Q H v 3 o G b t / 2 M M x 9 X h p h 8 d e c A  
 x o K U c I O f y 0 D E s 2 j r o T Y t 7 L 4 / B 9 y 8 t v C M M k j E u + M T 9 Y s T w n l T f n i c d h T e k x S N 9 1 e X 5 R f e e l 5 Y Z b l b  
 z 6 z T h z N 8 O M / o W 4 D W 1 K 8 3 3 P g b h + r J N F 3 f d / 8 u c n 9 j g T p g x P S p 1 H Z e K w N U p q / P A / M 4 6 N m 4 u h f j N w S I  
 2 z V 5 Z j Y 8 2 u J v T T s f 7 U M h x f y q A 3 h / 0 y / Z M Q i J 6 C J l G B Y Z k 2 W u X R S 4 d w G 8 e w V u Q K H + Q y 5 j a u L V y b t i  
 Q I F Q L j S k g b b z b f n g Z S Z G 1 9 + x 5 S + p j b x 7 i C A S r 0 n g D K D g W 7 2 3 T M U 6 0 A c 0 w J w q o / S G 9 E 3 m o j 3 r o g s v  
 O u S N + Q 7 Q y c q W e Z R K 9 I m y q h n U c M l d 9 9 d Q 9 + M U 8 J z t G n j k d n H 6 3 i 5 I v 7 Q B c 2 P n + m v 3 E 6 f s r P r S d m s j  
 B y e v H f M D b T Y r Y / O x / f X G I X B i j 8 C / u W V e + M G B A 3 w K m 5 B / i p t Q 2 z g r 0 + f h K O g H X v 4 i 9 E u f Y 7 g M c G 8 7  
 e P c K 3 D m B I x 7 0 g v P P 3 / v G / v a v b q B 5 C W X Z z a g H P a a t W 9 M k 9 R 7 0 x K U B y u B d 5 + H N k n V Z U L b s T m C f 9 e x M  
 a b g 3 z z K 8 J n 2 H N 8 5 8 u 2 d Z y E 3 v E n r v a G + b 7 z T d c 0 y f 8 z r 1 E 6 D 8 0 N 2 / X y k w O A p i K n U U S 5 Z h G h e g q N g V  
 h 2 M V 2 i L 6 R C B f o l M 5 V s Y T N V L n 6 R t f O w t j Y 0 c W W m 6 S S 7 / n I K R 3 E p B m g N + 0 f z S d z 6 P W j V 1 a G K 9 5 i X F D  
 j 9 + y w L 3 N 4 N 0 b c J t M v O 3 s x Z g 0 P J 1 Z I A y Y y m B e n 0 d 0 9 T k B 7 T Z k 9 1 F F L K O z z c C u E m I T K O j r / B 3 A Y z v t  
 e 7 j y s i q e I l 9 t + G r j l e / b F M z s s 0 + H u j e P F h B S W a A S e L 6 A r P T I M 4 j r b w F 3 X v i y V S v t n A C q Z + V 7 6 3 M 7  
 r T r Q N s 8 i c G n X 4 F o 7 C Y 6 D t v j B Y / s b I x N y Q G s x N O A + C w M W E l z v 6 t 3 H E F d a B b i 3 F b x 7 A 2 5 b y H x i i A f N  
 O w T Y o l R t r Z Q 6 z a s a O N R C X u U 5 P D G H 7 i 6 b K K H f X r m / j W 1 q g 8 V b x g U s W F K 6 M h v R d Z I 3 2 i x K C z 9 v 1 4 3 p  
 J t F W T f 3 W 9 D k n w 2 n 3 x j E C n p y J W d 6 4 v q a j 1 v d / 8 a U v t c p M R H G g L Y z V k 3 5 E l R l 3 z 0 B h z O K z A 7 R 5 2 e q y  
 i 5 3 M M x o U S p 8 4 8 s n q 2 h w / Y X A Y K + 9 K c h v J U X n X 1 t R P f X 6 + K n B v I 3 j 3 B t x 1 O u x Z x 5 I Z d G C A b 8 z g M y + z  
 s s + J 0 v W 9 c Y U W P h q I 9 + Z g A g s n 6 k p H E a M y G G l w 9 E c b X p n 3 n I 0 e s A 1 w K T 1 + 3 H Z b a a W F n t u 1 q d m G X Y 0 p  
 s A S k M j M B L X C r 4 8 Y j M 5 E 3 S 2 I n 7 s G Z E S y k s / a v / 6 O w U B y l Y e c Z m y / z g B j Y i 3 s w E o t U K g z P P s b V O k P D  
 A G 4 x g N i d m T / 4 8 q 7 6 b t n 7 d A H c 2 w b e v Q D 3 U R 3 2 5 c f o s O d V l x M 0 K T 3 D y 6 9 4 a S N F s O x k W M f 3 L A y L 9 o s P  
 P 1 z x m L x Z 2 / H Q L N v m l t y 3 x U O e 1 d R e 9 y h l g 3 U U D U B Y R K s r 6 S N z 9 Z s g C W z q q 6 4 + B + K A D n C K M Q D A U v 5 p  
 P I G 4 P r R b 4 Z z w o i M o q j / L 7 z C s H J 9 5 w U G 0 C S o u A H e R d 9 J u S T g x X 0 K m a l 7 6 L E p T + D u 6 Z J F 7 9 3 F t V 8 C 9  
 T e D d C 3 C X I B y B s F l b c w E Z E 6 T U I r f x N P u Y K O u 4 J 7 1 u H X B T p 1 h Q T W 0 C 3 H X 1 P 7 I h A B J O l F l E L Z B P l o 8 d  
 w B i 8 s K b + G P p z H j Q P m B q j T A B q E + N w D X D 3 f c X V 2 g T j e e P L y B J 9 L 3 Y K 5 l z w 3 i g T 7 4 G y D F B n b I b u y / J 5  
 X Q L 3 t o B 3 5 8 D 9 v e 9 9 v y o p W f K t 8 w J h 5 S G x G r W p Q c l l J 7 l 6 I X X 1 o g W U 2 m y D e e 7 z A O K 0 / W A k q m o R 0 P Y u  
 j K 3 6 K N k A S A p a B j C W 7 Z t N + p 5 + E W R n 3 M j x S i 8 8 9 6 P x A p A S o s R y Z G u 2 i T s 0 9 U d k o q L D 4 o d y J g L c D M x T  
 n n J S J V m 1 9 u w Y t A N 1 I q h p r c b u F 6 g 3 P a / v z 7 s G 7 m 0 A 7 8 6 B m 4 4 0 6 i 7 H z f G 6 8 8 D H Z C m D k u R v u w Q O a K S y  
 e q D + s 2 1 t s z B K 2 V 7 0 v Q U J / O 2 C F g X t e G 4 + W d 5 9 8 d w C b 2 3 a t c v X h B d u l 4 M e A e T W g q x a 1 I r k J g H F r r I y  
 4 3 n W j j E H z L x 4 6 5 F T o A 3 m i Y q A 5 g V v 2 7 q 0 2 x O w j O Q b Y B 9 z 0 d / W P Y Z 9 A P e m g 3 e n w F 2 V Y t 1 P b y 8 l g P O 2  
 1 i b b q 1 5 5 d N J E Y 0 w a E 3 r d E 2 b I 5 1 O F Z P V G c K N t D 1 q g P N G H + j 6 k X n j U u + + + e 6 H D i O v e W W G i H K C M g G m b  
 7 f y Q f T j m Z / G k g a Q Y h 5 9 l j W j d O 4 a O G z B n u Z / f / e Q g d a T z G 0 N z J r x w M Z e 4 l o H J / P e 6 + 7 U v 4 N 5 k 8 O 4 U  
 u M s T y N 1 c v e d 5 p V g j e y t v I V / 4 w g s q C d a 6 J 8 x Q z 7 f w y l r l + m O R 4 8 K k o t v y A m r e N a + p P F B g 2 f c x f j / 1  
 3 H M P 1 Y 4 h 7 e Q p L n v P 6 X v d n N d o 7 h h v A U 3 0 B o / e q U J H A 9 6 f r f T f n C B / c 0 2 u n n j h R R c d r E 1 G J Z / t m h 2 p  
 d Y 9 V n 8 C 9 q e D d K X D X B S X n 6 b B N O t l b 2 d O M U 0 l 2 y Z t j 8 M q U d Q M T W 9 l 1 L x z P p + 8 t 1 Q / 0 6 Y 8 + + r c T e O / 3  
 z 7 r G i I G u 1 C o v f n G l M q H V r m s L 2 p G h z R U B e d W y J a O s 7 / v u / N 0 D T z t K L J i X 6 3 q 3 e G 7 f w L 2 J 4 N 0 Z c J s Y  
 d T W 3 5 x U l q l N S 8 D J 5 C u u e L E M + / 8 H P P F i b J N N U u W / I N g p i 5 Z P l T R z 0 C a 1 x F w G 1 I d 9 l W 5 4 V x 7 f R g b c 9  
 Y M R 3 8 N z h e Y d W 2 / o V w I z 4 V M g + 0 T r r 7 q 8 h g H v T w L s z 4 K 6 r S 9 K k i M j R 6 x z I b E r v X v d E 6 v L 5 F k x U E 8 x 0  
 k Y M O 7 G C 6 f N Y q 9 7 I D o i 3 O 5 X a 1 F y / 6 X 9 / x z q 3 S 2 6 / S T 0 N + l x C A 4 W w L 2 t r G A D v E I 9 c v A d Y o S 3 S J Y + L C  
 K L e N r / T 9 z k M B 9 y a B d 2 f A r U B P D m A 1 U R 6 A A I 2 S t 9 + + o / r Z L t E k D F 6 d D P C C F 1 3 Q S g b Y 9 6 L J 9 x d Q s 6 s q  
 E 3 1 4 Z 7 f f 9 t s 7 l Q o / Z L / P e h Y H Z 5 G D s w E 8 0 L b m y B T j + D P / J + E F 3 J F P Y S 0 q n j W G 9 x w S u D c F v D s B 7 l k H  
 A c 8 7 w T x o k g z c R 2 m S z 4 1 i s g w 1 Y S U Z 1 R U v 4 k k N 1 Y Z F n m P c c t Z d T C D v I I G D F 9 j W 8 L p u l y S f i / R z 1 9 f q  
 a z J A 4 2 S X Z P f E o w 7 Z H y D n d U f F Q O u S Y 9 V 1 O 5 a 5 3 9 D A v Q n g 3 Q l w C 6 6 V X m N T Y E 2 N h l K 3 7 D u 7 R J O o i 1 w e  
 i B w 6 6 T b Z k s s s g i 6 + A 7 z x 7 6 V E M H T A O P s 2 g A w o e H h S / y e e v N 8 A J 2 8 7 K m + i 5 g S V 8 d e k f y E 9 N a Y C z l E W  
 d i w l f N c B 3 G M H 7 0 6 A m w Y 0 1 x k x 8 L T b 8 z w v v G i Z d E O y 1 G b B d w E + 6 7 6 H 9 7 R Q j n v C c Y e y E o E f O q K t 1 7 q u  
 9 7 D L k l j C U 8 v c v N 9 t w e 0 k m s C Y w S d B Y 8 D d q + n 6 d b 3 r N j w 3 j i j T 1 5 H F b I 7 l d Y g C y 1 U P r 7 / u 1 0 c x J u s C  
 7 j G D 9 8 r A H V x 1 B m G L m U c 9 j 5 u z r c 4 0 C e D n e W 3 D I m n z D p Q z Z Y Z p g N 6 Y v e 2 S 8 5 Z q H 4 f Y Z g A 3 n i S E T S V g  
 J f e g y A D K W I J h b c Z v k 6 7 J i i / S Q U f m R f t R k 3 X G 1 1 h y L M b g S K 0 T u M c K 3 i s D t 4 D G S 1 5 y x S G v q 5 w c 5 S S 3  
 b Z M 2 n R c 6 q d n X v v 7 1 n Q B u 7 6 9 m c 1 l b x P 8 t l r F 7 2 3 k 8 t d X i V 1 6 0 1 H n z 3 k j P 5 t F f j z 3 2 g 4 N 0 a 1 T Z r N O R  
 6 o B S g h E d c 5 N x 2 C S Q 7 a O t d k d x Q p J S t H k 8 0 F 5 5 L a K / 0 C e / / J r X t C o n 3 E d 7 y 3 u u G 7 j H C N 4 r A 3 f W f r p Z  
 l I K c Z 6 l p u 8 v a 0 y b U L m y V v S N w r q v h j I N s O g R 2 i I W y z D M A q F 1 U S X / x v N E m 8 4 y R b X z U D x c 0 a / t 8 B o N 8  
 T b a g 5 J O u M k X b P n 9 T r s N l P + + 8 8 6 q 1 6 W i 2 P B Y c L 0 Y 3 g O C Z Z 5 1 V 6 b n 9 f S z r c Q z A P T b w X h m 4 0 R s Z h H l Z  
 F u K 8 S X 2 U 2 3 3 C o d P D c Z y b s h B W a S d q o W 5 r q g 8 3 v V w q b 1 m c o p Q L 8 u g + 9 7 n P z x z f P I d 4 3 Z H J 1 9 T P A A j V  
 Y r f m k G V l A x b R N D f d f 1 s + J x l U e g J w l 0 X L e O M M X w A B 5 6 F t / w / V P 2 M B 7 j G B 9 8 r A T e t Z n k R N E t b E b 2 e a  
 R I n J e R m W Q 0 2 Q v p + j b k S d Z j t 2 K Z l 7 7 L s t f d 3 f o i / r r n g / q d W z d m E O A w i w 9 + 8 H P 3 j 3 Q k Z c L Y 4 4 E 5 K M  
 c p E C T m i D T a K m l h k 3 8 y q y X g W + 8 z i U H n d T 0 t w y z 1 / 1 O 2 M C 7 r G A 9 0 r A b Y G U W X / 4 7 X k l X O u k g z y y b f e U  
 l E F 1 6 G 8 d r 0 0 S q H j + q h N 8 L N 9 H m 5 Q G S g C z j g Y y H 3 K 9 b / 2 z i N f t n Q F R J I 4 0 B c Z L f t 5 O z 3 e V 1 R 1 D I K 6 P  
 M W S c 4 p A O X L e 5 Z o z 0 P U l q 5 r i t 5 0 U M X x / t H S P H D b D z z 0 9 8 + K / 2 P v f 1 H 6 5 t z a 4 E 3 L y r r E M O z 3 E e N 8 Y b  
 L / X b L 7 r g Z 0 Y 3 W b q c k A C r P E 8 z O p 5 0 7 j M P P r i 2 C d D l e 8 a 9 I t m j z I p F a + T n K Y g U u u G 8 A + N 1 N / H i Z b u d  
 j R n H g O H a 2 4 I w 9 R M v 8 8 x n n F l R V W 2 / 1 0 e / 9 X F P e m 0 K p q B D r D 1 G F F j z w h 0 x m E u 4 v u m m N 4 9 u L o 7 N 4 w 4 A  
 X y d 4 r w T c v O R 8 H q H A V B N X j c 8 s O d D r 9 w u / j y U Q 0 v X i A d r q J D / h u M N 6 b R 1 v E T l E Y h u 3 6 l / 4 w s O H 5 I 5 A  
 X O Z e 9 K 8 A G O 8 u H 7 f m m g B 7 H v u 8 M 0 r L c c q l A 2 Z 5 9 7 P G l q 6 Z A T 1 1 / 5 S g j 3 3 s 3 t E B 1 6 J z k v E x 7 x x B 5 t C G  
 o J F K v X 3 5 f 3 E W t N W i z + v 7 + r E C 9 z p p k 5 W A m 7 e S E 2 8 M f J M W l 7 a 3 L v G m 7 8 F f x / 0 t n l J p E R 2 u 3 / C x 2 5 o p  
 y h D b S W V w k E 7 N y 8 Z h 2 6 m V H j l u H I C G O o n B m 3 f K e R 5 T Y B W U i / n V N A / z d 7 U 1 K D + U w i b T d k q 3 O q L u n P 1 g  
 Z J 1 y a R 5 4 P / W p T 1 v 5 0 I 0 + 1 t m Y g X t d 4 L 0 S c F u A 2 X v G L + L O 5 g 1 e G b j y / d t u / 5 3 R W f l V J y D Q v u o 1 V 9 U u  
 H g b O S U H b C t r R d 2 p d Z K A Q / w C M o U I K 4 A Y w 5 g W Q V g c l A M e / D H 1 b m Z / A W 4 D + I n S J 9 k a p 0 + N P O L 6 q 4 7 H q  
 + A / 9 f c o R 6 / H c / Q M v Z g G 2 v 3 M Y 4 j g z 6 9 V Y x E 5 H o a m x 8 d v 6 c e z A v Q 7 w X g m 4 o y B N 3 I T F n p c M k Y N I 8 R 0 T  
 Z 9 u O K Q t 6 p G 4 B V a D 9 m 2 / d e t C 2 4 P D U b b b n 5 K E x b 8 g G s 9 f N s P M g 2 4 B 3 P r v U i T 0 O Y G 4 D o K i S n 3 7 e U Z 2 z  
 9 j I u b T 3 9 N v f v 8 x o 0 G 2 f p 1 a + + 6 p i S u 2 H E Z O j a v T B I t O / 5 E G G 7 Z o 4 T 0 B 5 T G e H c Z 5 s A 3 E O D 9 9 L A b c K Q  
 e O X t L l 5 y 3 g K j N p F o k x c z n l e x o T 4 n 9 5 D 3 B t o y z 0 r 1 i H f e J d D W 5 + i K W c C t f 3 D R P N 1 Q I X 3 v e 9 + v q t P l  
 X Z z r / B + t 1 A T e Q C h i L m 1 l h Q J 3 g n R 5 v H x X Q s + Q 8 2 a Z Z / G y t f P s Z 5 9 d q 1 Z 6 + n 7 A l a 4 e U D d 5 0 u i i s Q Z m  
 N w W 4 h w T v p Y H b N t / 2 N i 9 M Z 9 j N 2 / 5 b o L a w + T u L y L e W m d x D f g d o i 9 7 n I F v m t C 2 i b a d H c n / f 8 e 4 7 j g F u  
 f Q N c S f B 4 f x G Y 9 a / E L Z r + O r B v 4 3 l T L G V p m 7 G Y d Z S X d p q P L 3 v Z 0 f r U 5 T N 9 d 9 7 u E d A x J H 7 c Z 2 j Q w 2 U 7  
 z T 3 H m M L D 9 j d r E 2 B v Q 9 B / k 4 B 7 K P B e G r g f 3 Q f u q H 8 Q N 3 n F K 1 4 1 1 7 K b 4 L Z s J X B L T B k S Y P t 4 l k V y 0 Y U X  
 1 Y K A X Q W u d p d A W x + / / t o 3 H J w 8 r w + k V u O h 0 S G 5 L 4 A 2 7 z w r l O r A W 3 Y k p c Q s M P r o R z 5 6 T B Y v u m a W t 0 l B  
 k U / 0 i X K m n p 2 P 9 M r z B Y W C k j H X U S r e C c h z S L y b z F g G y W H X f a i F G A p 9 J b i b E 9 + 0 2 f / l C l D G z M u l 6 G P +  
 9 3 n P T Q P u I c B 7 e e D e 1 4 e G q D 9 u Y v L O 2 5 K Z T N e 8 7 l i q Z F 4 l w T 4 n R F f 3 t t 0 + L 3 G k G X R I z J o K L X X V j r H d  
 R + w C y J G A M s 7 U G q V n a r 4 4 P W k W a K O X c q w A X 1 t n 6 H n H 5 W 7 O O D g C r q 7 E L P D P T o S d H z o m t w P X / s n 7 7 j 8 A  
 Y O 3 3 j K x 7 z r s r v 2 u r e 9 C G o w V R G e b H q k D O 0 N 3 / w K c q g 1 H n Z T O M g s G b W u t m 3 t z d R O D u G 7 y X B m 6 W n 0 o g  
 g 5 Q C N v O A m w d S L i 6 T 0 O I Y G + i 0 b Q 9 + v u R I o 0 8 s f B 7 Y N m x X 2 / b H I t f h t O n + T z 7 5 l F p 6 B J g K q F 3 9 2 q s P  
 d j L A s c z u A 2 p A N w N q 9 k b d h 4 Y 8 e / k A L m g V 9 w R 6 5 n R Z b t g 1 T j + P w y N K L 7 f c G Z S 0 C y B n v H n m A o A M G c P z  
 5 U c e q b z i W V 4 5 A x f V D 6 l F G B n v U X d / R s L u Y V v n 2 a Y C d 5 / g v T R w 1 6 W u 8 z C a g i C v e 9 0 1 x w S C e E S L L P g x  
 X G u R W C w / / s y z a n l c g T f 1 V / r Y L o / h / V d t A + 4 Z t V A e P p x j A t Q k + h n 1 k L l r B j H q 4 Q A / 4 M / j D F D z O X B H  
 r Q T v y 3 P H + / J + Z R O i G 0 K W e O p p p + 3 9 2 e e P F s F C e a m Q F + 1 w T 8 7 F q 1 7 x y k P F w Q A y 7 1 9 A 3 v M i a 3 N e M N Z n  
 c X S Y 9 7 n k 5 y / Z e / m V v 1 R V 7 N M X 3 t e / 2 s 6 A 2 N F 6 R q Z w c r t 8 J m 6 C 7 1 5 1 P M b 8 / U 0 G 7 r 7 A e y X g f t a z z j 4 E  
 W i R J T c A t p T Z v f f 1 u 8 o 1 5 4 p R t A y Y 8 w a f t y x / r P C 7 S M h K z C b T r j + P C c f M g Z + m N A a p D o 8 N D 1 o 8 k g 1 n 3  
 j Y b 5 0 4 c e q k C u r E 4 J y H m r g D r A O w A c j S E 2 g 3 K I + / F Y Q / 7 n W W R x g L W u r k z w 3 + a s 7 F C e O C N i v F F i 7 m 0 H  
 x i D V B T 0 z 8 M 4 C + f K a f B + / 8 7 w B u 9 3 e t n r Z e c 1 t O n D 3 A d 4 r A f e z z z 4 M 3 G R w T c D N 0 y l T 3 i 2 w T Z m A 2 m n r  
 W n d 6 j U V 1 6 a W X 1 X K w m 2 S Y + m q r 7 b 9 d S G R N 1 g E b z x V o l 9 K / j 9 / 7 R 4 c S d 1 A P c U p 5 T G L p 8 z z W + C 7 P G o V y  
 + u l n 1 I J w P F + i V J 5 / 2 g k U A X q d c Z m n 8 3 Y f N I i 4 D X C 3 J q w T 7 7 V o J m M G d t 9 l T K w V d V l 2 K d C 9 D c D d N X g v  
 D d w 8 D U k O e X K J a D d F s + u K T D 3 3 3 H M b v 9 c X m C x 6 X / S I R K P S W 7 K w U E W b n C 6 9 a F 8 s c j 3 N M U 9 4 n n I E 3 V F y  
 0 f E M 8 y Y S c + o 8 V R 4 u o C w B H 5 A 6 v B g 4 Z z o l e 7 X A t e 5 d V M 5 D X 6 h l H a A L 7 O U v t H 1 3 6 w G Q 8 8 j t 0 n z X b k N 8  
 y P s I n n J k g g 6 J A K e / 8 a w Z O T t Z 3 L g + + O E P / 6 7 1 s 9 u 2 c e z X b Q t w d w n e S w O 3 C V m q S n C D T U k S t q Q W Q l 5 8  
 m 6 L l F l T C X Z f A Y Z H Z y m 9 K t t 2 Q C x X 1 A H B Q G v k g 2 t y H w I o 3 C d h m 7 b w Y x K g p X X 7 X 3 8 V J 5 j k N P u M F A 0 5 g  
 y A M W a P R s P P O s P t F + g U y 7 L D Q I w F 0 1 J d 6 u 1 F x B t e D v B e c F s S l Q P v z h j 1 S / a 2 u U X m 3 a x Q 4 5 n u t 4 1 j Y B  
 d 1 f g v T R w 1 + m 4 e V N N 4 G U S v u a q w w c F 8 z b w g 2 P m h C 2 i U k W j 8 / C r k k n I v d Y x q c f 8 T G N 9 7 8 f v r f q t L i k p  
 e G e U B K C a N / 7 m V Q C 3 e + l 3 d A k v m 2 F o O 3 c Y B v d S S h c A X 3 f 9 G 1 u f r e i 7 D M h 0 x m V 9 7 K K v u b h t w N 0 F e C 8 N  
 3 B Y l w M r e j 6 1 o G 0 2 2 7 W f J 9 1 n c Y w U / J U P z 8 U 7 x z l E s i h H r a 9 J u 6 n 3 1 m f T 1 s v Z 6 n i 8 8 c L R B G + A F t u Y b  
 S R 2 w P n L k S A W i b Q F 7 U / t x a v d m F J k q D 1 p o 8 / 9 V 6 n k v D d w m 1 A 0 3 / s Y x 0 j 6 a 1 6 b J 5 g S O M r g H B F f d g j Y 9  
 d 5 n P B Y H q D v f V X n + f Q P u w 9 1 V 5 2 f u K D 9 5 w n Y w t J p z d m c D h I q e 6 L z N + 0 3 e G 9 Y 7 7 6 O 9 t 9 L h X P Y x h J e D m  
 O S u D m Q M 9 w K x p 8 I C h g E s p c x p b V T b q A o a o P J G e p y h h Y w L t x 0 G B 5 8 v L 5 h X P 8 7 L N F Z Q H y d 2 m K I m a 5 v P 0  
 e b / G Y Z u B e 1 n a Z C X g J u 3 K o A a I b X 3 b B F O y v C s a A R B 5 3 W P Z / u K 1 y 2 A k L / L G G / 7 L a G m d d Y A I h Z H g H b p r  
 n p c d 4 y x p x T h P V E e / g L e O u d D H M 7 c d u J c B 7 5 W A m 4 d F I 5 t 5 S 5 m E T Q F K g 4 v P F q U v v W 7 q g j E U n f J u 5 T m R  
 2 k o 6 N k n + j g K O n R O Z m z 4 p d y V 1 k r 2 S 3 z 6 a q v 2 R K o m l j w U / 3 X M 7 D M M u A P e i 4 L 0 S c J P + l Z J A u l S e e J t F  
 o / h Q X c E c Q A A 4 2 9 y j j 2 u + 8 5 3 v 7 t 2 y f 0 J N G U C 1 x S f f 6 u O Z m 3 R P g C 0 I L R m k i R Z p A + C O H K O P n 9 Q a 2 w G 0  
 X c / l X Q H u R c B 7 J e D G A e d U Z D d b R N o X N b 3 L D D r 6 W q A g A a L r S d B 0 P 8 + U f V d m d w q m t T V I T c 9 Y 9 + f G T X 2 L  
 N p R W b m s G b N r 7 W a C s 7 x i 5 u o S X W d / h s T P Y N M 2 K T 6 2 7 j 6 b n j 8 e I 7 B J w t w X v l Y D b 5 C 7 P n X R D W + C m D M p Y  
 G J I b K B D q q p 7 J R B z K 8 w Z i U o n r 0 p w Z I w Z q 6 G L 5 f Y A H w + R d 9 H k b 6 W Z Q I q 6 V R F N X o S 4 m k X 4 K + g O d h E Z R  
 V K x M T a 8 D 7 x h / 9 y 8 P W e i j H 6 Z 7 j g e Y m 8 Z i 1 4 C 7 D X i v D N y A t U w B t / g U A G o a k P g c Z V J X + w M Q X H z x J Z W 8  
 r C / Q F A i V w Q b M e N V 1 h Y U W O W 2 8 7 T u v 4 z p j d e X L X l 7 t i g Q S v / b 1 r 8 8 d I x 6 2 e A P A r u u b D N g M g R N s y o C j  
 c V N 5 T / 8 K 9 M 4 r v J T V S W I d 5 I J T A H N z A L a v O b 2 L w N 0 E 3 i s D t 8 X N M 8 4 L M u i S t m A L P H n u d d t v 9 + W x W c R d  
 e t 8 K E A E l x z / V V Y L T M b b 8 Q 3 r 9 f U 1 8 9 / W + K K C o h e E k m V n P M 6 Y P / e l n 9 6 7 f 7 5 t 5 g K 1 / n P o T C p F 5 7 T c X  
 q H R I S N E o b Q o u h Q e v M F n b H V y f f T j d e z 1 G Z F e B e x 5 4 r w z c J j N P q + S E L c 4 2 6 p J Y D H h N t R p m F S G y i N W Y  
 A D g y 7 R b V A D M O F j / w 0 N 6 X v O S K m d t + 4 E a y J g 1 / W x Q P E Q i O u i B R z z q D E X B F i a A q 5 g E 2 P t p O C K A u 6 h G H  
 3 l v f G s 8 2 A C 6 A j X I x d m O R i k 4 g P h y I 7 z J w z w L v T o C b J 1 z q n S 1 u F c 0 W m e C A g 7 p g 1 o k y 4 S 3 y k B 3 y a v H f  
 d 9 8 D 1 Y L + 1 r 7 C h R o E O P u X 4 g V / D o i A F m + T v C 8 K 0 3 v x O l q E 1 8 / L 3 i a Q 4 G 1 7 9 x h s R Z X K M q b o D I C t f 2 b R  
 G Y w z w C b h 6 0 I B Y t 7 w w B n J J g o l D M 5 7 3 3 v n 1 h j T R d b G L l + 7 6 8 B d B 9 6 d A H e d u s R C I x V c 1 G P l U Q F N H v E T  
 n 3 T 0 B J N Z P 9 Q n v D F g o z S s 5 w E o d U W i b C Z l g z r N s 4 o c B Y C 7 7 p p 9 r 0 5 A b d t q H a s t H b J L / Z D L E g R 4 z q K L  
 c t 8 z q A / c / 0 C n / R P j 7 Y C N N m 1 g P K 6 4 / I r K I C + 6 6 9 p l 8 N v k d 5 + A + 3 / v l e D d C X C b F A C v p D m q k 0 z 2 a Y l l  
 J o 2 j r f D e z z v v v M b t 9 C x v b R 5 Y h 3 Q R f 0 5 6 i O 9 u K k m 7 z H u M 4 T u O x o q B Z q C M F R W N n Y g a 6 m 3 o i j B w z o c U  
 r B T Q 7 Z K 2 Y P y d j K P s 6 j y a J t r B W L 9 j v 7 7 3 o o 7 B G M Z j a s N i N M s E 3 E e B O 4 N 3 Z 8 C N o 1 a 5 r Q R R a o N l M w 2 j  
 F j J K x P l 8 T e f 6 z f P O Y 8 H H W Y G y N m 2 7 l + H L N 2 n h A b Z c j h Y t 8 d n P f W 6 P h z s r e Y Z X a 9 z w y l G D O v e 9 M X Y 8  
 W 1 M p 1 m X 6 i U F x X 3 R V m Z x V j q 9 2 0 n 4 D / C 6 N y D L t n r 6 z G B g v 0 l 8 T c D 8 O 3 A H e n Q H 3 L K 8 7 z p R c N N m j H F g e  
 u O Q M X L X F a l v N o 8 8 n h 2 Q 5 W f D h F j + v G n 3 C U x R Q A 9 b b R o f M W g h 2 E r J Z o 2 / O f v b Z F Z 1 U V 1 N E f + q n D 9 3 9  
 + w d B R 5 6 w I D M v 3 T m H O Q h 9 / g t e 0 K n S J 7 8 D X p 4 M F P 1 V B r 4 z g O d D G L Z 1 x 7 Q I y G 3 j t U 0 O 2 S 5 / / m N d D D j O  
 U Q 3 m v P W 2 s G x 9 L c K u v C I B S I F H Y A K I 1 W d W E N 8 2 2 w + J n 6 A X K o C s D V B b 1 F 0 9 v 4 u + G u o e d 3 / o 7 m P q w d Q l  
 O / G w q X r m B R 0 B u A S b b C D 1 c Z / v 8 r W v f b 0 6 6 I D B m R f A j F P c z Y t d H O c + x 2 D d 9 9 5 l Y G 5 6 9 0 6 A 2 w B b O H E Y  
 b F 7 g F 7 z o g i r N e t 2 T Y N e e j 7 6 a N f j h r d 7 x 7 j v m 0 l m 8 b i f G i A X k Y l J 4 Z s a z 7 z 6 N A K b d 1 r z a K M c 9 4 b j K  
 s G j T F L j s j 7 r o e 7 y n + 7 c f u 8 6 A 2 y I j A 6 w r H n X 1 a 6 9 e S N s 9 D W D 7 A a z r K 3 G H L A P M A I 5 + Q H 3 I c J 2 X K M X L  
 B u x Z 8 Q H w 8 e Z 2 U U M C J P q E h x / l Y 2 c Z J A Z F U t B E n a w 2 f 6 b 1 N / 7 + 6 w y 4 D T Y q g 3 d W U i b A g l Z 4 U g I M M y F m  
 H b B L q 9 6 U X C Q m o a g W j j m P I 4 9 X + v o 6 K Q k S R t 7 3 v E J X c U L R s o H x C b S G m a N T P 6 / W z 5 0 C t 8 H 4 8 i O P V I u +  
 5 C W f + M Q n V Y t u A u / V B q z N h J d U U 0 o 0 e a O 8 1 n n B Y l 6 2 u E E A Y 8 g q 8 e C + O 4 b A r t 0 E j 3 + e n N H p T A L Z 8 g L a  
 9 N d 0 T f 9 z c u r j b v u 4 c + A 2 Q B I / 6 g o L 8 b w p P B Z J i Z 8 G f P E B v / + B T x 2 T x M R o z g r e + T s p X q h O g o p A e / n e  
 O r 3 s W e P P + x a Y n s V 9 M z o M z h g O 5 5 j m 8 O J z e O q z + X 3 W C 3 A D A i n s Z e W / k O r h W I H B W A Y H J y q w t S 3 b a 1 R H  
 3 v H 4 X b p 6 X X / z w C l 0 c v r 5 Q f B y X 9 U x 5 h r Z 2 m Y n M K 9 U g v e a z r m c g H M s W N N V O 3 o B b o 0 D 3 n T B p 5 9 x + I i z  
 2 H 5 T o N j y r q r z X r U j e G 6 C p + i B 9 9 / 1 g d E Y k 1 X e S 4 J R G Z D U 1 + U 9 9 f 3 b 9 7 M Q s 9 d q f N A Q d k 1 t q z y u 0 t Z V  
 v 2 u e O Z 1 I C d 5 Z u m 8 O h M D 5 k A H V V d 9 r + v 5 k b O b N g d 6 A O 4 N 3 W V A / w B t g C F r S W 6 8 D J A D X r W + 7 t Q r C C W r Z  
 J W z D g n n r W 2 8 9 B N w o D 1 5 n f j f v r m T u i S c + + e B a / W A 3 V F d B c O z 9 E v z 8 L O q E Y a Y L n 8 B 7 A s S x z + U 2 7 e s V  
 u A O 8 / + A P 7 j l G 4 x 0 e I Q 2 u 7 S w Q + f M / / 9 K g A P 6 x j 9 1 7 E I i z M 5 B C 3 a b T x n 5 N q e E G W v n U G 1 6 q p J s M c k B 7  
 0 4 P H g q f e a 1 b R K u 9 L V T O B 9 w T e Y 1 / D T e 3 r H b g D v E X 4 1 b + Y V d j I 3 w E 4 D 9 g 2 v W 8 F A 4 8 z H w R h s W 8 L x 1 1 q  
 u F E F + T A K W a X e N 4 y n v r / x h h s 7 K d n a N O H 6 / j x q i 9 N 8 1 2 V c A m + 1 3 S f w n s C 7 7 7 n Y 5 / 0 H A e 5 4 A c A Y c r N 5  
 l f 1 I 2 a 5 8 + Z X V 1 h Z / S U L Y N Z X C k G Q 9 8 E 8 9 9 9 z O n 9 H n w M 2 7 t 9 P T M 8 f 9 4 8 8 8 6 w C 4 A X g + 6 9 M 4 A P p t M V r R  
 L w p q k Q Q q A V w m 7 K h 0 K A 4 w g f c E 3 u t a o 6 s + d 1 D g 1 t j H 9 u u a U D F Y V P O K C E X 5 1 V N P P W 1 P 2 r z E H q V i b f m B  
 O a B x c I K s u n k y t z h g A f h b z N Q j A n X l s W u X X n b Z V g A 3 M A L M G a x I M w H 2 X / / 1 3 1 T 9 m M F M k H h b 9 c 7 O 1 i w T  
 w q J f O A e y L C f w n s B 7 V R B d x / c H B + 5 4 S c E k f G N T G n N Z E U 4 Q 0 a I D R s 4 9 V F y f E a A q E F h 7 7 d W / W v 3 7 y v 3 /  
 8 y R 9 p o 6 F 6 1 E G t s o M R l m z m y Z 4 G 4 o U 6 d c S u F F Q w F k g u M y G x P N v w 3 v P W j z 6 4 5 a b f 7 P W S R A 0 Z 8 i 3 + f 3 X  
 A S r T M / s 3 h m s D 7 u C + 4 y Q W Y B O A O q 8 4 0 i K H J 5 R a 5 n k V t w R H t 2 E B 1 6 W 7 o 4 T K F H Y A L p 6 w C x 6 n y o c q R 9 b t  
 8 O w 4 H A 4 x g U 3 / Y D P 1 c X d 9 v F b g j o G M g 2 R R K A K Y + X z I p v K G X X w O 4 J c 9 s W d s k x F w 4 7 T L n U r 5 f / 2 8 S + U H  
 4 r T 7 E r y N v V r k O X g 7 t j G d 2 t M d 4 G 1 L X 4 4 C u H N n U p P Y 1 g s e A R c U B 3 q k 6 T i y V Q C c 9 y k Q u g 2 D S t J Y 1 i k p  
 + w Y 9 t a 2 8 9 r w x R J u Q P J b K J v 9 X T 1 4 8 Z B v m w P Q O 2 w / 0 o w P u E s T j 4 A R J J a 9 + 9 V U V X 4 2 b l F S S u e p Z w B 5 /  
 j 3 / p x u s O F N g W j x t n O + / o L z L A X e Z 1 g b c Y S D k H O A e c h a 7 V S x O I b j + I r m O M R w 3 c Z Y f Q X u M r Z f Z R i F C H  
 A N w b 9 j X I T s C R e A L c e e p + I m B J Q Y L j f N u t v 1 U t T l 5 8 9 k J 5 X N s E 3 P n Q g 3 y o h f d W x 2 Q b u P x V F g t O u 0 7 n  
 z a h t S x L W K v 0 z f X f 8 x m a j g L u L C Y X X L V U X x x 9 / w t 7 7 7 v z d r d g m M 2 a l N x m V 8 i Q 2 7 T p o x x z S T 3 Z u d d w /  
 2 W Q X c 2 2 6 x / g B c F P H a O e A 2 6 L M 5 y e G X n x b O O 6 7 7 z 5 8 1 q T 3 A 1 A 5 5 X 1 T J 2 u X 7 W b A Z F C W u x P 0 m 7 k w U S Y T  
 6 H Y 5 3 7 q + 1 8 4 B N 6 q F i q D 0 t L Y F u I F R G Y x U 9 n R S T R w L R I K R d X w 3 S m k X g 7 d d g 8 t 0 v / 6 M 3 0 4 C t 6 S c E r h l  
 0 W 3 D R C s r A 3 p P W u W v f O W r W / F + X Y 8 R g K 6 T T 1 K Z r L v k c N f v O t 2 v P y A d u m 9 3 D r g l n P C y S q 9 U M s o 2 8 L 8 y  
 R + v k f 3 0 X 7 R p 6 4 n b 5 P I H p U t 8 t a W k 6 P W d 7 g K 7 L + T K G e + 0 c c O v 0 V 7 z i V c c E 8 B y p t g 3 A / Z K X X H E M c E t o  
 o l 9 G o 9 h Z O D X m y C e O / K j u y 2 e r o + T m 1 X w Z w 0 T t s w 0 C 1 o q a l Z m 2 6 p x M X v c E 3 n 3 O v W X v v Z P A D a R L 5 Q X e  
 e x s C U h d e d L g y Y E k J k T 7 y L g X l 1 G 1 R h x y n e 8 n P X 1 L J J w G 8 + u m 0 3 n j x X Q E u x q w 8 h I H X T X a 6 7 O K a v j e B  
 f l 9 z Y C e B m 5 a 7 z J 5 T 1 n X T 6 3 b U V Q Z s k 1 E a R i y S l I 4 / 4 Y Q K x B S n o o d / 8 0 0 3 V 5 p 5 Q P 7 Y Y z / Y S i B D J X n X  
 O q 9 7 G w x 6 X w A y 3 X c 9 x m k n g f v I k S P H A D f J 3 J g O M F 5 m Q d R V B m w D 3 H X X l A D G Q + e Z i w 8 4 Z U Y S y 7 Z 5 4 3 V e  
 N + M 1 K X L W A 0 7 L r I F d + c 5 O A r f M y 6 e c d N I h L t j / Z R V u 8 s D X V Q Z c F r h n g T l A t 1 t h 6 I C 4 0 + M 9 d x v i A 7 x u  
 V R T z u 6 O V a O M 3 e V 5 M b d 8 + w 7 O T w M 2 D q k t 7 R 6 F s 8 i T 3 X v l I s i 5 B e 1 a 1 Q c A m f V z g 8 4 s P P 7 z x c Q K 7 i a w w  
 Y a i u v + 7 X N 5 5 G 2 + R 5 P b X 9 W M O z k 8 D 9 7 W 9 / u z p g o Q Q j 2 t 1 N 9 h z J 1 / J x b L l O C S 8 5 f s r C W 6 6 b V e e 8 C f z j  
 e + 5 9 1 j O f W R 1 N h 3 L a 1 H 5 k / J 7 + j D M P z Q 0 J T N t 2 t N s E h p v t h e 8 k c J u 0 C l K V Y O W s x k 0 O U F K C n H j i k 4 + R  
 A 6 r N o t Y 5 W s O 2 / 9 1 3 v K d S j y i 8 p Q A X e S R F i V I A k l G A f 9 0 p Q U 0 g 7 n P H o u G F y Q 5 x 7 p s G E A K R r 7 n q s M 5 f  
 n 3 7 + z z 6 / c e + y a X 0 / t b e 9 M d l Z 4 J b i r s R r B i M 0 w y Y H K A F 3 q Z b x f i o m z l s U w M o u x A + P E + V x / w O f 2 r v t  
 9 t + p g N 0 R c D j t q I v e B O A M I u D 3 P e e D b p o q g 9 H J / e j 3 9 9 / 1 g Q m 4 9 x 2 e C V z H 0 Q c 7 C 9 z 0 u S c + + b B 3 q o 4 1  
 Z c G m T s 6 P f u S j t Z Q H + m L Z d w K 6 6 r s w a H / 8 x 0 c q a S C a y W E N d S e o l / Q T w L / t t t s r o 7 B s G 4 b + H g O Y K S e G  
 S N n g o d s x P W 8 c I D n G c d h Z 4 M Z Z 0 m 6 X Q P P O d 9 6 2 s f w s g K z z h g U O u 5 p 8 u O t v 7 Y O w G h + e d / E l l 1 Q H N 8 z j  
 y H n q D u z d l K P S v v L V r x 4 q + e r d 0 E l d 9 e F 0 n w m Q V 5 0 D O w v c u G w 0 w D Z l U P I K S + D 2 f n 0 W 0 O K N 8 1 C v 3 + f L  
 e e G z A B z d Q D 6 4 C Z p o c w N P n / s S 7 b P q Y p u + P w F 2 V 3 N g Z 4 F b B w r S l Z z w W f v B u U 0 A l 7 o J c O l l l x 0 D 3 L h m  
 W Y 9 d T Z h Z 9 6 G B p m p R T k D W Z R 2 A 6 2 t B 0 K 9 9 7 e u 9 t 2 e V 9 w X c P / 2 8 8 w 7 1 p a z K T e P q V + m D 6 b v j N j I 7 D d y y  
 / 8 q D d T e V 5 w Y 2 5 Q E R P E b v 8 4 k j n x w M K L / 3 v e 9 X C h b a 7 j L 4 G 4 d W U L T w 1 M c K D v r y u e c + T q M x Q p d f 8 d L R  
 t n e s / T i 1 q z / w 3 2 n g x t W q C r c N P D c v F l i W V I n g 4 F 9 8 6 U u D g 4 5 g 5 h u v v + G Y c q n a Z x c g l j D W u i d S + T N V  
 M n H c / Q H Q B O 7 L 9 e 1 O A 7 d J c / P N t 2 w F z w 0 o n 3 H m 4 c Q R I C l 5 R L B t H Q t E M F J S U 9 3 h x V Q b V C r r a F f T M / V l  
 P o 8 S c F 9 3 / R t H 2 d a m d 5 k + X w 4 Y x 9 5 v O w / c e N k S W O i 5 N + 3 E G G d K o k V K j 9 v p N + v k Z n m v v / V b b 6 / 1 v F / 4  
 w g t G m Z E o J p D n B G 5 e K v z Y F / P U v u 0 E 6 b p x 3 X n g J g t 8 / v P P P w R 4 m 8 h z P 3 D / A 7 X J N x d f f M n a A Y f n 7 V C C  
 M m A J E H / n 9 n e N S n 5 J 7 k j 3 n t u q A N m f f X 7 K n J w M w 3 g M w 8 4 D t 4 X 6 u t d d c 0 w d Z l 7 i J t X b q D s k m P c t r X 0 M  
 C 0 4 2 J t q m 3 B G M r W y q N P 0 y V q B k w C a m 7 4 9 h 3 K c 2 9 A P 2 O w / c J t b H P n b v M V t 5 d U v W S T E s O u H V X q n T c H / w  
 g + M o S c o I S t g p 5 Z e y L 5 U f W P R 9 + 7 r + 9 3 7 v r k M 0 S Z U 1 e e 0 b N s q I 9 9 U 3 0 3 3 7 A e F l + n U C 7 n 3 g / s s v P 3 J M  
 O V R l X 9 c V 1 F t 0 I G d J A Y f S c L d t r 6 B f W U 6 X s a H t H s N h x r x q i T b Z A K L N x h p E b d v v 0 3 X j A d y u x m I C 7 n 3 g  
 B h o O 2 c 2 8 p i S S + + 5 7 Y D S e 4 L w B n 3 W A g k O C a d W 7 m i y r 3 o f X D a T H S J d o m + q J O S h p P l x 6 6 W V 7 3 / 3 u d 0 f T  
 h 6 u O w f T 9 7 Q D x C b h / V P H s T T e 9 + R B w 2 9 J v y s E K F C U n n 3 z K M Y B 4 / g v O H x 0 3 e 9 f 7 7 z o m S M l I / u l D D 6 0 V  
 H P / 8 z 7 9 0 T J o 7 E O + z X M A E o t s B o u s Y x w m 4 f w T c t s P 5 5 B N e I X X B J g Q o 7 / n D e 2 o r 9 a n i N 7 b 2 q 7 5 Y y i / 1  
 O + O z j g X g m d / 6 1 r e r O i r l O Z u y J S d v e w L X d c 3 L e c + d g P t H w K 0 + S U 6 6 A N y b U p / i h h t u r A 1 M y k 4 c 2 6 R T  
 T r c 8 p W e d w C 0 A T Z F T 1 h o / / f Q z 1 m p M x j Z u U 3 v G Z c A m 4 P 4 R c K u d c c n F P 3 8 I A F 9 w / v m j V 5 b g 5 8 t j 2 B g d  
 Q D T G 2 u I C l E 9 9 6 t O O C Q C u w + M G 2 n Z a p 5 5 6 2 j E H B F O 6 P L Z f s 2 Q C r H E B 1 j Q e R 8 d j A u 4 f A T d K A Q D m 7 b J C  
 Q 2 O X B D q x v u 6 A Y O o N a p m x T X R 1 v M v C X n Y 6 3 m P o t g L t s u + M v 5 3 W N 7 7 x z c H b M / T 7 T 8 / b X K M 0 A X c 6 j s k R  
 X x m 4 f / I 5 5 4 w e u I 8 c u a 8 2 Y 5 I a Y o x G 5 w / + 4 J 5 j O G 6 a + e 9 8 Z 1 j l B s W Q 5 J + S 1 1 Z h c Z O P r 5 v A e H P B e J G x  
 m 4 A 7 A X d 5 g L A T c s Y I f j H A d g k q 8 J W p 5 P 5 / 5 5 2 / N z q P U X s d f V a C 5 c 2 3 v G W w t h p P t U i e 9 a y z j 2 m H u i 6 f  
 + 9 y U 2 r 4 I g E z X r s d Q T M D 9 I + C 2 o G m M M 6 g o g j R m 4 K b f r i v l i o p Y B 2 f c t I h p y p 0 i n 3 X c 2 q r Q V 9 N 3 u / j c  
 W P K 0 0 S O l 8 Z C O v 2 5 J Y h f v O N 1 j P U A 6 d L 9 P w P 0 j 4 J Y 1 d 8 G L L j g E K m q Y j E 1 O l y c I E K o r m Y o m G U M m Y m 6 r  
 / i 2 P i g O e N + 4 r Y l Q Q 7 H v i y y 5 F 0 0 h K K u u v 8 7 S H M h 5 9 v + d 0 / w m 4 e 1 9 M Y 5 p k T m 0 p s + b G K K e L P g N E d f V J  
 o u L e m P o W a J M s l n V K B F A F K / t u q x P m F Q 2 T 6 F O C N k 6 b R L H v N k z 3 3 w 1 A H W q c J 4 9 7 3 + M W j F I B L m + f a Y 0 F  
 / o Y a i E W f w 0 M s v U e g B A z H E l x D T T h I W P 2 P E r Q Z S S V d + 6 a i 0 E n i A O X O R H u o i G R M L t r 3 0 / U T C K 9 7 D u w 0  
 c A M N H h 9 q o e Q 8 f + E X f m F 0 d E P 2 t n m w d U H J s Z R x Z T x o o c 9 8 x p m 1 d b g F K f v O S j S 2 p H 1 1 R s O 5 l 5 t 2 W M a 6  
 w W J 6 / n g M 1 s 4 B N 8 4 a Y A j e O b a M h r g E Q A G z I U 5 G X 3 Y h f O b B B 2 u 9 b d l + P l v 2 v q t + j y G U g Q q w 8 c Y n H H / 8  
 M R m d Q F R 6 e Z / 1 r c P T F 3 A s D b L x l i n Z t 9 F Y t S + n 7 4 8 H J M c 4 F l s D 3 A D Z g o 0 f w T n c J o A A 0 g J 5 M g l 5 q j / 3  
 c z + 3 d 9 q p p x 4 D 2 H E q O j 6 0 7 y 3 8 s p N B h m c Z 5 N P u q m 7 0 6 6 9 d S 7 s F F 1 E 3 Y g L A s q z 5 E r y y v 6 M t + v R 0 j T l g  
 Z n w z a K v 7 b d z R X 2 M d 2 2 X n x P S 9 3 Q P 5 j Q N u Q T l F g W y D L U K e s e L 3 w B Z N w J v D X V 5 x + R W V V M 4 B u h a x w N T x  
 J 5 x w j A c W o G K R k 4 l Z 9 G N T Z M T C B J D A s Q 4 Y c d s P P T R c k A 3 4 M Y q U G g x J C Z R l E B A f / / a 3 v 6 M y p n 0 B D Y P w  
 h m u v O 6 b u i J r a / j 4 W 7 r + v 9 5 / u u z s A v h H A D S S k R C u x C Z h t w 9 E C F i Q Q s / 0 O 7 8 q / J f V R 1 n / O Y O 3 7 t M V A  
 n z E Y q / z v a L 3 o j x 5 T o M m 7 e I e h z m 5 k P O x g g L B x K J U 4 J W A z m K / c 1 8 d / + t M P 9 u b p m h + M O I + a Z 1 0 a Y 4 Z 9  
 o k Z 2 B 9 R 2 w Y C N H r h 5 U b x p 3 n A G 6 F l g X A J H A L n v A j h g 7 1 6 C j 3 T a j v b i i f H k x z r g w L J O g x w U i e B q n 5 y x  
 f n F / u x u G k + J m l o H 0 d z s b O w A B Q C D f p 5 f t 3 u + / 6 w P H x C q M N y D 3 / I k a m U B 7 r G t 7 2 X a N G r g V S c p S s j L Q  
 5 P 8 W K K / P S d y 8 c K D M E w T M M i F t k f / T N b 9 W g T + O W 0 q z A B o P b B M W N N p G s O + 0 o o J d G C g A 2 W e W p H 7 S b 0 A w  
 S p + W o B 3 j I P C n z 6 X b D 2 E M S f m c H l 9 K / X j 5 b 3 3 r r X u k g M s u j O l 7 E 9 i P e Q 6 M F r g t u r J a H 4 D g N Q N n M i + g  
 j D 4 R e E S l A A t g z z v k i S l c N E R W X l 8 D 7 D 3 I 5 u w S 6 n Y Y A M q O o Q 9 6 x z 3 1 K f 7 a 8 2 e B 9 e l n n F G N k 9 i A 6 4 e g  
 J O y O j L k Y R m n M G W 1 9 s s n j 3 t d 8 m u 6 7 P c Z o l M D N E + Y x H X / C 8 Q c L k 2 f N + 8 Z X 8 p j H G k D s Y n E A J i o N u 4 Z S  
 g x w A b o c h U N k X x S N x 5 t z 9 I l t 1 W n E G A 1 h 7 P r B + 9 N G / H c y z Z d B v f d u t V b A 5 G x M G n T F f R 3 n Y L s Z 8 u s f 2  
 g O o Q Y z l K 4 C 5 P A 7 d A c a v b v v W N h K A 3 v e m m m S o N f Y F j 7 h O 0 v / z I I 3 s q I 5 b e L G U I O d + R I 0 c q Z U 8 f n v 6 s  
 S c 9 A o Y R Q N m U w m q I F F d Y 3 z z / E g p y e M Q F 4 m z k w O u A O b z t 7 m r j T I a V u b T q u y 2 u A E o o H l 4 2 z n q W K 8 X c 6  
 a Z x z X 5 4 2 M A a C u Q 2 8 W Z S J M e j r u f P 6 k 8 F m q E r t f Q Q g H Y i w C f G K L u f M d K / d B v j R A b d F i q c M S s D i l O E 4  
 p H c 3 1 K J A M f A i 8 d g A O z z J O n o C z 3 z N v g p G c L X P v m B A G I f c / w 5 N 5 m E P 1 S / x H E Y C Z a M Q V E k Z 6 Q + q F b T Z  
 0 O 2 a n r f b o D m G 8 R 8 d c K v S l x N M A N o 2 8 Z b A C N j c f f e H K w W G b f 5 x T z i u N v g Y G u 2 L L r x o T 7 8 M E f j j 9 W e Q  
 V J N 8 a A q C Y U K X M d g h P c z a b I Z d U H o K Q E 4 A O g Y Q X U c b R g X c 0 r m z k m R b v O 0 A a x Q H + Z o j s 2 a l h Y c 2 2 + c q  
 F p L W 2 Y X 0 6 W X H x A P Q v N u c o i 4 Y P O T E p A a i W Q f O O Z k m D k A W 6 9 g m Q z 5 k 3 0 7 P 2 h 5 D N y r g x l V m 6 d s m e 9 s Z  
 r G V l o h 9 C B x 3 g X E r 8 U C T e n 5 r k f X f + 7 m C A H Q v 6 Y x + 7 d + + J T 3 z S A X D / 9 P P O G 8 z b j s A s w 1 b K H / W L u c C I  
 r I O y m Q B v e w B v W 8 Z y N M B t a 8 z b C 3 5 3 0 7 x t w M N b V J Q / a B D n G m a w r t N i h z Y d M N 2 0 r y a R n W j n M f Q E 4 2 0 z  
 G J n b l k Y / R D v s J h 6 4 / 4 G 9 s 5 9 9 + B z I o I r s w s Z c j m C I P p q e M R m P P A d G A d w 4 X 1 v g 4 F a B G Z p g z P K / D N T 3  
 f v z e S i b H 8 J y 6 n + F Y V 8 6 0 T M W P R C I e J q A n w X t s T W n 3 g J M 3 m + k b d I 4 2 D Q E Y x j 8 H p K O v n v r U p + 3 d d t v t  
 g 3 n 9 Q 7 z r 9 I w J g L u Y A 2 s D 7 q i L T T V Q J p r Q C + O D u 3 j B L u 6 h r Q J h v F I Z e 4 o 9 y d o E 1 I K L 8 / j q o E U Y o x N P  
 f H K l j w b y H / 7 w R y o J 4 L r A O v e L M X D g Q Q 4 A a m P J q 0 d m a h d 9 m u / h v i S f p X E T g J x k f h P Q d T 3 f t u F + g w C 3  
 x Q f 4 q C J 4 0 f c / 8 K m 9 u 9 5 / V x W I z K o B 4 A a 0 B a f W u W A 9 W 2 a m I N g n 7 7 u / q r x H A c I L l b E 3 K 5 u x z q v 2 P j L 6  
 S O r c 6 2 t f + / p a t N C z J i t 5 o U O S s w Q R H / 8 X X z r 2 S K / r r n 9 j J V 3 s e u J / 4 x v f P M b j 1 p 4 + n t V 1 2 6 f 7 T Y Z l  
 H X O g d + B + 7 L E f V M A n X Z 2 H i s u t A z 9 g a L s s Q F a C N u 6 4 b 4 5 T O / H T P P 2 g P Y B u U 0 A x e 6 n e g S H y n h J W e I z a  
 r f 1 D q E I W m U D 6 W K n V E r Q F B k k C 6 9 p r D C + + 5 J L O g V u 7 a b J L / T q 6 b G g p 4 i J 9 O F 0 7 g f a 6 5 k D v w A 0 A q C r q  
 v N Q I z P F k a X Z n F b p H T f D O + 9 T t f u L I J 6 v t O t o j 1 8 C Y l 8 X o W k A N Y J y 4 T r o H q L / 5 z W + u d c c w b z I Z D 2 A I  
 n B X r y u / H S N 3 + 2 7 f X 1 o G x W / r Z n 7 1 o j 6 6 7 j 8 m K r h E f y L s W 7 U F N 9 f G 8 6 Z 4 T 6 G 7 y H O g d u H W O x c f L z t 6 p  
 7 f j 1 1 / 3 6 Q d G o W d Q I W Z 0 t s x o V f Q K 3 Y 7 / m g X Q Y G V 4 4 z 5 M x C o 9 6 z E C d J y f w l c h z 8 c W X H O L l o / 6 J w l 6 z  
 5 H a K X p 1 8 8 i l V P K K P C W + c H b h Q 1 k e 5 d n 9 c t r m g W B 9 9 O d 1 z + 4 3 S I M B d J t Z I r F D h r U 0 m o J r L 6 B X q i z 5 5  
 b x 5 z C d x 2 C b z S V 7 3 y V Z X x Q O P Y F Y y R + m i z W E v J H 0 N a V V 1 8 8 Y s r G e K s O i Q M Z h g 2 4 N 7 m W c t c I w Z g B 5 O 9  
 b s F f R m O Z + 0 3 f 2 X 4 A 2 9 U x H g S 4 d a 6 A I 1 V F L E o L E p 8 8 D 4 x 9 5 o i s I Y 7 m c t h C C d w M B q B m Y M b G U S 8 7 Y d / 7  
 3 j s P 0 V Y 4 b R r q W e P g v R 0 L Z s c E V P H i y z 6 7 6 X s M h 1 O J S q + b g m c d x a 2 a 2 j t 9 P h m G d c 2 B w Y C b l / q y l 1 1 5  
 6 G x I t A N e G N V Q B 4 x U H R H M 5 I 3 1 2 U n 0 w i U P j 8 7 p 0 8 v v 8 3 1 m 3 Z v X 7 a i z A E f / P n 1 f C k j l 4 7 M 8 D n 5 X B O u s  
 Z z 6 z u t 6 u p 2 / a Q o x A z C N 7 3 e b J N l e H X M c 8 m J 6 5 2 U Z n M O A 2 U Q B x e W q J A B T e 9 O 4 P 3 b 3 3 h S 8 8 X J 1 a w 7 v i  
 6 Z L g A Q w B s T a 0 y i q T E V 9 d A j c A 2 T b g 1 k c k g B Q 8 Z e l W a h h B S 6 U H A L Y d E a o I i D J i v l f X x 1 3 u R t w L H Z O 1  
 8 W E 0 K H 9 W G e P p u 5 s N V t P 4 P T 5 + g w K 3 R Q k M p I K X t I S F y r M C H n T P U T D / i U 9 6 U u U N d g k O d R M A H V A H 3 H Y D  
 2 z Z h w p P O R j T G Q / w B f Y I W i Z o h f q f s m T U G g L 7 L w k + 0 / s Y / z x F t 6 P N s z W 0 b 4 + l 9 t t t I D Q r c M Z k E w u Y d  
 y 5 X V J x b w E F p e W / S y u B F D 0 i U g j W k x A e E v P v x w V W o g z p S s q 6 X C o K K R 5 u 0 8 q E H o s L t 8 P 0 o k c Z A 8 F 0 h C  
 h 5 g L X b 7 H d K / t B t B 1 j e 9 a g N v L 8 q q c t B I l T u u k e B Y u J c c Q n a N e B q 4 3 g 9 d J T z m p C s w N 8 f x 1 P Q M F 9 Y f 3  
 3 F M p Z x i q v O s w J t Q k 4 h P z 2 s e 4 k h h 2 + Q 4 M h f m R 2 8 O I C K 7 2 v f v q 8 j 2 m e 0 3 A 3 c c c W B t w e 5 n g s l E h Z a 0 K  
 3 L e k n K H U B C S L A C g D N 9 B A E f T R 8 W O 7 p 6 C j X Q e N e v S B x K J Z S V H R f h 6 w 8 q 8 v u u B n O u 8 n x p 1 B y I F U n P t E  
 m U x g O L b 1 M 3 R 7 1 g r c s V 3 n 1 e U 6 0 D w r E r B Z A c k + P C 7 3 z K q X K A 7 F 6 + v j e U M P d J v n A W 5 e d 5 R T V T G w 6 d 3 x  
 2 4 w s u q T N M x a 9 h v w w A q Q x J i 9 5 y R W 9 U y b e m 9 f P c d j G A P W i 4 z B d P y 5 j u R b g t h g k 1 p A C o k r y S S e 0 3 r I S  
 5 6 l I c O R 9 e F 0 3 3 / K W Y 4 K m u P g m 8 N q W S U 1 R E t 7 t 8 8 4 7 b + 8 b D Y F Z 3 n Y E k V U 7 7 K M f 9 D 1 6 J M c f 7 I Q k R H V Z  
 t x w 4 e x / z S p l e v P 6 N N 9 x Y z U X P M l f R d m I e f W b w 9 t G H 0 z 3 H B b p d j M c g w B 2 n m w B c s j s B M V 5 U H I 4 b n h S 6  
 R E G q e a A d W Z h O / e 6 i A / I 9 e I 9 l i V Y y O N X r u n 7 W G O / H k w 2 a p C n Y i F p x j T G M R K W + 3 g l Q v m n / k I k 8 N n 6 X  
 n L U K i J q X x h Z Y K y x G Z X P K f l p / 1 K v J t B n n g s L J j k S Q V O m A o Y 6 U 6 6 t f p / t u L q A P A t w W l 4 X B a y q D X 1 E n  
 Q 3 K H b X H T t l Q F P 0 F L H l H X E 0 + A M m / L L V w Z g 7 t Q 6 I i x v O T i n 6 + A 2 5 h 8 8 I N 3 z + 1 f h z + E G u W G f c + 0 7 1 0 J  
 W a a s y j x / P J + h X y Q p S D t d L 6 H H H M L j z 1 P V 1 C l t g k o C 9 O g k u Q d d z 8 X p f p s L q k O M 3 S D A 7 U X U o 8 6 L D i 8 q  
 g 8 8 2 V C 2 K N o u P A b h l P 2 B p o f F 4 u u 4 g b b j 8 i p c e o k u 0 G U h 1 / a y x 3 Y / 3 G K f Q 8 D i P H D l S v X M A n S C l C n 7 x  
 8 5 P P O a c C e Y Z u V m J O 1 + + o D a i r H K w 0 F 8 Q h m m S C 6 L m v f O W r 1 Q E W P G b G v z y M 2 H 2 N t 3 v 6 3 A 7 w G W e e W X n Z  
 4 X S U 6 i f z W D y m K Y j b d V 9 M 9 9 t t Y B 8 M u G 1 H s y 7 3 9 D P O q L y e J g 8 7 T 1 C g E Q u K d 9 z H 5 G V g y s U p g 7 N v j 7 K P  
 d 1 n k n o C b B w m M j z / h h K r o F D B E b Q E 6 I G b 3 E T V L o v R t k 7 f d d b 8 J o J b J O Y 6 K Q / P Y s Z E u A m k / d h H m G C P P  
 W 0 f p l B m Z g N o 7 u S f q h w d t r p p f g D 5 + G C f U z I U X X X R M j f a q U N e + G m c C 7 9 0 G 0 0 X W 2 6 r X D g b c v G W H C 2 R v  
 y W R v C 8 A W R U j D V P J b B P A X 6 a S H H v r s o R K 0 k e 7 d 5 N E t 8 o w x X m t 8 Z K 0 G V a L k L h q h j u / N h c L m B Y m B q E z Z  
 r s s V K I 1 g t 1 b S b r z i 5 z / / / C r z l r H x e x w t l 4 1 x H H h x 5 c u v 3 P u v 7 3 h n B d R t S / O 6 T n k G R u 6 4 J x x 3 T I J Q  
 2 / k 8 x j k w t W l z D M 9 g w G 1 S W H C 8 n l j 4 F p A F h r e e B 8 T O Z g T 6 4 R 2 p N N j X J B P 8 z K e d a y t A 2 A W e + x W v e N W h  
 s S m P Y i t 3 I r z U e R Q X E A P + d k p d j 5 c 5 g a I o P e h Z n L S 2 G 0 f G S a B T m 5 Y 1 K H Y R 1 C X X 7 H v x 8 f y g W Z Q r b k P 7  
 d d 0 f 0 / 0 2 B 3 S 7 G K t B g d u E t x X N N Z d N e N t w F I V t s E k f I O 5 6 f + N B A W 2 c p C D n 9 7 7 3 / c 6 B I H d m K Q v U R l x 8  
 1 9 v + L g a w y 3 u g R c q S q j h c 0 k C G E 1 C G z h t A 0 t / P e z 5 w Z a h J 6 b p s Z 9 z r r / / 6 b 6 r g Z J 1 C K f P V v G P j p 8 J k  
 W Q E x 7 o V a s U N A r Q S P z 9 E I 6 q W u / e 6 F X k E t h c F A u 4 z p o O s + + n 2 6 5 / q N x K D A b c B t y W V K l u A N m I E C b 5 d H  
 d N v t v 1 N V i a P z D j 7 V A h y C R 7 R 4 T z 7 l l E N Z l D z H J l 3 z p k 9 o R v K p T 3 3 a Q Q I O 7 x Q I O e C Y d x q 6 7 Q C p 9 9 3 5  
 u 3 M B G Q U B y P q Q b k Z f M / K 8 X 1 m 2 r 3 7 1 V R X X z d A z M j j p z z z 4 Y N X u W T s 6 O y x A 7 a Q d w V n U i p N + / P j d 3 / D j  
 g p r i A O V 9 z E f n d p Y 1 V b r U m G / 6 v J r a 3 z 3 Q D w 7 c A d 4 8 7 / L M w z z 5 A 6 y D c w X g f W y 5 6 y Y V k M o 1 q 4 M u 2 f a 6  
 J U B J I P b E J z + 5 V q m B + g j l i T 7 h o c 9 a l H Y n E e g 1 1 k M s X r s 1 Y + e n q V S C 9 g k 4 y i k A 0 D / + z L O q A K O d x d W v  
 v b r 6 3 W 5 B Q p i 5 i B L x 7 h R G U T H S M z g Z d i W Z o k H J h C p n i P e e n t E 9 M I 6 9 T 9 c C 3 D r F w i E D t H B 4 3 2 i Q u k J T  
 / n b 2 s 8 + u O O a + A p J 1 g 0 T H X P K n v L g h 2 7 C O y W O 3 A Z z q C k t 9 5 a t f P Q T c d 7 7 v z p m A z N s O J U o f W a 6 r 9 g 0 a  
 x O 6 O o a K g 4 U 0 H 6 P v 3 0 U f / t v r b x + / 9 o 4 o S 8 i 5 2 h e a E u A w v n y E 3 d / 3 N Q c o B 4 O b s L s y V V c d g + v 7 y B m d t  
 w B 2 D h j r h S f P O b H N 5 P x n A e e U W y N C A m X X N 4 U 1 p y 7 a W e Y 3 x i B o d d Y u K R 4 s y K r M r j Q 0 v F E D z N H n i P F b j  
 e N G F F x 1 4 q G N a q N r J Q L U J J H o / 7 8 Y b D 5 W N j F p O h 3 c 0 b 7 / 8 y C P V v 7 l A 1 6 5 k 3 I 5 p X H e l L W s H 7 s x V 8 u h y  
 g g U P p q n Q k e 3 q w 1 8 8 G k T q c t D i J J Y s O f P 7 U N v + L t + l y 3 t l x Q 3 P U w B S j R M V A v H Z g C 2 X M h B M 7 v L 5 X d 3 L  
 v F k 0 2 G y O B T U S w U 9 p 8 D x 2 7 R K E j f n C E w f m X b V 3 u s / y 3 u k 2 9 t 1 o g F v n C o T l 7 a Y g U x M g 4 1 0 F 0 f r I 3 h N 4  
 K s 8 / 5 H F u u 6 Z 7 3 k S 3 M w q v U h I V 3 r c 8 O S g + p 7 b 4 x J F P b h V 4 8 d A V n g o a T R A z z s M U C G W 8 I i V e 7 Z t t B I 3 p  
 n d Z v R E Y D 3 L a j u M S g S d q m t d N 0 U 6 P g y 7 u e U D y y m 3 / z r Y d S o y 3 Y P n T k U U K 0 6 3 f o + n 6 8 y 1 y C t 5 Q P 5 v + f  
 e t p p l U a / 6 z Z 0 c b + D m i V / + t n K Y S A r p H 5 B 8 6 D u O A S z A p w M d + w M v S 9 J I M q P o Y + 6 8 r t S K q G L s Z j u s b g h  
 G A 1 w 8 6 z z N h y H 2 O T Z k l w J L l k s f c k E 3 V d b s u J F O 5 v a N m s y A m j B L 9 t o A V c l R I E G T 1 b 6 u M J H g A R 4 k O E 1  
 q S O G n v Q l 9 w + 4 7 J J I N R U K u + L y y w + M L 2 n h G D M J z Z s j n z h S 8 f B x t q Z 3 O P 6 E 4 y t P m t N A U c K z J p E s x 8 A 7  
 k Q + G 8 s k 9 o t 5 O 6 N w B 9 z z V z d D j N j 1 v c X A c c 5 + N B r g B Q q 7 M J 4 t v H m j x m I C e R Y a + W K W 8 5 7 w B 8 h z c Z V l S  
 V P 2 L N h y p a 7 T N Y h c Q w 5 H K O G R s t B 2 d I H U 6 l w I I 8 F D I i T p B Y O x b 3 + q W w 1 9 l U l 5 3 / R s P a e s F + R g y B o n e  
 O Y w c G q G P n d A q b Q f a P G T 9 j 4 q 7 4 c b f 2 P v Q 3 b 9 f G U t c P U 7 + h S + 8 4 K A e i W A 5 T z w k g M a R 4 c 4 q q P C 6 3 T t 7  
 3 E 0 V F l d 5 j + m 7 2 w X E i 4 7 n a I D b g s h F q H h v 8 5 Q k P C G e M M 8 G n d E G R B f t n L g e K I V K I n T l n j 1 L Y a I t Q E w b  
 A R m A Y J R 4 d V m f P i s 9 O 5 4 R / w J 4 g c A H P / P g K D z w 6 H t 6 Z w d i 5 H 5 l 5 D L H b V c R i h M 0 C 8 7 b b m M d O w n j A p z t  
 0 v D P d S n v r q E G Y Y z s I k I C S E F i 9 8 U L N 4 b m a q h M v O 8 z z z q r A v / s c f d R w X L Z O T x 9 b 7 u A f j T A r Q p b B m 5 H  
 Y Q E I i 4 G S Q + n O 4 C C d A 8 n L j n T 5 C A 7 1 O T m 1 I w J P A a i k b v 4 O 2 F E 9 2 s u r 1 l Z e t S 1 0 B O 6 y R x 1 g 4 H 4 W u k U v  
 C G p 7 P q u E q O + 7 H q V i d 9 L n u z b d G 7 i h c u q y A / H / e X d C 3 2 y s 9 A X D J b m H E f M e F C l N z + r y 8 z h N h 3 q p z X 0 B  
 d d T I i Q q A x s B 7 v P u O 9 1 R U V i Q k G R + H S 0 e p W N c M l T D W 5 l 2 m a y b g b j X p F 5 0 o w O h Z z z r 7 U M 0 H I G Y B h L w s  
 J F i h p Y 0 a I k N 4 b + g O R 1 n l G s 5 R u A j g + g l w y i A d b b b g n 3 P O O Z X 2 F 1 0 C 4 A C 9 9 4 4 f Q O B 3 1 I j j u n i G + i A H  
 / K I w 1 x D G a t E x d L 3 E l k i b n 7 e j C C B 0 / T L P W f Y 7 i 8 4 V R p k + O 3 Z K / k W V q J N i R 4 h a y T u k e G f j N s k B t w s s  
 l 5 1 z f X x v N B 6 3 U 0 T y C e P z F n 1 8 x l M d E s B 4 Y G U t 6 L p 2 R s D u 6 c 8 4 s 6 J J F K 0 i V w Q C i x T I c i 1 w V y C J Q i M b  
 h I s u v H C U y U D k c s o F t B k / 7 6 N / l g 3 0 9 r E g 6 u 7 J c z 7 j 9 D O q d 2 J w M n c t m J x 3 V a F j v + z F l 3 V 6 J u Z Q 7 z o 9  
 Z z O M z W i A 2 4 T J c k C L 2 i I I O i G 8 7 6 z u o M I Y O q M S k P K 4 8 k 4 g U x 9 o A f w 8 f h N v / + g + k M 1 a D L b u U f R / X k K I  
 z 3 C y i h l l 8 A Z 6 v P S x L T a 7 h a B L 9 A 2 9 N y p I 4 K 4 8 0 9 P n I a c b 2 3 t E e x g j l E l 4 1 m + 6 6 c 0 H 8 y 6 / q 1 i E w l v A  
 H N f f Z 9 x l r H 0 1 t W s Y 4 B 8 V c A t k 4 b k F / o A f L j v o B C B o W x r A 5 b o h v e 0 8 I d E Z v C 6 G Q 7 C K M s H / B S u b C v L /  
 8 I d H T x N / 4 P 4 H q g V O N Q I U v J v F j i N X h b D O I L l / c P v h / f H G 2 6 R t D 7 m g Q u c M q O 0 2 7 F T 0 m T G s K y 7 G O H v v  
 s Q F d V B 7 E x 2 f F k 6 B l G E x j J n v S e K D K Q p a 6 K C U z 5 P h M z x o G X P v s 5 1 E B N w B S 1 E e g s g Q u Y J A r 0 w l 6 L U I 7  
 9 N m J b e 4 d J 9 0 r t M 8 w A S s e G s 8 9 v P c 4 7 9 B 7 U j 8 A g R L M U C 5 Z V w 4 s I u W 6 T T u G u s Z J Q r j 6 c h y 9 j 9 1 D r u s N  
 9 M 5 9 7 r m V k R 6 q f U 3 P E d O g C I o K l l k N Z N z C a c g e t 3 f q K 5 + g q b 3 T 5 5 s P x o u M 4 a i A e 1 7 D L e q n n H T S A X f K  
 Q x 2 a J l m k Y / O 1 v C 8 g A H D 9 C H J K u g G 4 V R L O / r + O 0 O J 9 P / v s s w / q f Q A z I F d 6 b 0 A 9 l w b A K Y / N 6 5 7 X V 8 b N  
 b o P C J F N f d l m h l 1 6 2 r 7 v 4 n v 4 2 P n H 6 O / C O C o H a K 0 D t c 8 + S Z B M c N 0 9 8 D O 3 v o g + m e 4 z b E G w M c A O 3 z I / i  
 R U n w 0 A f A j 3 f n / 2 P b b l s A v D B q E o s c Z T B r G w 3 Q 0 A n k h F Q q I Q G 8 / b d v 3 x O 8 d a 8 4 N i v v P o 7 W f 7 5 v N N 5 q  
 m 0 V P Q 5 1 j G l H f A y C u k 2 b Q v 4 y s H Z H + F z C 3 y + G B G 8 P g u e P c U 1 R V e O N X / 8 p r l z 4 O r U 2 f T d e M G 0 y H H J + N  
 B W 7 e j U W F 6 w Z c s v T 8 z a I b 2 + k j A F m b 2 h q V K P K P D g q F S g A a D z w S j 0 p v d c i J 0 8 W z o p x A l j s a z 3 U a I Q l F  
 Q Y + I J 0 S S l T H h L A R w i 0 v k E 4 E i e 7 K L f p n u M Q F 0 0 x z Y G O B G l Q D o D F a x i P L C R y G g I r Z h y x r p 1 d 4 P l 3 3 H  
 u + 8 4 0 H X r i 7 w D 4 Y G P X V Z X N x n L x C Z j y g C v o + 4 5 T / / 6 H 2 V G 8 r g F x 6 P N g B u V F f P P P G N A g 7 L y 7 7 Z V Q m w C  
 j + n z 9 R m Y j Q F u U f y y x O o s r T B A u 2 X / D M K + 6 p d 0 M W H b V g O M 9 P J Q k Q B x n i D q K K t s A M 0 m Z u o B S 3 T D C c c f  
 f 8 g o K + I k y a W L v m 5 7 D / 1 3 + r 5 e W x / z q H P c w H h d f M k l x z g O M Q c Z z n V n t L Z 9 z + m 6 9 Q F u V 3 2 / M c A N h B W e  
 y j p m X q d t b Z 0 + 2 G d j K v J j 4 f O I A S 4 J G Y k Z 4 J X G T w q H N p h l a H K B f u 8 b 2 Y a A J n Y h + k X R r a 4 m x p D 3 Y Z T z  
 A R r A U P E t X P 9 Q Q V c e t e d F X K E 8 M x L V J e 6 Q d 3 w 5 g x e N s i n B 8 i H H d n p W P 0 Z i Y 4 D b B J D U Y k t q w e C 3 4 w R y  
 l A J Z V i k x 4 w W N Q Z 6 l f X e 9 / / 2 V n D F q X T z p i U + q 1 A i R v M P 4 R C X A A A B g o p 6 1 v w c t 4 h 0 D u H O J V Y A D e D Z 1  
 o T y 0 X x e 7 3 F E x S r j 9 u m J Q X b 8 n z z + O Z T O 3 y g M 8 P n n f / V U c J Y D b e D G 6 x k Y V R w H y r t s 0 3 a 8 f 0 N u G f t 0 o  
 4 M Z b q 9 8 h 8 a X k c 4 G d i m 6 4 4 F h c Q N E 2 f J 2 e U G R a A i X V 9 G T d C a B G G V E S u F x G F D D z s A G H a o B O H 8 9 1 M v z O  
 W z f 5 g M 3 F F z + + f e f 1 b e q k Z K Q k 5 + Q 4 h n E k G Q S O n / 7 0 g 1 W A d 1 H F S Z T V t Z u Z 9 4 N T V 2 N F / 0 q q y v 0 Y V Q X z  
 b u / K l 1 9 Z j Z E d g W J Z i 7 Z r U 8 d p a v c 4 j M l G A b d J M 4 9 S s D A B d T 5 K C x C u M 7 G D P p v X q C L d L C q E E W J 0 e O S h  
 I v E e w N 7 / o 6 h / 7 C g c 1 R b K G b V T w l C N 9 X z H t o s d + N 2 8 H 5 s o 0 + K D v v D e V Y b p / u n y K C c S 0 I 9 9 7 N 6 D n z i s  
 2 M 6 M 8 e M R M 3 K C 1 Q w k 3 v o 1 V / 3 y n s q T a L d X v / q q P b I + h o H U z 8 k + n k W m a F c D l I E 2 r j 1 n r L p G o b C 2 7 z V d  
 N w 6 w 2 6 Z x 2 D j g b u p 8 t I S D a z M X a W G u y y O y + N t 6 / A w M c A I M U a h f x U S A p P 1 A x 3 u d f M o p B 4 H I 7 H E D + 6 b +  
 G f v n D N I 1 r 7 v m m H M s s 3 J I 3 w T F B O T R Z 9 L O / Y 4 b D w o q H 1 D R V P Q q 3 9 9 9 y B L V g q E s Y V T z T g D d N V E j E x i v  
 c y 1 t H X D z k G T l W c C x W N E n w G + d H d 3 2 2 Q K O U Z c c m L z j 7 e 8 4 0 H 8 D k C h x q y w s M M 8 e d 2 T z t X 3 W W K 9 D i T G 2  
 I b W b V Y E x 5 K B N o L z K 5 w H i Z X G v p k O s x 9 q 3 U 7 u 2 w + B s H X C b m H V e t 6 3 y u r z u R R Z L d W j y t W 8 4 U M 9 o d y T u  
 M D 6 R 0 Q f Y B C d p n i P r s I 9 D j B d p e 5 f X O q o N 5 4 2 i C P X G K g C 8 7 H e z J x 7 9 n P X d X b 7 z d K / t A N U h x n E r g V v H  
 U V h k r p v X L c A 1 R K e u 8 g y F s / C 2 w f P i u U M f z C C F J I 1 8 j u L k t F N P r Y D 7 a L X E z 4 7 + / R b p G w Y L / / / + u z 5 Q  
 8 d P U G 3 F Y R d S 9 f p w W O U q f z P v x n V k / + X s l W G f a j e L E 0 W a L v M d 0 7 Q T I X c + B r Q V u I J f l Z R Y j R c r Y 0 u F j  
 Q J V 7 V R N D k A w 4 B X i g C 0 j R X A f A o z I g A O d 1 x 3 X P f / 7 5 o 3 2 3 L i a t w C 4 Q f / i L D 1 c p 8 b x x g U w q H Y F C i h o /  
 f v c 3 f L / P n U f 6 1 r f e W t W J E b S 0 K 6 H o 8 f O H 9 9 x T / c 1 n r q n u 5 / v 7 P 3 H 6 U D b + d j u + 1 8 X 7 T P e Y w H y V O b C 1  
 w I 0 W o S j I 3 p M A 0 x i 3 u Q K Y K v 7 x m k P 6 F 0 e k + T / O P o A 7 j N H R A O Z x B 7 U z t i E w u c p E 7 v K 7 P H 0 H Y K h b I m 5 A  
 7 c N T J 0 M d c z Z u l 3 0 w 3 W v c h m V r g d v E o 9 K Q K J G 3 u i i G M d X 0 Y G C A d p Q Q B d 5 0 x K i B M D r U D d 6 H F P I Z Z 5 5 5  
 z L F g v r M p w d d N A w Q g r t / J C 8 c 0 b z a t H 6 f 2 d m s I t h q 4 g W K u 5 x H B J R 5 s W 4 l e 3 x O O H h l P D a T V 3 6 Y q 4 d X 5  
 N 7 b p a B D t A M 4 h S / M Z R Q n D R I 8 8 V G p 4 3 / 0 x 1 v u 3 r e w 4 1 v Z P 7 e o W O N f d n 1 s N 3 H V e N / C W y D K G g k w 8 O O d I  
 R p t w t 1 l B E k d i 4 b W 9 C 3 4 1 w B w P r s S r X c U 6 K u m t e + J O z 9 8 u I J r G c 7 H x 3 H r g j u p z w R m H 9 l e i i w D m u i Y M  
 g J Y B C I h p z n G p e R c g I B k g D b j L s q L 5 3 M N 1 v c P 0 3 M U W 2 9 R f U 3 9 1 N Q e 2 H r h 1 F I 8 0 n 9 M Y 4 P 3 S l 7 6 0 A u 9 1  
 b I M 9 N 0 6 x q S s J i v c O j l t F Q M q H 8 3 6 U E e r v F C X r a H d X E 2 + 6 z w R i 0 x x Y f g 7 s B H A f P Y 7 q o 8 c U M A K A P G + 0  
 y d D J O W i P 0 C I D 6 T y J t T c H J 3 M t b r + T C N J 6 T x N / + Y k / 9 d 3 U d 5 s 8 B 3 Y C u A 1 Q n H G Y d b n h e V N l k A 7 i i x 9 9  
 9 G h h o T 4 H 1 f 1 l R D I c V R G s P / v 8 o e d l b z x n / I U H / o L z z 5 8 U D v t j 2 u c Y T f e e + n f M c 2 B n g N s g C A a + 7 G V X  
 H l P A K A B c w I 9 c U F U 5 H v G f / M l D V V I L 0 K f a a C o N 6 j q H + v p R y y J + v p V + 9 z f t i N r P / m U s 8 i S R F J I r 5 P G w  
 Q y 7 o 7 + + + 4 z 0 T a E 3 A P c 2 B H Z 4 D O w X c A d 5 K e t a V D g 2 P V m I L s J Q p h 1 8 G r q R 3 Q B 0 v T l f t x + + X X n Z Z 9 R n K  
 x X V + y P f w 1 n h 1 C T P x 4 / + C i q 6 N A k q u p R M O q g a w u 3 d Z 3 Z B s k N F R D X B K u Z 6 8 w T F 7 g 1 P b + p + f O w f c A d 6 o  
 k Z x a P q s I 0 a y 6 F X U U R t 3 f c l W 5 u s 9 R N 4 w D V Q n v P r j v u J b x i J R 3 o L 5 O J c y 0 I P t f k F M f T 3 3 c Z g 7 s J H D r  
 G B 4 u k O T d B g 2 x b A W 5 L r 5 n B 6 B O S V 1 9 l S G O 7 m o z W a Z r J l C Z 5 s A 4 5 s D O A n d M Q O V D A b i T U B R u O v H E J x / U  
 v O 4 C k B e 5 R 9 Q p y X X E y 0 N r p 4 U z j o U z j c M 0 D u u c A z s P 3 N H 5 P H D V 9 3 D J K s V R f a g Q h 7 / G T Q N 1 l I Z a I U 9 /  
 x p n V 7 3 6 e e d Z Z 1 W d + n n 3 2 2 Q d 8 9 n P O O W f P j 1 K k v G i f x T 2 c b Y i m 4 e m X K p c A 7 T G c l 7 n O i T k 9 e w L G a Q 7 M  
 n g M T c M + I T A N y K h J q E m c O O p X l G z N + f N b m J 3 8 f V y 1 l X S l S w J 4 B n O d 9 6 a W X T Z K / H V Y N T K A 1 G a 5 5 c 2 A C  
 7 j W D A 0 3 3 l x 9 5 p K o f / Z S n n F R p u y l T K E 2 m x T s t 3 m k O T H O g b g 5 M w L 1 m 4 I 5 B 4 d m r W i h Y O o H 2 t F g n w J 7 m  
 w L w 5 8 P 8 D Q E L p k C Z P A Q E A A A A A S U V O R K 5 C Y I I = < / I m a g e >  
                 < I m a g e   i d = " P r o f i l e . O r g . K a n t o n "   l a b e l = " P r o f i l e . O r g . K a n t o n "   v i s i b l e = " F a l s e " > i V B O R w 0 K G g o A A A A N S U h E U g A A A E c A A A B H C A M A A A B i b q o t A A A A A X N S R 0 I A r s 4 c 6 Q A A A A R n Q U 1 B A A C x  
 j w v 8 Y Q U A A A M A U E x U R R 0 d G x i w 5 k q 2 6 d L o + d L o + v 7 / / w A A A A A A A A A A A A A A A A A A A A A A A A A A A A A A A A A A  
 A A A A A A A A A A A A A A A A A A A A A A A A A A A A A A A A A A A A A A A A A A A A A A A A A A A A A A A A A A A A A A A A A A A A A A A A A A A A  
 A A A A A A A A A A A A A A A A A A A A A A A A A A A A A A A A A A A A A A A A A A A A A A A A A A A A A A A A A A A A A A A A A A A A A A A A A A A A  
 A A A A A A A A A A A A A A A A A A A A A A A A A A A A A A A A A A A A A A A A A A A A A A A A A A A A A A A A A A A A A A A A A A A A A A A A A A A A  
 A A A A A A A A A A A A A A A A A A A A A A A A A A A A A A A A A A A A A A A A A A A A A A A A A A A A A A A A A A A A A A A A A A A A A A A A A A A A  
 A A A A A A A A A A A A A A A A A A A A A A A A A A A A A A A A A A A A A A A A A A A A A A A A A A A A A A A A A A A A A A A A A A A A A A A A A A A A  
 A A A A A A A A A A A A A A A A A A A A A A A A A A A A A A A A A A A A A A A A A A A A A A A A A A A A A A A A A A A A A A A A A A A A A A A A A A A A  
 A A A A A A A A A A A A A A A A A A A A A A A A A A A A A A A A A A A A A A A A A A A A A A A A A A A A A A A A A A A A A A A A A A A A A A A A A A A A  
 A A A A A A A A A A A A A A A A A A A A A A A A A A A A A A A A A A A A A A A A A A A A A A A A A A A A A A A A A A A A A A A A A A A A A A A A A A A A  
 A A A A A A A A A A A A A A A A A A A A A A A A A A A A A A A A A A A A A A A A A A A A A A A A A A A A A A A A A A A A A A A A A A A A A A A A A A A A  
 A A A A A A A A A A A A A A A A A A A A A A A A A A A A A A A A A A A A A A A A A A A A A A A A A A A A A A A A A A A A A A A A A A A A A A A A A A A A  
 A A A A A A A A A A A A A A A A A A A A A A A A A A A A A A A A A A A A A A A A A A A A A A A A A A A A A A A A A A A A A A A A A A A A A A A A A A A A  
 A A A A A A A A A A A A A A A A A A A A A A A A A A A A A A A A A A A A A A A A A A A A A A A A A A A A A A A A A A A A A A A A A A A A A A A A A A A A  
 A A A A A A A A A A A A A A A A A A A A A A A A A A A A A A A A A A A A A A A A A A A A A A A A A A A A A L A P + U w A A A A J c E h Z c w A A L i I A  
 A C 4 i A a r i 3 Z I A A A A Y d E V Y d F N v Z n R 3 Y X J l A H B h a W 5 0 L m 5 l d C A 0 L j A u M v v h p 8 Y A A A E A S U R B V F h H z d V L  
 F s M g D E P R J G 3 3 v + W 2 + Q L B t m Q x i B Z w z 4 M B T N P j t r w / 6 t Y z z T q 0 O f P y E o N 2 R y 4 6 H B U 6 H R G 6 H A 0 q H A k q  
 H Q W q H A G q n T z U O G m o d b L Q z U l C d y c H d Z w U 1 H M y U N d J Q H 2 H h w y H h i y H h U y H h G y H g x y H g j y H g V y H + I 5 8  
 B y 8 K H B i K H B Q K H R C K H Q w C H A h C H A S C H A D C n B g C n R B C n Q i C n Q D C H R 8 i H B d i H A + i H A f i H B s i H R N i H Q u i  
 H Q P i n f 7 j n 3 C 6 R R m n B 6 W c D p R z 7 n e U d G 5 F W a e F 0 k 4 D 5 Z 0 a E p w K U p w S k p w C 0 p w L E p 0 T U p 0 D k p 0 d 0 p 0 N  
 G u C s 0 A j n D w 1 x f t A Y Z 1 5 W 5 1 H 7 A q e A N B O / 3 M a 0 A A A A A E l F T k S u Q m C C < / I m a g e >  
                 < T e x t   i d = " P r o f i l e . O r g . P o s t a l . C o u n t r y "   l a b e l = " P r o f i l e . O r g . P o s t a l . C o u n t r y "   v i s i b l e = " F a l s e " > < ! [ C D A T A [ S c h w e i z ] ] > < / T e x t >  
                 < T e x t   i d = " P r o f i l e . O r g . P o s t a l . L Z i p "   l a b e l = " P r o f i l e . O r g . P o s t a l . L Z i p "   v i s i b l e = " F a l s e " > < ! [ C D A T A [ C H ] ] > < / T e x t >  
                 < T e x t   i d = " P r o f i l e . O r g . T i t l e "   l a b e l = " P r o f i l e . O r g . T i t l e "   v i s i b l e = " F a l s e " > < ! [ C D A T A [ K a n t o n   Z � r i c h ] ] > < / T e x t >  
                 < T e x t   i d = " P r o f i l e . U s e r . A l i a s "   l a b e l = " P r o f i l e . U s e r . A l i a s "   v i s i b l e = " F a l s e " > < ! [ C D A T A [ K U P ] ] > < / T e x t >  
                 < T e x t   i d = " P r o f i l e . U s e r . E m a i l "   l a b e l = " P r o f i l e . U s e r . E m a i l "   v i s i b l e = " F a l s e " > < ! [ C D A T A [ p a t r i k . k u e n z l i @ b d . z h . c h ] ] > < / T e x t >  
                 < T e x t   i d = " P r o f i l e . U s e r . F a x "   l a b e l = " P r o f i l e . U s e r . F a x "   v i s i b l e = " F a l s e " > < ! [ C D A T A [ + 4 1   4 3   2 5 9   5 1   7 7 ] ] > < / T e x t >  
                 < T e x t   i d = " P r o f i l e . U s e r . F i r s t N a m e "   l a b e l = " P r o f i l e . U s e r . F i r s t N a m e "   v i s i b l e = " F a l s e " > < ! [ C D A T A [ P a t r i k ] ] > < / T e x t >  
                 < T e x t   i d = " P r o f i l e . U s e r . F u n c t i o n "   l a b e l = " P r o f i l e . U s e r . F u n c t i o n "   v i s i b l e = " F a l s e " > < ! [ C D A T A [ P r o j e k t l e i t e r ] ] > < / T e x t >  
                 < T e x t   i d = " P r o f i l e . U s e r . J o b D e s c r i p t i o n "   l a b e l = " P r o f i l e . U s e r . J o b D e s c r i p t i o n "   v i s i b l e = " F a l s e " > < ! [ C D A T A [   ] ] > < / T e x t >  
                 < T e x t   i d = " P r o f i l e . U s e r . L a s t N a m e "   l a b e l = " P r o f i l e . U s e r . L a s t N a m e "   v i s i b l e = " F a l s e " > < ! [ C D A T A [ K � n z l i ] ] > < / T e x t >  
                 < T e x t   i d = " P r o f i l e . U s e r . O u L e v 1 "   l a b e l = " P r o f i l e . U s e r . O u L e v 1 "   v i s i b l e = " F a l s e " > < ! [ C D A T A [ K a n t o n   Z � r i c h ] ] > < / T e x t >  
                 < T e x t   i d = " P r o f i l e . U s e r . O u L e v 2 "   l a b e l = " P r o f i l e . U s e r . O u L e v 2 "   v i s i b l e = " F a l s e " > < ! [ C D A T A [ B a u d i r e k t i o n ] ] > < / T e x t >  
                 < T e x t   i d = " P r o f i l e . U s e r . O u L e v 3 "   l a b e l = " P r o f i l e . U s e r . O u L e v 3 "   v i s i b l e = " F a l s e " > < ! [ C D A T A [ H o c h b a u a m t ] ] > < / T e x t >  
                 < T e x t   i d = " P r o f i l e . U s e r . O u L e v 4 "   l a b e l = " P r o f i l e . U s e r . O u L e v 4 "   v i s i b l e = " F a l s e " > < ! [ C D A T A [ B a u b e r e i c h   1 ] ] > < / T e x t >  
                 < T e x t   i d = " P r o f i l e . U s e r . O u L e v 5 "   l a b e l = " P r o f i l e . U s e r . O u L e v 5 "   v i s i b l e = " F a l s e " > < ! [ C D A T A [ R e s s o r t   3   G e b � u d e t e c h n i k ] ] > < / T e x t >  
                 < T e x t   i d = " P r o f i l e . U s e r . O u L e v 6 "   l a b e l = " P r o f i l e . U s e r . O u L e v 6 "   v i s i b l e = " F a l s e " > < ! [ C D A T A [   ] ] > < / T e x t >  
                 < T e x t   i d = " P r o f i l e . U s e r . O u L e v 7 "   l a b e l = " P r o f i l e . U s e r . O u L e v 7 "   v i s i b l e = " F a l s e " > < ! [ C D A T A [   ] ] > < / T e x t >  
                 < T e x t   i d = " P r o f i l e . U s e r . O u M a i l "   l a b e l = " P r o f i l e . U s e r . O u M a i l "   v i s i b l e = " F a l s e " > < ! [ C D A T A [ h b a . b a u b e r e i c h 1 @ b d . z h . c h ] ] > < / T e x t >  
                 < T e x t   i d = " P r o f i l e . U s e r . O u P h o n e "   l a b e l = " P r o f i l e . U s e r . O u P h o n e "   v i s i b l e = " F a l s e " > < ! [ C D A T A [ + 4 1   4 3   2 5 9   3 1   6 5 ] ] > < / T e x t >  
                 < T e x t   i d = " P r o f i l e . U s e r . P h o n e "   l a b e l = " P r o f i l e . U s e r . P h o n e "   v i s i b l e = " F a l s e " > < ! [ C D A T A [ + 4 1   4 3   2 5 9   2 8   5 3 ] ] > < / T e x t >  
                 < T e x t   i d = " P r o f i l e . U s e r . P o s t a l . C i t y "   l a b e l = " P r o f i l e . U s e r . P o s t a l . C i t y "   v i s i b l e = " F a l s e " > < ! [ C D A T A [ Z � r i c h ] ] > < / T e x t >  
                 < T e x t   i d = " P r o f i l e . U s e r . P o s t a l . O f f i c e N a m e "   l a b e l = " P r o f i l e . U s e r . P o s t a l . O f f i c e N a m e "   v i s i b l e = " F a l s e " > < ! [ C D A T A [ 1 1 1 ] ] > < / T e x t >  
                 < T e x t   i d = " P r o f i l e . U s e r . P o s t a l . P O B o x "   l a b e l = " P r o f i l e . U s e r . P o s t a l . P O B o x "   v i s i b l e = " F a l s e " > < ! [ C D A T A [   ] ] > < / T e x t >  
                 < T e x t   i d = " P r o f i l e . U s e r . P o s t a l . S t r e e t "   l a b e l = " P r o f i l e . U s e r . P o s t a l . S t r e e t "   v i s i b l e = " F a l s e " > < ! [ C D A T A [ S t a m p f e n b a c h s t r a s s e   1 1 0 ] ] > < / T e x t >  
                 < T e x t   i d = " P r o f i l e . U s e r . P o s t a l . Z i p "   l a b e l = " P r o f i l e . U s e r . P o s t a l . Z i p "   v i s i b l e = " F a l s e " > < ! [ C D A T A [ 8 0 9 0 ] ] > < / T e x t >  
                 < T e x t   i d = " P r o f i l e . U s e r . S a l u t a t i o n "   l a b e l = " P r o f i l e . U s e r . S a l u t a t i o n "   v i s i b l e = " F a l s e " > < ! [ C D A T A [ H e r r ] ] > < / T e x t >  
                 < I m a g e   i d = " P r o f i l e . U s e r . S i g n "   l a b e l = " P r o f i l e . U s e r . S i g n "   v i s i b l e = " F a l s e " > / 9 j / 4 A A Q S k Z J R g A B A Q E A Y A B g A A D / 4 Q B a R X h p Z g A A T U 0 A K g A A A A g A A g E 7 A A I A A A A P A A A A J p y d A A E A  
 A A A c A A A A N g A A A A B L w 7 x u e m x p I F B h d H J p a w A A S w D 8 A G 4 A e g B s A G k A I A B Q A G E A d A B y A G k A a w A A A P / b  
 A E M A B w U F B g U E B w Y F B g g H B w g K E Q s K C Q k K F Q 8 Q D B E Y F R o Z G B U Y F x s e J y E b H S U d F x g i L i I l K C k r L C s a  
 I C 8 z L y o y J y o r K v / b A E M B B w g I C g k K F A s L F C o c G B w q K i o q K i o q K i o q K i o q K i o q K i o q K i o q K i o q K i o q  
 K i o q K i o q K i o q K i o q K i o q K i o q K i o q K v / A A B E I A I w B Q A M B I g A C E Q E D E Q H / x A A f A A A B B Q E B A Q E B A Q A A  
 A A A A A A A A A Q I D B A U G B w g J C g v / x A C 1 E A A C A Q M D A g Q D B Q U E B A A A A X 0 B A g M A B B E F E i E x Q Q Y T U W E H I n E U  
 M o G R o Q g j Q r H B F V L R 8 C Q z Y n K C C Q o W F x g Z G i U m J y g p K j Q 1 N j c 4 O T p D R E V G R 0 h J S l N U V V Z X W F l a Y 2 R l  
 Z m d o a W p z d H V 2 d 3 h 5 e o O E h Y a H i I m K k p O U l Z a X m J m a o q O k p a a n q K m q s r O 0 t b a 3 u L m 6 w s P E x c b H y M n K  
 0 t P U 1 d b X 2 N n a 4 e L j 5 O X m 5 + j p 6 v H y 8 / T 1 9 v f 4 + f r / x A A f A Q A D A Q E B A Q E B A Q E B A A A A A A A A A Q I D B A U G  
 B w g J C g v / x A C 1 E Q A C A Q I E B A M E B w U E B A A B A n c A A Q I D E Q Q F I T E G E k F R B 2 F x E y I y g Q g U Q p G h s c E J I z N S  
 8 B V i c t E K F i Q 0 4 S X x F x g Z G i Y n K C k q N T Y 3 O D k 6 Q 0 R F R k d I S U p T V F V W V 1 h Z W m N k Z W Z n a G l q c 3 R 1 d n d 4  
 e X q C g 4 S F h o e I i Y q S k 5 S V l p e Y m Z q i o 6 S l p q e o q a q y s 7 S 1 t r e 4 u b r C w 8 T F x s f I y c r S 0 9 T V 1 t f Y 2 d r i  
 4 + T l 5 u f o 6 e r y 8 / T 1 9 v f 4 + f r / 2 g A M A w E A A h E D E Q A / A P p G i i i g A o o o o A K K K K A C i i i g A o o o o A K K K K A C  
 i g k A Z N G c 0 A F F F F A B R R R Q A U U U U A F F F F A B R R R Q A U U U U A F F F F A B R R R Q A U U U U A F F F F A B R R R Q A U U U U A F F  
 F F A B R R R Q A U U U U A F F F F A B R R S Z o A W i k y P U U b h 6 j 8 6 A F o q N 7 i G P / W S o v + 8 w F K k 0 c g y k i s P Z s 0 7 M V 0 P I  
 y O a K T I 9 R S 0 h h R R R Q A U U U U A F F F F A B R R T Z J F j j Z n Y K q g k k n o K A H U V n a J q B 1 X T V v V d X h m Z m h Y I y 7 o 8 n  
 a c H 2 7 9 6 0 a b T T s x J 3 V 0 F I T j r Q W A B J I F c x N c T + L L i S 0 s W e D S I 2 2 z 3 Q H N 1 6 p G f 7 v Y t 3 6 D 1 p x j z e h M p W  
 2 3 L t t r E m q a 0 Y 9 M a N 7 C 3 D L c T 7 S Q 8 n Z E O c c d S e f S t u o r e 3 i t o E h g j W O N A F V F G A B U t E m m 9 B x T S 1 C i i i  
 p K C i i i g A o p N w 9 R W Z f e I 9 I 0 + b y b q / h W f t C j b 5 D 9 E X L H 8 q a T e w m 0 t z U o r n j r u p 3 s g X S N D u D G 3 / A C 8 X  
 z f Z 0 H / A S C 5 / 7 5 F S n T t a v M f b N X + z I e s d j A F P 0 3 v u / Q C q 5 G v i d i e e + x s v M k a l p H V F H U s c A V R T X L O d m  
 F m z X Z B x / o 6 F 1 / w C + v u / r U F p 4 X 0 u 3 k 8 y S A 3 c v e W 8 d p 2 z 6 g u T j 8 M V r B F U A K A A O g A p e 6 t t R + 8 x k U k r 5  
 M k Q j H b 5 s m p a K K k o K K K K A C i i i g A p C c d a o 6 t r N l o t m 1 1 q M 4 h i B A H B J Y n o q g c k + w r D / A O K h 8 R u j A v o W  
 m M M n o b u U H 8 x G M f V v p V x g 2 r 7 I i U 0 n Z a s 1 N T 8 T 6 X p c 6 2 8 9 w Z L p h 8 t r b o Z Z W / 4 A u T + P S s x t S 8 V 6 p M B p  
 e l W + m W x P M + p P v k I 9 R E h 4 P 1 Y V r a R 4 d 0 z Q 0 f 8 A s 2 1 W N 5 O Z Z S d 0 k p 9 W Y 8 n 8 T W n t q u a E f h V / X / L / A I c X  
 L K W 7 t 6 H P D w 7 q c 5 H 9 o e J b 5 1 7 p b R x w L + i l v / H q Y / g T R b h t 1 8 l 3 e t j 7 1 x f T P + m 7 F d L R S 9 r N b O 3 p p + Q e  
 z h 1 V / w A f z O b T 4 f 8 A h d M 4 0 O z b P 9 9 S 3 8 6 D 8 P 8 A w w T l N I h h O c g w s 0 Z H 0 K k V 0 l F P 2 1 X + Z / e H s q f 8 q O W u  
 N D 1 f R 4 z P 4 a 1 C W 4 2 8 m w 1 C U y p I P R Z D 8 y n 0 y S P a t b Q d b g 1 3 T v t E C S Q v G 5 i n g l G H h k X 7 y t 7 / A N C K u X l 1  
 F Z W s t x c O s c U S F 3 d u i g c k 1 z / g i G 4 O n X m p X c X k v q t 6 9 4 k Z G C s Z A V M j 1 2 q D + N O / N B y l u i U u W a U d j p 6 K  
 K K x N g o o o o A K K K K A C s D x f c O N E a w t i R d a k 4 s 4 c d R v 4 Z v 8 A g K b m / C t 5 j g E 1 z G m x r r / i W T X G y 1 p Z 7 r a w  
 9 G O c S y / i R t H s p P e t K a V + Z 9 P 6 R n U d 1 y r q d F a 2 8 d p b R W 8 C h I o k C I o / h A G A P y p 8 s 0 c M b S S s E R R u Z m O A  
 B 6 m m z z x 2 t u 8 1 x I s c c Y L O 7 H A U D u T X N R R T e M J R c X a G L Q d u Y Y D l X v P R 3 9 E 9 F 7 9 T 6 U o x 5 t X s O U u X R b j n  
 k u v F k z R w m a 0 0 U c N K C U k v P Z e 6 p 7 9 W 7 c V 0 d v b x 2 t v H B A i x x R q F R F G A o H Q C n q g V Q F G A B g A U 6 l K V 9 F s E  
 Y 2 1 e 4 U V V v t T s t M g M + o X U N r E O r z O F H 6 1 i p 4 x i v l H 9 g W F 5 q o J w J Y o v L i / 7 + P t B / D N O M J S V 0 g c 4 x 0 b O  
 k z U U 9 1 B a x N L c y p D G v 3 n k Y K B + J r n p b f x Z q c g 3 3 V l o 1 u R 0 g U 3 E 3 / f T A K P + + T U y + D N L m d J d V 8 / V Z V 5 D  
 X 8 p k U H 1 C f c H 4 L T 5 Y r 4 n 9 3 9 W F z S e y + 8 c 3 i / S 5 T t 0 0 z a p J n 7 t j E Z R + L D 5 R + J q u l z 4 r 1 N j 5 N n Z 6 P A e j  
 3 T + f L j / c U h Q f + B G u i j h S J F S J F R F G A q j A F S Y o 5 o r Z f e H L J 7 v 7 j n f + E V a 6 O d Y 1 f U L 7 1 j E 3 k R n / A I D G  
 F z + J N a e n a L p + k Q C H T L O G 1 T u I 0 x n 6 n v 8 A j V + i k 5 y a t c a h F a p C A U t F F Q W F F F F A B R R R Q A U U U U A F Y + v +  
 I I d F t 4 1 S N r q 9 u G 2 W t p F 9 + Z s f o B 3 Y 8 C r W s a r D o + k 3 F 7 c A s s K E h V 6 u e g U e 5 O A P r W Z 4 e 0 W a K W X W N Z C S  
 a t d j 5 i O R b x 9 o k P Y D v 6 n J r S E V b m l t + Z l N t v l i J p P h 6 Q 3 S 6 t 4 h Z b v V D k q M k x W o P 8 M a n p 7 t 1 N d C B i l A  
 x R U y k 5 O 7 L j F R V k F F V 7 + 7 W w s J 7 q Q E p D G 0 j A H q A M / 0 p 1 p c f a r S K f y 3 i 8 x A 2 y Q Y Z c j o R 6 0 r O 1 x 3 V 7 E 1  
 F F I T i k M W o b m 5 h t b d 5 r i V Y o 0 G W d z g A V n a j 4 h i t b r 7 F Z Q v f 3 5 G f s 8 J H y D 1 d j w g + v 4 A 1 W t N B m u r r 7 d 4  
 h l W 5 m z m O 1 U 5 g t / o D 9 5 v 9 o / h i r 5 L K 8 t D N z u 7 R 1 K o s 5 / F l w k + o R y Q a N G Q 0 N s x w 1 0 e o e Q d k 9 F 7 9 T 6 V 1  
 K j A 4 F A X F L S l J y 0 6 D j H l 9 Q o o o q S w o o o o A K D w O a K w N d 1 e 4 + 0 R 6 N o 6 7 t S u o y 3 m d U t o + h k b + g 7 n 8 a q M X  
 J 2 R M p K K u y P W b m 5 1 X U f 7 D 0 x z G u 0 N f 3 S t g x R n o i / 7 b c / Q c + l a q i x 0 P S A o E d r Z 2 k f 0 V F A q r Z 2 u n + F t E  
 k L S b I Y w Z Z 7 i V s t I 3 8 T s T 1 J / + s K 5 m 8 1 y y v r i 3 1 P X Z 3 t 7 E 4 e x 0 k p u m u T 2 k a M Z Y 8 9 F 6 D q f b a M f a a R 2 X  
 4 / 1 + C M n L l 1 e / 5 G n b w X H i 2 4 S 8 1 G I x a K v z W 9 n I u G u D 2 e Q H + H u F + h P p X T P L D b x F 5 H S N E H J Y 4 A F c 3 / a X  
 i P W F A 0 n T V 0 m B v + X n U u Z M e 0 K n / w B C Y f S q F 3 o + j 6 Z K j + J r q 5 8 Q 6 h K c x W 8 y + Z k / 7 E A + V R 7 k c e t D j z O z  
 + 5 a i U r a r 7 2 a L + N r S 6 u n t f D 9 r c 6 z M p w z W i j y U P v K 2 F / I m m i w 8 T 6 r c b t R 1 O L S r b / n 2 0 8 b 5 D 9 Z X H H 4 D  
 8 a r a x P q M e k r L M X 0 q 1 B V I r K y 2 t c T M T h U 3 f d T / A I D n H r W n 4 U 0 B 9 F s 5 p L q Q y X l 4 / m z n e z h T 2 Q F i S Q O m  
 T y e t U + W E O Z b / A H / 8 A l c 0 p W e 3 3 f 8 A B H W 3 g / R b e 5 F z J Z i 7 u R / y 8 X j m e T 8 C 5 O P w x W 4 F A A A A A H t S 0 V z y  
 l K W 7 O h R U d k G K K K K k o K K K K A C i i i g A o o o o A K K K K A C i i i g A o o o o A 5 r V G f U P G m l 6 d j M F q j 3 0 2 R 1 I + S M f  
 m z H / A I D X S g V g X 6 T a f 4 m h 1 N Y G k t J L d o L l k G W i w 2 5 G x 1 I + Z s 4 6 c V u o 6 u o Z C C p G Q R 3 r S e 0 T O C 1 f q O o o  
 p H O E O B n j p W Z o c 5 4 u L 3 3 9 n a J A 2 1 t Q u Q J j n p D H 8 7 / n h V / 4 F X Q 7 h G h L H A H J J 7 V x W n r q 3 i D x R f X p l g s k  
 0 7 N l F s Q y / M d r y Y J w M 5 C L 0 P 3 T W 2 / h a 2 v E x q 1 z d 6 g P 7 s 0 2 1 P 8 A v h N q n 8 Q a 3 l G M U o y f 9 P 8 A 4 F j C L b b k  
 k J d e L b C N j F p / m a p d D j y L J f M O f d v u r + J F R f Y d a 1 x V b V L g 6 V b E 5 N r Z y Z l Y f 7 U v b 6 L + d b t r a Q W c C w 2 s  
 M c M S / d S N Q o H 4 C p q j n U f h R f I 5 f E y p Y 6 Z a a b b i G y g S F O p C j l j 6 k 9 S f c 8 1 b x i i i o b b 1 Z a S W w U U U U h h R  
 R R Q A U U V m 6 3 r V v o t j 5 8 w a S R z s g g Q Z e Z z 0 V R 6 n 9 K a T k 7 I T a i r s r + I N d f T B F a a f C L v V L o 4 t 7 b O O O 7 t 6  
 I O 5 / D v V C N 9 J 8 D 6 b N d 6 3 q S t d 3 J 8 y e 4 m b 9 5 O w H 3 V X r g d A o 6 V i 6 b P f v c T 3 G m v B d a v c E D U N R m y b a y Q c +  
 V H 0 3 7 c n g H r y x 6 C j R / D l t 4 j 1 Q 6 r e + f d 2 U Z X y 7 m 6 + / e k c 5 x g B I g e i g D d 1 O e K 7 P Z x i r T e n X u / 6 6 f f s c  
 f t J S d 4 r X p 5 f 1 / w A A f / Z + t + P Z b a + v Z J N E 0 i G Q S Q W h U G 4 m I 6 S P n h f Y Y O O v p X S W O j 6 N 4 W s 5 L h N s X G 6 e  
 8 u Z N 0 j + 7 S N y a m 1 P W U s m + z W c L 3 t 8 y 5 S 2 i 6 + x Y 9 E X 3 P 4 Z q t b a F L e T R 3 n i K R L q e M h o r d A R B A e x C n 7 z f  
 7 R / A C s p T l K N n p H t / X 5 s 1 j C K l d a y 7 k Y 1 D U t d Z o 9 I R r C y 7 X 8 6 f P I P + m a H / A N C b 8 A a s w W W m e G b G a 6 l k  
 w Q N 8 9 3 c N u k k P u 3 U + w H 0 A r V n m i t o H m n k W O O M F n d j g K B 1 J N c 1 Z Q z e K N R G o 3 q 4 0 i F 1 a w g P / A C 2 Y f 8 t m  
 H p / d H 4 + l S v e T 6 R K e j 7 s 0 9 N h m v J B q N 9 G 0 T M M Q Q N 1 i X P B P + 0 R 1 9 O l a 4 F A o r J u 7 N U r I K K K K Q w o o o o A K  
 K K K A C i i i g A o o o o A K K K K A C i i i g A o o o o A Q j N A G K W i g A q l r G p Q 6 R o 9 1 f 3 B x H b x M 5 9 8 D o P c 9 K u 1 z P i m M  
 a p q G l a J u + S 4 u P t N y v r D F h s H 6 v s H 4 m r g k 5 J P Y i b a j o X v C + n y 6 d 4 f t 4 7 r H 2 q Q G e 4 I 7 y u S 7 f q x H 4 V s U  
 i j F L U t u T u x x X K r B R Q R m i k U F F F F A B R R R Q A U U U 1 3 W N C z s F V R k k n G B Q B W 1 P U b b S d N n v b 6 Q R Q Q J v d j 2 H  
 9 T 7 V w 0 s G o a z r l n L d u 9 p P q K y G B W H N n a L t 3 g e k r 7 h k 9 V B P p W z a B / F m p x 6 h N g 6 J b M T a R H / l 5 k B / 1 p H 9  
 0 Y + U d + v p U H i B o v E N 8 d O g k + z 2 m n v v v t Q D 7 T G M c x I 3 Z i P v H s P c 1 1 0 7 Q d u v V 9 v 6 6 / c c d V u a v 0 6 e f 9 f 8  
 E Y t n B 4 i C 6 N p q G 3 8 P W D G O c x / K L l l / 5 Z K f 7 g O d x 7 n j 1 r U m 1 G 4 1 E v Y + G T E i w t 5 U 1 4 R m O E j q q D + J h + Q 7  
 + l Y 1 p Y 6 j q d p D b 6 P J J b e H 4 w A k c v 7 q W 4 U A 8 K y j K J 0 5 P z H 6 V 0 N t e 2 m l x x 2 k 1 n / Z s S 8 R / K P K / B h w P x x S  
 q a P v 5 f 5 9 2 V D z 0 / r p 5 F r S 9 I t t K h d L c M z y t v l m k b c 8 r f 3 m P c / y 7 V e P C 0 i s r K C p B B 5 B B r C 8 R 6 l P 5 k O i  
 6 W 7 L q F 8 D i R R k W 8 Q P z y H 6 A 4 A 7 k j 3 r n S l O R u 2 o x 0 K e o 5 8 V 6 w 2 l I r H S L R / 9 P f k C d x 0 h B 7 g H l v p j 1 r q Y  
 0 E a B V A A H A A H S q u l 6 Z b a T p 8 V n Z J s i j G B k 5 J P U k n u S c k m r l O c k 9 F s v 6 u E I 2 1 e 4 U U U V B Y U U U U A F F F F A  
 B R R R Q A U U U U A F F F F A B R R R Q A U U U U A F F F F A B R R R Q A h O B X M + G x J q e s a l r 0 v M U r / Z b P 2 h j J B b / g T 5 P 0 A q  
 1 4 s u 5 4 9 K W x s X 2 X m o y L a w s O q b v v P / A M B U M 3 4 V q W F l D p + n 2 9 p b L t i g j W N B 7 A Y F a L 3 Y X 7 m T 9 6 d u x Z o o  
 o r M 1 C i i k I o A W i s y 2 0 i S 3 1 S a 9 f U 7 6 f z c / 6 P J I P K Q d s K B x j / 8 A X W m K b s t h K 7 3 C i i i k M C c V z W o F v E u p  
 P p U O R p 1 u 4 + 3 S 7 s e a c Z 8 k e 3 T c f T j u a v a 7 q E s K 2 9 h Y E f b r 1 y k Z / w C e a g Z e Q j 0 U f q Q O 9 Y O r a k n h f T r X  
 w 7 4 c j a 4 1 O d S I l + + y A n 5 p X P q S S e e p 9 g a 3 p Q b a t u 9 v L z + R h V m k t d v 6 0 J f E f i C K 3 W T S N N l a 2 M S K t z c Q  
 x 5 + z K e F R A O s r f w q O n W p N I 8 N / a I o H 1 G H y b G I Z t 9 M Y h g D n P m S n + N y e f Q Z 7 n m p P D P h R d L W O 5 1 B z P e A E  
 j c 2 5 Y 2 b 7 z Z 7 u 3 d v w G B X T g Y p z n G H u U / v / A K / r 9 V C E p e 9 P 7 g V c L i k d Q y l S M g 9 Q a d S M c L m u c 6 D n 9 Y x 4  
 d s X v t P Z Y U T r Z h c r O x 4 C q B 9 1 i c A Y / E U e F b a Z r S T U 9 R w d R v m 3 T g f 8 A L E D I E Q z 2 X k e 5 J P e o L a S H x F q h  
 1 a V x / Z 2 n O 6 W u f u y O P v y 5 9 B j A + h P p W n o s o u U u r y M s Y b m c v F u 7 q F V Q R 7 H a W H 1 r o k + W H K 9 + v + X 6 n P H W  
 d + n T / M 1 a K K K 5 z o C i i i g A o o o o A K K K K A C i i i g A o o o o A K K K K A C i i i g A o o o o A K K K K A C g 0 U G g D m 4 g 2 q e O  
 Z p y C b b S o P I Q 9 m m k w z / i F C j / g R r o x 0 r M 0 G 1 e 1 s J f P U r N N c z T P n / a c 4 / 8 A H d o / C t S r m 7 v T o R B W V + 4 U  
 U U V B Y U U U U A F F F F A B R R R Q B j e I n i 0 2 1 b W I r G S 8 v o I z D A k S k s x c g b c D s S F y e 2 K p + E t B n s L a W / 1 j b L q 9  
 8 5 l u J M D 5 M j A Q e w A A r p c Z o r R V G o c q 6 / 1 Y z d N O f M w A x R R R W Z o F Z X i h 7 q P w r q L a d H J J d f Z 2 E S x K W b c R  
 j I A 5 J H X F a t F V F 2 a Y p K 6 s c n p E N 1 q k M N r / A G b J p 2 i W q L G k d y u 2 W 5 2 4 x l P 4 V 4 7 8 n 0 r q 1 G B S 4 o p y l z M m  
 M F E K K K K g s K K K K A C i i i g A o o o o A K K K K A C i i i g A o o o o A K K K K A C i i i g A o o o o A K K K K A D F F F F A B R R R Q A U U  
 U U A F F F F A B R R R Q A U U U U A F F F F A B R R R Q A U U U U A F F F F A B R R R Q A U U U U A F F F F A B R R R Q A U U U U A F F F F A B R R R  
 Q A U U U U A f / 9 k = < / I m a g e >  
                 < T e x t   i d = " P r o f i l e . U s e r . T i t l e "   l a b e l = " P r o f i l e . U s e r . T i t l e "   v i s i b l e = " F a l s e " > < ! [ C D A T A [   ] ] > < / T e x t >  
                 < T e x t   i d = " P r o f i l e . U s e r . U r l "   l a b e l = " P r o f i l e . U s e r . U r l "   v i s i b l e = " F a l s e " > < ! [ C D A T A [ w w w . h o c h b a u a m t . z h . c h ] ] > < / T e x t >  
             < / P r o f i l e >  
             < S i g n e r _ 0 >  
                 < T e x t   i d = " S i g n e r _ 0 . I d "   l a b e l = " S i g n e r _ 0 . I d "   v i s i b l e = " F a l s e " > < ! [ C D A T A [ 8 3 d f 8 0 c 1 - 0 f 7 c - 4 2 4 f - 8 c 3 4 - 7 a 3 7 c d d 6 4 d 8 6 ] ] > < / T e x t >  
                 < T e x t   i d = " S i g n e r _ 0 . O r g a n i z a t i o n U n i t I d "   l a b e l = " S i g n e r _ 0 . O r g a n i z a t i o n U n i t I d "   v i s i b l e = " F a l s e " > < ! [ C D A T A [ 5 f 9 8 4 b 2 6 - 4 c e 2 - 4 6 f d - 8 4 a a - 1 f 7 d b 5 4 8 a f e 8 ] ] > < / T e x t >  
                 < T e x t   i d = " S i g n e r _ 0 . O r g . P o s t a l . C o u n t r y "   l a b e l = " S i g n e r _ 0 . O r g . P o s t a l . C o u n t r y "   v i s i b l e = " F a l s e " > < ! [ C D A T A [ S c h w e i z ] ] > < / T e x t >  
                 < T e x t   i d = " S i g n e r _ 0 . O r g . P o s t a l . L Z i p "   l a b e l = " S i g n e r _ 0 . O r g . P o s t a l . L Z i p "   v i s i b l e = " F a l s e " > < ! [ C D A T A [ C H ] ] > < / T e x t >  
                 < T e x t   i d = " S i g n e r _ 0 . O r g . T i t l e "   l a b e l = " S i g n e r _ 0 . O r g . T i t l e "   v i s i b l e = " F a l s e " > < ! [ C D A T A [ K a n t o n   Z � r i c h ] ] > < / T e x t >  
                 < T e x t   i d = " S i g n e r _ 0 . U s e r . A l i a s "   l a b e l = " S i g n e r _ 0 . U s e r . A l i a s "   v i s i b l e = " F a l s e " > < ! [ C D A T A [ K U P ] ] > < / T e x t >  
                 < T e x t   i d = " S i g n e r _ 0 . U s e r . E m a i l "   l a b e l = " S i g n e r _ 0 . U s e r . E m a i l "   v i s i b l e = " F a l s e " > < ! [ C D A T A [ p a t r i k . k u e n z l i @ b d . z h . c h ] ] > < / T e x t >  
                 < T e x t   i d = " S i g n e r _ 0 . U s e r . F a x "   l a b e l = " S i g n e r _ 0 . U s e r . F a x "   v i s i b l e = " F a l s e " > < ! [ C D A T A [ + 4 1   4 3   2 5 9   5 1   7 7 ] ] > < / T e x t >  
                 < T e x t   i d = " S i g n e r _ 0 . U s e r . F i r s t N a m e "   l a b e l = " S i g n e r _ 0 . U s e r . F i r s t N a m e "   v i s i b l e = " F a l s e " > < ! [ C D A T A [ P a t r i k ] ] > < / T e x t >  
                 < T e x t   i d = " S i g n e r _ 0 . U s e r . F u n c t i o n "   l a b e l = " S i g n e r _ 0 . U s e r . F u n c t i o n "   v i s i b l e = " F a l s e " > < ! [ C D A T A [ P r o j e k t l e i t e r ] ] > < / T e x t >  
                 < T e x t   i d = " S i g n e r _ 0 . U s e r . J o b D e s c r i p t i o n "   l a b e l = " S i g n e r _ 0 . U s e r . J o b D e s c r i p t i o n "   v i s i b l e = " F a l s e " > < ! [ C D A T A [   ] ] > < / T e x t >  
                 < T e x t   i d = " S i g n e r _ 0 . U s e r . L a s t N a m e "   l a b e l = " S i g n e r _ 0 . U s e r . L a s t N a m e "   v i s i b l e = " F a l s e " > < ! [ C D A T A [ K � n z l i ] ] > < / T e x t >  
                 < T e x t   i d = " S i g n e r _ 0 . U s e r . O u L e v 1 "   l a b e l = " S i g n e r _ 0 . U s e r . O u L e v 1 "   v i s i b l e = " F a l s e " > < ! [ C D A T A [ K a n t o n   Z � r i c h ] ] > < / T e x t >  
                 < T e x t   i d = " S i g n e r _ 0 . U s e r . O u L e v 2 "   l a b e l = " S i g n e r _ 0 . U s e r . O u L e v 2 "   v i s i b l e = " F a l s e " > < ! [ C D A T A [ B a u d i r e k t i o n ] ] > < / T e x t >  
                 < T e x t   i d = " S i g n e r _ 0 . U s e r . O u L e v 3 "   l a b e l = " S i g n e r _ 0 . U s e r . O u L e v 3 "   v i s i b l e = " F a l s e " > < ! [ C D A T A [ H o c h b a u a m t ] ] > < / T e x t >  
                 < T e x t   i d = " S i g n e r _ 0 . U s e r . O u L e v 4 "   l a b e l = " S i g n e r _ 0 . U s e r . O u L e v 4 "   v i s i b l e = " F a l s e " > < ! [ C D A T A [ B a u b e r e i c h   1 ] ] > < / T e x t >  
                 < T e x t   i d = " S i g n e r _ 0 . U s e r . O u L e v 5 "   l a b e l = " S i g n e r _ 0 . U s e r . O u L e v 5 "   v i s i b l e = " F a l s e " > < ! [ C D A T A [ R e s s o r t   3   G e b � u d e t e c h n i k ] ] > < / T e x t >  
                 < T e x t   i d = " S i g n e r _ 0 . U s e r . O u L e v 6 "   l a b e l = " S i g n e r _ 0 . U s e r . O u L e v 6 "   v i s i b l e = " F a l s e " > < ! [ C D A T A [   ] ] > < / T e x t >  
                 < T e x t   i d = " S i g n e r _ 0 . U s e r . O u L e v 7 "   l a b e l = " S i g n e r _ 0 . U s e r . O u L e v 7 "   v i s i b l e = " F a l s e " > < ! [ C D A T A [   ] ] > < / T e x t >  
                 < T e x t   i d = " S i g n e r _ 0 . U s e r . O u M a i l "   l a b e l = " S i g n e r _ 0 . U s e r . O u M a i l "   v i s i b l e = " F a l s e " > < ! [ C D A T A [ h b a . b a u b e r e i c h 1 @ b d . z h . c h ] ] > < / T e x t >  
                 < T e x t   i d = " S i g n e r _ 0 . U s e r . O u P h o n e "   l a b e l = " S i g n e r _ 0 . U s e r . O u P h o n e "   v i s i b l e = " F a l s e " > < ! [ C D A T A [ + 4 1   4 3   2 5 9   3 1   6 5 ] ] > < / T e x t >  
                 < T e x t   i d = " S i g n e r _ 0 . U s e r . P h o n e "   l a b e l = " S i g n e r _ 0 . U s e r . P h o n e "   v i s i b l e = " F a l s e " > < ! [ C D A T A [ + 4 1   4 3   2 5 9   2 8   5 3 ] ] > < / T e x t >  
                 < T e x t   i d = " S i g n e r _ 0 . U s e r . P o s t a l . C i t y "   l a b e l = " S i g n e r _ 0 . U s e r . P o s t a l . C i t y "   v i s i b l e = " F a l s e " > < ! [ C D A T A [ Z � r i c h ] ] > < / T e x t >  
                 < T e x t   i d = " S i g n e r _ 0 . U s e r . P o s t a l . O f f i c e N a m e "   l a b e l = " S i g n e r _ 0 . U s e r . P o s t a l . O f f i c e N a m e "   v i s i b l e = " F a l s e " > < ! [ C D A T A [ 1 1 1 ] ] > < / T e x t >  
                 < T e x t   i d = " S i g n e r _ 0 . U s e r . P o s t a l . P O B o x "   l a b e l = " S i g n e r _ 0 . U s e r . P o s t a l . P O B o x "   v i s i b l e = " F a l s e " > < ! [ C D A T A [   ] ] > < / T e x t >  
                 < T e x t   i d = " S i g n e r _ 0 . U s e r . P o s t a l . S t r e e t "   l a b e l = " S i g n e r _ 0 . U s e r . P o s t a l . S t r e e t "   v i s i b l e = " F a l s e " > < ! [ C D A T A [ S t a m p f e n b a c h s t r a s s e   1 1 0 ] ] > < / T e x t >  
                 < T e x t   i d = " S i g n e r _ 0 . U s e r . P o s t a l . Z i p "   l a b e l = " S i g n e r _ 0 . U s e r . P o s t a l . Z i p "   v i s i b l e = " F a l s e " > < ! [ C D A T A [ 8 0 9 0 ] ] > < / T e x t >  
                 < T e x t   i d = " S i g n e r _ 0 . U s e r . S a l u t a t i o n "   l a b e l = " S i g n e r _ 0 . U s e r . S a l u t a t i o n "   v i s i b l e = " F a l s e " > < ! [ C D A T A [ H e r r ] ] > < / T e x t >  
                 < I m a g e   i d = " S i g n e r _ 0 . U s e r . S i g n "   l a b e l = " S i g n e r _ 0 . U s e r . S i g n "   v i s i b l e = " F a l s e " > / 9 j / 4 A A Q S k Z J R g A B A Q E A Y A B g A A D / 4 Q B a R X h p Z g A A T U 0 A K g A A A A g A A g E 7 A A I A A A A P A A A A J p y d A A E A  
 A A A c A A A A N g A A A A B L w 7 x u e m x p I F B h d H J p a w A A S w D 8 A G 4 A e g B s A G k A I A B Q A G E A d A B y A G k A a w A A A P / b  
 A E M A B w U F B g U E B w Y F B g g H B w g K E Q s K C Q k K F Q 8 Q D B E Y F R o Z G B U Y F x s e J y E b H S U d F x g i L i I l K C k r L C s a  
 I C 8 z L y o y J y o r K v / b A E M B B w g I C g k K F A s L F C o c G B w q K i o q K i o q K i o q K i o q K i o q K i o q K i o q K i o q K i o q  
 K i o q K i o q K i o q K i o q K i o q K i o q K i o q K v / A A B E I A I w B Q A M B I g A C E Q E D E Q H / x A A f A A A B B Q E B A Q E B A Q A A  
 A A A A A A A A A Q I D B A U G B w g J C g v / x A C 1 E A A C A Q M D A g Q D B Q U E B A A A A X 0 B A g M A B B E F E i E x Q Q Y T U W E H I n E U  
 M o G R o Q g j Q r H B F V L R 8 C Q z Y n K C C Q o W F x g Z G i U m J y g p K j Q 1 N j c 4 O T p D R E V G R 0 h J S l N U V V Z X W F l a Y 2 R l  
 Z m d o a W p z d H V 2 d 3 h 5 e o O E h Y a H i I m K k p O U l Z a X m J m a o q O k p a a n q K m q s r O 0 t b a 3 u L m 6 w s P E x c b H y M n K  
 0 t P U 1 d b X 2 N n a 4 e L j 5 O X m 5 + j p 6 v H y 8 / T 1 9 v f 4 + f r / x A A f A Q A D A Q E B A Q E B A Q E B A A A A A A A A A Q I D B A U G  
 B w g J C g v / x A C 1 E Q A C A Q I E B A M E B w U E B A A B A n c A A Q I D E Q Q F I T E G E k F R B 2 F x E y I y g Q g U Q p G h s c E J I z N S  
 8 B V i c t E K F i Q 0 4 S X x F x g Z G i Y n K C k q N T Y 3 O D k 6 Q 0 R F R k d I S U p T V F V W V 1 h Z W m N k Z W Z n a G l q c 3 R 1 d n d 4  
 e X q C g 4 S F h o e I i Y q S k 5 S V l p e Y m Z q i o 6 S l p q e o q a q y s 7 S 1 t r e 4 u b r C w 8 T F x s f I y c r S 0 9 T V 1 t f Y 2 d r i  
 4 + T l 5 u f o 6 e r y 8 / T 1 9 v f 4 + f r / 2 g A M A w E A A h E D E Q A / A P p G i i i g A o o o o A K K K K A C i i i g A o o o o A K K K K A C  
 i g k A Z N G c 0 A F F F F A B R R R Q A U U U U A F F F F A B R R R Q A U U U U A F F F F A B R R R Q A U U U U A F F F F A B R R R Q A U U U U A F F  
 F F A B R R R Q A U U U U A F F F F A B R R S Z o A W i k y P U U b h 6 j 8 6 A F o q N 7 i G P / W S o v + 8 w F K k 0 c g y k i s P Z s 0 7 M V 0 P I  
 y O a K T I 9 R S 0 h h R R R Q A U U U U A F F F F A B R R T Z J F j j Z n Y K q g k k n o K A H U V n a J q B 1 X T V v V d X h m Z m h Y I y 7 o 8 n  
 a c H 2 7 9 6 0 a b T T s x J 3 V 0 F I T j r Q W A B J I F c x N c T + L L i S 0 s W e D S I 2 2 z 3 Q H N 1 6 p G f 7 v Y t 3 6 D 1 p x j z e h M p W  
 2 3 L t t r E m q a 0 Y 9 M a N 7 C 3 D L c T 7 S Q 8 n Z E O c c d S e f S t u o r e 3 i t o E h g j W O N A F V F G A B U t E m m 9 B x T S 1 C i i i  
 p K C i i i g A o p N w 9 R W Z f e I 9 I 0 + b y b q / h W f t C j b 5 D 9 E X L H 8 q a T e w m 0 t z U o r n j r u p 3 s g X S N D u D G 3 / A C 8 X  
 z f Z 0 H / A S C 5 / 7 5 F S n T t a v M f b N X + z I e s d j A F P 0 3 v u / Q C q 5 G v i d i e e + x s v M k a l p H V F H U s c A V R T X L O d m  
 F m z X Z B x / o 6 F 1 / w C + v u / r U F p 4 X 0 u 3 k 8 y S A 3 c v e W 8 d p 2 z 6 g u T j 8 M V r B F U A K A A O g A p e 6 t t R + 8 x k U k r 5  
 M k Q j H b 5 s m p a K K k o K K K K A C i i i g A p C c d a o 6 t r N l o t m 1 1 q M 4 h i B A H B J Y n o q g c k + w r D / A O K h 8 R u j A v o W  
 m M M n o b u U H 8 x G M f V v p V x g 2 r 7 I i U 0 n Z a s 1 N T 8 T 6 X p c 6 2 8 9 w Z L p h 8 t r b o Z Z W / 4 A u T + P S s x t S 8 V 6 p M B p  
 e l W + m W x P M + p P v k I 9 R E h 4 P 1 Y V r a R 4 d 0 z Q 0 f 8 A s 2 1 W N 5 O Z Z S d 0 k p 9 W Y 8 n 8 T W n t q u a E f h V / X / L / A I c X  
 L K W 7 t 6 H P D w 7 q c 5 H 9 o e J b 5 1 7 p b R x w L + i l v / H q Y / g T R b h t 1 8 l 3 e t j 7 1 x f T P + m 7 F d L R S 9 r N b O 3 p p + Q e  
 z h 1 V / w A f z O b T 4 f 8 A h d M 4 0 O z b P 9 9 S 3 8 6 D 8 P 8 A w w T l N I h h O c g w s 0 Z H 0 K k V 0 l F P 2 1 X + Z / e H s q f 8 q O W u  
 N D 1 f R 4 z P 4 a 1 C W 4 2 8 m w 1 C U y p I P R Z D 8 y n 0 y S P a t b Q d b g 1 3 T v t E C S Q v G 5 i n g l G H h k X 7 y t 7 / A N C K u X l 1  
 F Z W s t x c O s c U S F 3 d u i g c k 1 z / g i G 4 O n X m p X c X k v q t 6 9 4 k Z G C s Z A V M j 1 2 q D + N O / N B y l u i U u W a U d j p 6 K  
 K K x N g o o o o A K K K K A C s D x f c O N E a w t i R d a k 4 s 4 c d R v 4 Z v 8 A g K b m / C t 5 j g E 1 z G m x r r / i W T X G y 1 p Z 7 r a w  
 9 G O c S y / i R t H s p P e t K a V + Z 9 P 6 R n U d 1 y r q d F a 2 8 d p b R W 8 C h I o k C I o / h A G A P y p 8 s 0 c M b S S s E R R u Z m O A  
 B 6 m m z z x 2 t u 8 1 x I s c c Y L O 7 H A U D u T X N R R T e M J R c X a G L Q d u Y Y D l X v P R 3 9 E 9 F 7 9 T 6 U o x 5 t X s O U u X R b j n  
 k u v F k z R w m a 0 0 U c N K C U k v P Z e 6 p 7 9 W 7 c V 0 d v b x 2 t v H B A i x x R q F R F G A o H Q C n q g V Q F G A B g A U 6 l K V 9 F s E  
 Y 2 1 e 4 U V V v t T s t M g M + o X U N r E O r z O F H 6 1 i p 4 x i v l H 9 g W F 5 q o J w J Y o v L i / 7 + P t B / D N O M J S V 0 g c 4 x 0 b O  
 k z U U 9 1 B a x N L c y p D G v 3 n k Y K B + J r n p b f x Z q c g 3 3 V l o 1 u R 0 g U 3 E 3 / f T A K P + + T U y + D N L m d J d V 8 / V Z V 5 D  
 X 8 p k U H 1 C f c H 4 L T 5 Y r 4 n 9 3 9 W F z S e y + 8 c 3 i / S 5 T t 0 0 z a p J n 7 t j E Z R + L D 5 R + J q u l z 4 r 1 N j 5 N n Z 6 P A e j  
 3 T + f L j / c U h Q f + B G u i j h S J F S J F R F G A q j A F S Y o 5 o r Z f e H L J 7 v 7 j n f + E V a 6 O d Y 1 f U L 7 1 j E 3 k R n / A I D G  
 F z + J N a e n a L p + k Q C H T L O G 1 T u I 0 x n 6 n v 8 A j V + i k 5 y a t c a h F a p C A U t F F Q W F F F F A B R R R Q A U U U U A F Y + v +  
 I I d F t 4 1 S N r q 9 u G 2 W t p F 9 + Z s f o B 3 Y 8 C r W s a r D o + k 3 F 7 c A s s K E h V 6 u e g U e 5 O A P r W Z 4 e 0 W a K W X W N Z C S  
 a t d j 5 i O R b x 9 o k P Y D v 6 n J r S E V b m l t + Z l N t v l i J p P h 6 Q 3 S 6 t 4 h Z b v V D k q M k x W o P 8 M a n p 7 t 1 N d C B i l A  
 x R U y k 5 O 7 L j F R V k F F V 7 + 7 W w s J 7 q Q E p D G 0 j A H q A M / 0 p 1 p c f a r S K f y 3 i 8 x A 2 y Q Y Z c j o R 6 0 r O 1 x 3 V 7 E 1  
 F F I T i k M W o b m 5 h t b d 5 r i V Y o 0 G W d z g A V n a j 4 h i t b r 7 F Z Q v f 3 5 G f s 8 J H y D 1 d j w g + v 4 A 1 W t N B m u r r 7 d 4  
 h l W 5 m z m O 1 U 5 g t / o D 9 5 v 9 o / h i r 5 L K 8 t D N z u 7 R 1 K o s 5 / F l w k + o R y Q a N G Q 0 N s x w 1 0 e o e Q d k 9 F 7 9 T 6 V 1  
 K j A 4 F A X F L S l J y 0 6 D j H l 9 Q o o o q S w o o o o A K D w O a K w N d 1 e 4 + 0 R 6 N o 6 7 t S u o y 3 m d U t o + h k b + g 7 n 8 a q M X  
 J 2 R M p K K u y P W b m 5 1 X U f 7 D 0 x z G u 0 N f 3 S t g x R n o i / 7 b c / Q c + l a q i x 0 P S A o E d r Z 2 k f 0 V F A q r Z 2 u n + F t E  
 k L S b I Y w Z Z 7 i V s t I 3 8 T s T 1 J / + s K 5 m 8 1 y y v r i 3 1 P X Z 3 t 7 E 4 e x 0 k p u m u T 2 k a M Z Y 8 9 F 6 D q f b a M f a a R 2 X  
 4 / 1 + C M n L l 1 e / 5 G n b w X H i 2 4 S 8 1 G I x a K v z W 9 n I u G u D 2 e Q H + H u F + h P p X T P L D b x F 5 H S N E H J Y 4 A F c 3 / a X  
 i P W F A 0 n T V 0 m B v + X n U u Z M e 0 K n / w B C Y f S q F 3 o + j 6 Z K j + J r q 5 8 Q 6 h K c x W 8 y + Z k / 7 E A + V R 7 k c e t D j z O z  
 + 5 a i U r a r 7 2 a L + N r S 6 u n t f D 9 r c 6 z M p w z W i j y U P v K 2 F / I m m i w 8 T 6 r c b t R 1 O L S r b / n 2 0 8 b 5 D 9 Z X H H 4 D  
 8 a r a x P q M e k r L M X 0 q 1 B V I r K y 2 t c T M T h U 3 f d T / A I D n H r W n 4 U 0 B 9 F s 5 p L q Q y X l 4 / m z n e z h T 2 Q F i S Q O m  
 T y e t U + W E O Z b / A H / 8 A l c 0 p W e 3 3 f 8 A B H W 3 g / R b e 5 F z J Z i 7 u R / y 8 X j m e T 8 C 5 O P w x W 4 F A A A A A H t S 0 V z y  
 l K W 7 O h R U d k G K K K K k o K K K K A C i i i g A o o o o A K K K K A C i i i g A o o o o A 5 r V G f U P G m l 6 d j M F q j 3 0 2 R 1 I + S M f  
 m z H / A I D X S g V g X 6 T a f 4 m h 1 N Y G k t J L d o L l k G W i w 2 5 G x 1 I + Z s 4 6 c V u o 6 u o Z C C p G Q R 3 r S e 0 T O C 1 f q O o o  
 p H O E O B n j p W Z o c 5 4 u L 3 3 9 n a J A 2 1 t Q u Q J j n p D H 8 7 / n h V / 4 F X Q 7 h G h L H A H J J 7 V x W n r q 3 i D x R f X p l g s k  
 0 7 N l F s Q y / M d r y Y J w M 5 C L 0 P 3 T W 2 / h a 2 v E x q 1 z d 6 g P 7 s 0 2 1 P 8 A v h N q n 8 Q a 3 l G M U o y f 9 P 8 A 4 F j C L b b k  
 k J d e L b C N j F p / m a p d D j y L J f M O f d v u r + J F R f Y d a 1 x V b V L g 6 V b E 5 N r Z y Z l Y f 7 U v b 6 L + d b t r a Q W c C w 2 s  
 M c M S / d S N Q o H 4 C p q j n U f h R f I 5 f E y p Y 6 Z a a b b i G y g S F O p C j l j 6 k 9 S f c 8 1 b x i i i o b b 1 Z a S W w U U U U h h R  
 R R Q A U U V m 6 3 r V v o t j 5 8 w a S R z s g g Q Z e Z z 0 V R 6 n 9 K a T k 7 I T a i r s r + I N d f T B F a a f C L v V L o 4 t 7 b O O O 7 t 6  
 I O 5 / D v V C N 9 J 8 D 6 b N d 6 3 q S t d 3 J 8 y e 4 m b 9 5 O w H 3 V X r g d A o 6 V i 6 b P f v c T 3 G m v B d a v c E D U N R m y b a y Q c +  
 V H 0 3 7 c n g H r y x 6 C j R / D l t 4 j 1 Q 6 r e + f d 2 U Z X y 7 m 6 + / e k c 5 x g B I g e i g D d 1 O e K 7 P Z x i r T e n X u / 6 6 f f s c  
 f t J S d 4 r X p 5 f 1 / w A A f / Z + t + P Z b a + v Z J N E 0 i G Q S Q W h U G 4 m I 6 S P n h f Y Y O O v p X S W O j 6 N 4 W s 5 L h N s X G 6 e  
 8 u Z N 0 j + 7 S N y a m 1 P W U s m + z W c L 3 t 8 y 5 S 2 i 6 + x Y 9 E X 3 P 4 Z q t b a F L e T R 3 n i K R L q e M h o r d A R B A e x C n 7 z f  
 7 R / A C s p T l K N n p H t / X 5 s 1 j C K l d a y 7 k Y 1 D U t d Z o 9 I R r C y 7 X 8 6 f P I P + m a H / A N C b 8 A a s w W W m e G b G a 6 l k  
 w Q N 8 9 3 c N u k k P u 3 U + w H 0 A r V n m i t o H m n k W O O M F n d j g K B 1 J N c 1 Z Q z e K N R G o 3 q 4 0 i F 1 a w g P / A C 2 Y f 8 t m  
 H p / d H 4 + l S v e T 6 R K e j 7 s 0 9 N h m v J B q N 9 G 0 T M M Q Q N 1 i X P B P + 0 R 1 9 O l a 4 F A o r J u 7 N U r I K K K K Q w o o o o A K  
 K K K A C i i i g A o o o o A K K K K A C i i i g A o o o o A Q j N A G K W i g A q l r G p Q 6 R o 9 1 f 3 B x H b x M 5 9 8 D o P c 9 K u 1 z P i m M  
 a p q G l a J u + S 4 u P t N y v r D F h s H 6 v s H 4 m r g k 5 J P Y i b a j o X v C + n y 6 d 4 f t 4 7 r H 2 q Q G e 4 I 7 y u S 7 f q x H 4 V s U  
 i j F L U t u T u x x X K r B R Q R m i k U F F F F A B R R R Q A U U U 1 3 W N C z s F V R k k n G B Q B W 1 P U b b S d N n v b 6 Q R Q Q J v d j 2 H  
 9 T 7 V w 0 s G o a z r l n L d u 9 p P q K y G B W H N n a L t 3 g e k r 7 h k 9 V B P p W z a B / F m p x 6 h N g 6 J b M T a R H / l 5 k B / 1 p H 9  
 0 Y + U d + v p U H i B o v E N 8 d O g k + z 2 m n v v v t Q D 7 T G M c x I 3 Z i P v H s P c 1 1 0 7 Q d u v V 9 v 6 6 / c c d V u a v 0 6 e f 9 f 8  
 E Y t n B 4 i C 6 N p q G 3 8 P W D G O c x / K L l l / 5 Z K f 7 g O d x 7 n j 1 r U m 1 G 4 1 E v Y + G T E i w t 5 U 1 4 R m O E j q q D + J h + Q 7  
 + l Y 1 p Y 6 j q d p D b 6 P J J b e H 4 w A k c v 7 q W 4 U A 8 K y j K J 0 5 P z H 6 V 0 N t e 2 m l x x 2 k 1 n / Z s S 8 R / K P K / B h w P x x S  
 q a P v 5 f 5 9 2 V D z 0 / r p 5 F r S 9 I t t K h d L c M z y t v l m k b c 8 r f 3 m P c / y 7 V e P C 0 i s r K C p B B 5 B B r C 8 R 6 l P 5 k O i  
 6 W 7 L q F 8 D i R R k W 8 Q P z y H 6 A 4 A 7 k j 3 r n S l O R u 2 o x 0 K e o 5 8 V 6 w 2 l I r H S L R / 9 P f k C d x 0 h B 7 g H l v p j 1 r q Y  
 0 E a B V A A H A A H S q u l 6 Z b a T p 8 V n Z J s i j G B k 5 J P U k n u S c k m r l O c k 9 F s v 6 u E I 2 1 e 4 U U U V B Y U U U U A F F F F A  
 B R R R Q A U U U U A F F F F A B R R R Q A U U U U A F F F F A B R R R Q A h O B X M + G x J q e s a l r 0 v M U r / Z b P 2 h j J B b / g T 5 P 0 A q  
 1 4 s u 5 4 9 K W x s X 2 X m o y L a w s O q b v v P / A M B U M 3 4 V q W F l D p + n 2 9 p b L t i g j W N B 7 A Y F a L 3 Y X 7 m T 9 6 d u x Z o o  
 o r M 1 C i i k I o A W i s y 2 0 i S 3 1 S a 9 f U 7 6 f z c / 6 P J I P K Q d s K B x j / 8 A X W m K b s t h K 7 3 C i i i k M C c V z W o F v E u p  
 P p U O R p 1 u 4 + 3 S 7 s e a c Z 8 k e 3 T c f T j u a v a 7 q E s K 2 9 h Y E f b r 1 y k Z / w C e a g Z e Q j 0 U f q Q O 9 Y O r a k n h f T r X  
 w 7 4 c j a 4 1 O d S I l + + y A n 5 p X P q S S e e p 9 g a 3 p Q b a t u 9 v L z + R h V m k t d v 6 0 J f E f i C K 3 W T S N N l a 2 M S K t z c Q  
 x 5 + z K e F R A O s r f w q O n W p N I 8 N / a I o H 1 G H y b G I Z t 9 M Y h g D n P m S n + N y e f Q Z 7 n m p P D P h R d L W O 5 1 B z P e A E  
 j c 2 5 Y 2 b 7 z Z 7 u 3 d v w G B X T g Y p z n G H u U / v / A K / r 9 V C E p e 9 P 7 g V c L i k d Q y l S M g 9 Q a d S M c L m u c 6 D n 9 Y x 4  
 d s X v t P Z Y U T r Z h c r O x 4 C q B 9 1 i c A Y / E U e F b a Z r S T U 9 R w d R v m 3 T g f 8 A L E D I E Q z 2 X k e 5 J P e o L a S H x F q h  
 1 a V x / Z 2 n O 6 W u f u y O P v y 5 9 B j A + h P p W n o s o u U u r y M s Y b m c v F u 7 q F V Q R 7 H a W H 1 r o k + W H K 9 + v + X 6 n P H W  
 d + n T / M 1 a K K K 5 z o C i i i g A o o o o A K K K K A C i i i g A o o o o A K K K K A C i i i g A o o o o A K K K K A C g 0 U G g D m 4 g 2 q e O  
 Z p y C b b S o P I Q 9 m m k w z / i F C j / g R r o x 0 r M 0 G 1 e 1 s J f P U r N N c z T P n / a c 4 / 8 A H d o / C t S r m 7 v T o R B W V + 4 U  
 U U V B Y U U U U A F F F F A B R R R Q B j e I n i 0 2 1 b W I r G S 8 v o I z D A k S k s x c g b c D s S F y e 2 K p + E t B n s L a W / 1 j b L q 9  
 8 5 l u J M D 5 M j A Q e w A A r p c Z o r R V G o c q 6 / 1 Y z d N O f M w A x R R R W Z o F Z X i h 7 q P w r q L a d H J J d f Z 2 E S x K W b c R  
 j I A 5 J H X F a t F V F 2 a Y p K 6 s c n p E N 1 q k M N r / A G b J p 2 i W q L G k d y u 2 W 5 2 4 x l P 4 V 4 7 8 n 0 r q 1 G B S 4 o p y l z M m  
 M F E K K K K g s K K K K A C i i i g A o o o o A K K K K A C i i i g A o o o o A K K K K A C i i i g A o o o o A K K K K A D F F F F A B R R R Q A U U  
 U U A F F F F A B R R R Q A U U U U A F F F F A B R R R Q A U U U U A F F F F A B R R R Q A U U U U A F F F F A B R R R Q A U U U U A F F F F A B R R R  
 Q A U U U U A f / 9 k = < / I m a g e >  
                 < T e x t   i d = " S i g n e r _ 0 . U s e r . T i t l e "   l a b e l = " S i g n e r _ 0 . U s e r . T i t l e "   v i s i b l e = " F a l s e " > < ! [ C D A T A [   ] ] > < / T e x t >  
                 < T e x t   i d = " S i g n e r _ 0 . U s e r . U r l "   l a b e l = " S i g n e r _ 0 . U s e r . U r l "   v i s i b l e = " F a l s e " > < ! [ C D A T A [ w w w . h o c h b a u a m t . z h . c h ] ] > < / T e x t >  
             < / S i g n e r _ 0 >  
             < S i g n e r _ 1 >  
                 < T e x t   i d = " S i g n e r _ 1 . I d "   l a b e l = " S i g n e r _ 1 . I d "   v i s i b l e = " F a l s e " > < ! [ C D A T A [ 0 0 0 0 0 0 0 0 - 0 0 0 0 - 0 0 0 0 - 0 0 0 0 - 0 0 0 0 0 0 0 0 0 0 0 0 ] ] > < / T e x t >  
                 < T e x t   i d = " S i g n e r _ 1 . O r g a n i z a t i o n U n i t I d "   l a b e l = " S i g n e r _ 1 . O r g a n i z a t i o n U n i t I d "   v i s i b l e = " F a l s e " > < ! [ C D A T A [   ] ] > < / T e x t >  
                 < T e x t   i d = " S i g n e r _ 1 . O r g . P o s t a l . C o u n t r y "   l a b e l = " S i g n e r _ 1 . O r g . P o s t a l . C o u n t r y "   v i s i b l e = " F a l s e " > < ! [ C D A T A [   ] ] > < / T e x t >  
                 < T e x t   i d = " S i g n e r _ 1 . O r g . P o s t a l . L Z i p "   l a b e l = " S i g n e r _ 1 . O r g . P o s t a l . L Z i p "   v i s i b l e = " F a l s e " > < ! [ C D A T A [   ] ] > < / T e x t >  
                 < T e x t   i d = " S i g n e r _ 1 . O r g . T i t l e "   l a b e l = " S i g n e r _ 1 . O r g . T i t l e "   v i s i b l e = " F a l s e " > < ! [ C D A T A [   ] ] > < / T e x t >  
                 < T e x t   i d = " S i g n e r _ 1 . U s e r . A l i a s "   l a b e l = " S i g n e r _ 1 . U s e r . A l i a s "   v i s i b l e = " F a l s e " > < ! [ C D A T A [   ] ] > < / T e x t >  
                 < T e x t   i d = " S i g n e r _ 1 . U s e r . E m a i l "   l a b e l = " S i g n e r _ 1 . U s e r . E m a i l "   v i s i b l e = " F a l s e " > < ! [ C D A T A [   ] ] > < / T e x t >  
                 < T e x t   i d = " S i g n e r _ 1 . U s e r . F a x "   l a b e l = " S i g n e r _ 1 . U s e r . F a x "   v i s i b l e = " F a l s e " > < ! [ C D A T A [   ] ] > < / T e x t >  
                 < T e x t   i d = " S i g n e r _ 1 . U s e r . F i r s t N a m e "   l a b e l = " S i g n e r _ 1 . U s e r . F i r s t N a m e "   v i s i b l e = " F a l s e " > < ! [ C D A T A [   ] ] > < / T e x t >  
                 < T e x t   i d = " S i g n e r _ 1 . U s e r . F u n c t i o n "   l a b e l = " S i g n e r _ 1 . U s e r . F u n c t i o n "   v i s i b l e = " F a l s e " > < ! [ C D A T A [   ] ] > < / T e x t >  
                 < T e x t   i d = " S i g n e r _ 1 . U s e r . J o b D e s c r i p t i o n "   l a b e l = " S i g n e r _ 1 . U s e r . J o b D e s c r i p t i o n "   v i s i b l e = " F a l s e " > < ! [ C D A T A [   ] ] > < / T e x t >  
                 < T e x t   i d = " S i g n e r _ 1 . U s e r . L a s t N a m e "   l a b e l = " S i g n e r _ 1 . U s e r . L a s t N a m e "   v i s i b l e = " F a l s e " > < ! [ C D A T A [   ] ] > < / T e x t >  
                 < T e x t   i d = " S i g n e r _ 1 . U s e r . O u L e v 1 "   l a b e l = " S i g n e r _ 1 . U s e r . O u L e v 1 "   v i s i b l e = " F a l s e " > < ! [ C D A T A [   ] ] > < / T e x t >  
                 < T e x t   i d = " S i g n e r _ 1 . U s e r . O u L e v 2 "   l a b e l = " S i g n e r _ 1 . U s e r . O u L e v 2 "   v i s i b l e = " F a l s e " > < ! [ C D A T A [   ] ] > < / T e x t >  
                 < T e x t   i d = " S i g n e r _ 1 . U s e r . O u L e v 3 "   l a b e l = " S i g n e r _ 1 . U s e r . O u L e v 3 "   v i s i b l e = " F a l s e " > < ! [ C D A T A [   ] ] > < / T e x t >  
                 < T e x t   i d = " S i g n e r _ 1 . U s e r . O u L e v 4 "   l a b e l = " S i g n e r _ 1 . U s e r . O u L e v 4 "   v i s i b l e = " F a l s e " > < ! [ C D A T A [   ] ] > < / T e x t >  
                 < T e x t   i d = " S i g n e r _ 1 . U s e r . O u L e v 5 "   l a b e l = " S i g n e r _ 1 . U s e r . O u L e v 5 "   v i s i b l e = " F a l s e " > < ! [ C D A T A [   ] ] > < / T e x t >  
                 < T e x t   i d = " S i g n e r _ 1 . U s e r . O u L e v 6 "   l a b e l = " S i g n e r _ 1 . U s e r . O u L e v 6 "   v i s i b l e = " F a l s e " > < ! [ C D A T A [   ] ] > < / T e x t >  
                 < T e x t   i d = " S i g n e r _ 1 . U s e r . O u L e v 7 "   l a b e l = " S i g n e r _ 1 . U s e r . O u L e v 7 "   v i s i b l e = " F a l s e " > < ! [ C D A T A [   ] ] > < / T e x t >  
                 < T e x t   i d = " S i g n e r _ 1 . U s e r . O u M a i l "   l a b e l = " S i g n e r _ 1 . U s e r . O u M a i l "   v i s i b l e = " F a l s e " > < ! [ C D A T A [   ] ] > < / T e x t >  
                 < T e x t   i d = " S i g n e r _ 1 . U s e r . O u P h o n e "   l a b e l = " S i g n e r _ 1 . U s e r . O u P h o n e "   v i s i b l e = " F a l s e " > < ! [ C D A T A [   ] ] > < / T e x t >  
                 < T e x t   i d = " S i g n e r _ 1 . U s e r . P h o n e "   l a b e l = " S i g n e r _ 1 . U s e r . P h o n e "   v i s i b l e = " F a l s e " > < ! [ C D A T A [   ] ] > < / T e x t >  
                 < T e x t   i d = " S i g n e r _ 1 . U s e r . P o s t a l . C i t y "   l a b e l = " S i g n e r _ 1 . U s e r . P o s t a l . C i t y "   v i s i b l e = " F a l s e " > < ! [ C D A T A [   ] ] > < / T e x t >  
                 < T e x t   i d = " S i g n e r _ 1 . U s e r . P o s t a l . O f f i c e N a m e "   l a b e l = " S i g n e r _ 1 . U s e r . P o s t a l . O f f i c e N a m e "   v i s i b l e = " F a l s e " > < ! [ C D A T A [   ] ] > < / T e x t >  
                 < T e x t   i d = " S i g n e r _ 1 . U s e r . P o s t a l . P O B o x "   l a b e l = " S i g n e r _ 1 . U s e r . P o s t a l . P O B o x "   v i s i b l e = " F a l s e " > < ! [ C D A T A [   ] ] > < / T e x t >  
                 < T e x t   i d = " S i g n e r _ 1 . U s e r . P o s t a l . S t r e e t "   l a b e l = " S i g n e r _ 1 . U s e r . P o s t a l . S t r e e t "   v i s i b l e = " F a l s e " > < ! [ C D A T A [   ] ] > < / T e x t >  
                 < T e x t   i d = " S i g n e r _ 1 . U s e r . P o s t a l . Z i p "   l a b e l = " S i g n e r _ 1 . U s e r . P o s t a l . Z i p "   v i s i b l e = " F a l s e " > < ! [ C D A T A [   ] ] > < / T e x t >  
                 < T e x t   i d = " S i g n e r _ 1 . U s e r . S a l u t a t i o n "   l a b e l = " S i g n e r _ 1 . U s e r . S a l u t a t i o n "   v i s i b l e = " F a l s e " > < ! [ C D A T A [   ] ] > < / T e x t >  
                 < I m a g e   i d = " S i g n e r _ 1 . U s e r . S i g n "   l a b e l = " S i g n e r _ 1 . U s e r . S i g n "   v i s i b l e = " F a l s e " > i V B O R w 0 K G g o A A A A N S U h E U g A A A A o A A A A K C A Y A A A C N M s + 9 A A A A A X N S R 0 I A r s 4 c 6 Q A A A A R n Q U 1 B A A C x  
 j w v 8 Y Q U A A A A J c E h Z c w A A D s M A A A 7 D A c d v q G Q A A A A a d E V Y d F N v Z n R 3 Y X J l A F B h a W 5 0 L k 5 F V C B 2 M y 4 1  
 L j E x R / N C N w A A A C d J R E F U K F O N y K E B A A A I w C D / f 3 o e I M F A Y a o X p j C F K U x h C l O Y w h T m 1 S z w y S r k S + a +  
 Z g A A A A B J R U 5 E r k J g g g = = < / I m a g e >  
                 < T e x t   i d = " S i g n e r _ 1 . U s e r . T i t l e "   l a b e l = " S i g n e r _ 1 . U s e r . T i t l e "   v i s i b l e = " F a l s e " > < ! [ C D A T A [   ] ] > < / T e x t >  
                 < T e x t   i d = " S i g n e r _ 1 . U s e r . U r l "   l a b e l = " S i g n e r _ 1 . U s e r . U r l "   v i s i b l e = " F a l s e " > < ! [ C D A T A [   ] ] > < / T e x t >  
             < / S i g n e r _ 1 >  
             < S i g n e r _ 2 >  
                 < T e x t   i d = " S i g n e r _ 2 . I d "   l a b e l = " S i g n e r _ 2 . I d "   v i s i b l e = " F a l s e " > < ! [ C D A T A [ 0 0 0 0 0 0 0 0 - 0 0 0 0 - 0 0 0 0 - 0 0 0 0 - 0 0 0 0 0 0 0 0 0 0 0 0 ] ] > < / T e x t >  
                 < T e x t   i d = " S i g n e r _ 2 . O r g a n i z a t i o n U n i t I d "   l a b e l = " S i g n e r _ 2 . O r g a n i z a t i o n U n i t I d "   v i s i b l e = " F a l s e " > < ! [ C D A T A [   ] ] > < / T e x t >  
                 < T e x t   i d = " S i g n e r _ 2 . O r g . P o s t a l . C o u n t r y "   l a b e l = " S i g n e r _ 2 . O r g . P o s t a l . C o u n t r y "   v i s i b l e = " F a l s e " > < ! [ C D A T A [   ] ] > < / T e x t >  
                 < T e x t   i d = " S i g n e r _ 2 . O r g . P o s t a l . L Z i p "   l a b e l = " S i g n e r _ 2 . O r g . P o s t a l . L Z i p "   v i s i b l e = " F a l s e " > < ! [ C D A T A [   ] ] > < / T e x t >  
                 < T e x t   i d = " S i g n e r _ 2 . O r g . T i t l e "   l a b e l = " S i g n e r _ 2 . O r g . T i t l e "   v i s i b l e = " F a l s e " > < ! [ C D A T A [   ] ] > < / T e x t >  
                 < T e x t   i d = " S i g n e r _ 2 . U s e r . A l i a s "   l a b e l = " S i g n e r _ 2 . U s e r . A l i a s "   v i s i b l e = " F a l s e " > < ! [ C D A T A [   ] ] > < / T e x t >  
                 < T e x t   i d = " S i g n e r _ 2 . U s e r . E m a i l "   l a b e l = " S i g n e r _ 2 . U s e r . E m a i l "   v i s i b l e = " F a l s e " > < ! [ C D A T A [   ] ] > < / T e x t >  
                 < T e x t   i d = " S i g n e r _ 2 . U s e r . F a x "   l a b e l = " S i g n e r _ 2 . U s e r . F a x "   v i s i b l e = " F a l s e " > < ! [ C D A T A [   ] ] > < / T e x t >  
                 < T e x t   i d = " S i g n e r _ 2 . U s e r . F i r s t N a m e "   l a b e l = " S i g n e r _ 2 . U s e r . F i r s t N a m e "   v i s i b l e = " F a l s e " > < ! [ C D A T A [   ] ] > < / T e x t >  
                 < T e x t   i d = " S i g n e r _ 2 . U s e r . F u n c t i o n "   l a b e l = " S i g n e r _ 2 . U s e r . F u n c t i o n "   v i s i b l e = " F a l s e " > < ! [ C D A T A [   ] ] > < / T e x t >  
                 < T e x t   i d = " S i g n e r _ 2 . U s e r . J o b D e s c r i p t i o n "   l a b e l = " S i g n e r _ 2 . U s e r . J o b D e s c r i p t i o n "   v i s i b l e = " F a l s e " > < ! [ C D A T A [   ] ] > < / T e x t >  
                 < T e x t   i d = " S i g n e r _ 2 . U s e r . L a s t N a m e "   l a b e l = " S i g n e r _ 2 . U s e r . L a s t N a m e "   v i s i b l e = " F a l s e " > < ! [ C D A T A [   ] ] > < / T e x t >  
                 < T e x t   i d = " S i g n e r _ 2 . U s e r . O u L e v 1 "   l a b e l = " S i g n e r _ 2 . U s e r . O u L e v 1 "   v i s i b l e = " F a l s e " > < ! [ C D A T A [   ] ] > < / T e x t >  
                 < T e x t   i d = " S i g n e r _ 2 . U s e r . O u L e v 2 "   l a b e l = " S i g n e r _ 2 . U s e r . O u L e v 2 "   v i s i b l e = " F a l s e " > < ! [ C D A T A [   ] ] > < / T e x t >  
                 < T e x t   i d = " S i g n e r _ 2 . U s e r . O u L e v 3 "   l a b e l = " S i g n e r _ 2 . U s e r . O u L e v 3 "   v i s i b l e = " F a l s e " > < ! [ C D A T A [   ] ] > < / T e x t >  
                 < T e x t   i d = " S i g n e r _ 2 . U s e r . O u L e v 4 "   l a b e l = " S i g n e r _ 2 . U s e r . O u L e v 4 "   v i s i b l e = " F a l s e " > < ! [ C D A T A [   ] ] > < / T e x t >  
                 < T e x t   i d = " S i g n e r _ 2 . U s e r . O u L e v 5 "   l a b e l = " S i g n e r _ 2 . U s e r . O u L e v 5 "   v i s i b l e = " F a l s e " > < ! [ C D A T A [   ] ] > < / T e x t >  
                 < T e x t   i d = " S i g n e r _ 2 . U s e r . O u L e v 6 "   l a b e l = " S i g n e r _ 2 . U s e r . O u L e v 6 "   v i s i b l e = " F a l s e " > < ! [ C D A T A [   ] ] > < / T e x t >  
                 < T e x t   i d = " S i g n e r _ 2 . U s e r . O u L e v 7 "   l a b e l = " S i g n e r _ 2 . U s e r . O u L e v 7 "   v i s i b l e = " F a l s e " > < ! [ C D A T A [   ] ] > < / T e x t >  
                 < T e x t   i d = " S i g n e r _ 2 . U s e r . O u M a i l "   l a b e l = " S i g n e r _ 2 . U s e r . O u M a i l "   v i s i b l e = " F a l s e " > < ! [ C D A T A [   ] ] > < / T e x t >  
                 < T e x t   i d = " S i g n e r _ 2 . U s e r . O u P h o n e "   l a b e l = " S i g n e r _ 2 . U s e r . O u P h o n e "   v i s i b l e = " F a l s e " > < ! [ C D A T A [   ] ] > < / T e x t >  
                 < T e x t   i d = " S i g n e r _ 2 . U s e r . P h o n e "   l a b e l = " S i g n e r _ 2 . U s e r . P h o n e "   v i s i b l e = " F a l s e " > < ! [ C D A T A [   ] ] > < / T e x t >  
                 < T e x t   i d = " S i g n e r _ 2 . U s e r . P o s t a l . C i t y "   l a b e l = " S i g n e r _ 2 . U s e r . P o s t a l . C i t y "   v i s i b l e = " F a l s e " > < ! [ C D A T A [   ] ] > < / T e x t >  
                 < T e x t   i d = " S i g n e r _ 2 . U s e r . P o s t a l . O f f i c e N a m e "   l a b e l = " S i g n e r _ 2 . U s e r . P o s t a l . O f f i c e N a m e "   v i s i b l e = " F a l s e " > < ! [ C D A T A [   ] ] > < / T e x t >  
                 < T e x t   i d = " S i g n e r _ 2 . U s e r . P o s t a l . P O B o x "   l a b e l = " S i g n e r _ 2 . U s e r . P o s t a l . P O B o x "   v i s i b l e = " F a l s e " > < ! [ C D A T A [   ] ] > < / T e x t >  
                 < T e x t   i d = " S i g n e r _ 2 . U s e r . P o s t a l . S t r e e t "   l a b e l = " S i g n e r _ 2 . U s e r . P o s t a l . S t r e e t "   v i s i b l e = " F a l s e " > < ! [ C D A T A [   ] ] > < / T e x t >  
                 < T e x t   i d = " S i g n e r _ 2 . U s e r . P o s t a l . Z i p "   l a b e l = " S i g n e r _ 2 . U s e r . P o s t a l . Z i p "   v i s i b l e = " F a l s e " > < ! [ C D A T A [   ] ] > < / T e x t >  
                 < T e x t   i d = " S i g n e r _ 2 . U s e r . S a l u t a t i o n "   l a b e l = " S i g n e r _ 2 . U s e r . S a l u t a t i o n "   v i s i b l e = " F a l s e " > < ! [ C D A T A [   ] ] > < / T e x t >  
                 < I m a g e   i d = " S i g n e r _ 2 . U s e r . S i g n "   l a b e l = " S i g n e r _ 2 . U s e r . S i g n "   v i s i b l e = " F a l s e " > i V B O R w 0 K G g o A A A A N S U h E U g A A A A o A A A A K C A Y A A A C N M s + 9 A A A A A X N S R 0 I A r s 4 c 6 Q A A A A R n Q U 1 B A A C x  
 j w v 8 Y Q U A A A A J c E h Z c w A A D s M A A A 7 D A c d v q G Q A A A A a d E V Y d F N v Z n R 3 Y X J l A F B h a W 5 0 L k 5 F V C B 2 M y 4 1  
 L j E x R / N C N w A A A C d J R E F U K F O N y K E B A A A I w C D / f 3 o e I M F A Y a o X p j C F K U x h C l O Y w h T m 1 S z w y S r k S + a +  
 Z g A A A A B J R U 5 E r k J g g g = = < / I m a g e >  
                 < T e x t   i d = " S i g n e r _ 2 . U s e r . T i t l e "   l a b e l = " S i g n e r _ 2 . U s e r . T i t l e "   v i s i b l e = " F a l s e " > < ! [ C D A T A [   ] ] > < / T e x t >  
                 < T e x t   i d = " S i g n e r _ 2 . U s e r . U r l "   l a b e l = " S i g n e r _ 2 . U s e r . U r l "   v i s i b l e = " F a l s e " > < ! [ C D A T A [   ] ] > < / T e x t >  
             < / S i g n e r _ 2 >  
         < / D a t a M o d e l >  
     < / C o n t e n t >  
 < / O n e O f f i x x D o c u m e n t P a r t > 
</file>

<file path=customXml/itemProps1.xml><?xml version="1.0" encoding="utf-8"?>
<ds:datastoreItem xmlns:ds="http://schemas.openxmlformats.org/officeDocument/2006/customXml" ds:itemID="{22374E62-DB6A-4905-B7B2-F1245BA453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26998F-F40C-4BA3-83C3-3D8B5FA0D13C}">
  <ds:schemaRefs>
    <ds:schemaRef ds:uri="http://www.w3.org/2001/XMLSchema"/>
    <ds:schemaRef ds:uri="http://schema.oneoffixx.com/OneOffixxImageDefinitionPart/1"/>
  </ds:schemaRefs>
</ds:datastoreItem>
</file>

<file path=customXml/itemProps3.xml><?xml version="1.0" encoding="utf-8"?>
<ds:datastoreItem xmlns:ds="http://schemas.openxmlformats.org/officeDocument/2006/customXml" ds:itemID="{18837D5B-2477-4F03-AE47-3D28A2992329}">
  <ds:schemaRefs>
    <ds:schemaRef ds:uri="http://www.w3.org/2001/XMLSchema"/>
    <ds:schemaRef ds:uri="http://schema.oneoffixx.com/OneOffixxExtendedBindingPart/1"/>
  </ds:schemaRefs>
</ds:datastoreItem>
</file>

<file path=customXml/itemProps4.xml><?xml version="1.0" encoding="utf-8"?>
<ds:datastoreItem xmlns:ds="http://schemas.openxmlformats.org/officeDocument/2006/customXml" ds:itemID="{647B6742-D629-4136-8B54-45848CD1634B}">
  <ds:schemaRefs>
    <ds:schemaRef ds:uri="http://www.w3.org/2001/XMLSchema"/>
    <ds:schemaRef ds:uri="http://schema.oneoffixx.com/OneOffixxFormattingPart/1"/>
    <ds:schemaRef ds:uri=""/>
  </ds:schemaRefs>
</ds:datastoreItem>
</file>

<file path=customXml/itemProps5.xml><?xml version="1.0" encoding="utf-8"?>
<ds:datastoreItem xmlns:ds="http://schemas.openxmlformats.org/officeDocument/2006/customXml" ds:itemID="{5E6D282E-8444-477C-B9D7-C5A7B40BA364}">
  <ds:schemaRefs>
    <ds:schemaRef ds:uri="http://www.w3.org/2001/XMLSchema"/>
    <ds:schemaRef ds:uri="http://schema.oneoffixx.com/OneOffixxDocumentPart/1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03aa5342-9372-4005-aa45-91d64a1c5601.dotx</Template>
  <TotalTime>0</TotalTime>
  <Pages>7</Pages>
  <Words>756</Words>
  <Characters>6729</Characters>
  <Application>Microsoft Office Word</Application>
  <DocSecurity>0</DocSecurity>
  <Lines>56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 Zuerich</Company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b278tb1</dc:creator>
  <cp:lastModifiedBy>Regine Altorfer-Jakob</cp:lastModifiedBy>
  <cp:revision>52</cp:revision>
  <cp:lastPrinted>2018-02-26T07:34:00Z</cp:lastPrinted>
  <dcterms:created xsi:type="dcterms:W3CDTF">2022-06-01T15:08:00Z</dcterms:created>
  <dcterms:modified xsi:type="dcterms:W3CDTF">2026-01-22T12:39:00Z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OTrackRevision">
    <vt:bool>false</vt:bool>
  </property>
  <property fmtid="{D5CDD505-2E9C-101B-9397-08002B2CF9AE}" pid="3" name="Betreff">
    <vt:lpwstr>Angaben zum Angebot (Unterlage 4)</vt:lpwstr>
  </property>
</Properties>
</file>